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30328156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pl-PL"/>
        </w:rPr>
      </w:sdtEndPr>
      <w:sdtContent>
        <w:p w:rsidR="005802BA" w:rsidRDefault="005802BA">
          <w:pPr>
            <w:pStyle w:val="Nagwekspisutreci"/>
          </w:pPr>
          <w:r>
            <w:t>Spis treści</w:t>
          </w:r>
        </w:p>
        <w:p w:rsidR="005802BA" w:rsidRDefault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1213516" w:history="1">
            <w:r w:rsidRPr="00DB10D1">
              <w:rPr>
                <w:rStyle w:val="Hipercze"/>
                <w:noProof/>
              </w:rPr>
              <w:t>List do klienta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 w:rsidP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17" w:history="1">
            <w:r w:rsidRPr="00DB10D1">
              <w:rPr>
                <w:rStyle w:val="Hipercze"/>
                <w:noProof/>
              </w:rPr>
              <w:t>Karta kandydata na handlowca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22" w:history="1">
            <w:r w:rsidRPr="00DB10D1">
              <w:rPr>
                <w:rStyle w:val="Hipercze"/>
                <w:noProof/>
              </w:rPr>
              <w:t>List z odpowiedzią odmowną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23" w:history="1">
            <w:r w:rsidRPr="00DB10D1">
              <w:rPr>
                <w:rStyle w:val="Hipercze"/>
                <w:noProof/>
              </w:rPr>
              <w:t>Pytania podstawowe do kandydata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24" w:history="1">
            <w:r w:rsidRPr="00DB10D1">
              <w:rPr>
                <w:rStyle w:val="Hipercze"/>
                <w:noProof/>
              </w:rPr>
              <w:t>Arkusz pytań dodatkowych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 w:rsidP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25" w:history="1">
            <w:r w:rsidRPr="00DB10D1">
              <w:rPr>
                <w:rStyle w:val="Hipercze"/>
                <w:noProof/>
              </w:rPr>
              <w:t>Ankieta dla handlowca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 w:rsidP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27" w:history="1">
            <w:r w:rsidRPr="00DB10D1">
              <w:rPr>
                <w:rStyle w:val="Hipercze"/>
                <w:noProof/>
              </w:rPr>
              <w:t>Tabela porównawcza kompetencji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 w:rsidP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29" w:history="1">
            <w:r w:rsidRPr="00DB10D1">
              <w:rPr>
                <w:rStyle w:val="Hipercze"/>
                <w:noProof/>
              </w:rPr>
              <w:t>Tabela porównawcza kompetencji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 w:rsidP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31" w:history="1">
            <w:r w:rsidRPr="00DB10D1">
              <w:rPr>
                <w:rStyle w:val="Hipercze"/>
                <w:noProof/>
              </w:rPr>
              <w:t>Kwestionariusz dla uczestnika szkolenia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 w:rsidP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35" w:history="1">
            <w:r w:rsidRPr="00DB10D1">
              <w:rPr>
                <w:rStyle w:val="Hipercze"/>
                <w:noProof/>
              </w:rPr>
              <w:t>Kwestionariusz dla trenera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 w:rsidP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38" w:history="1">
            <w:r w:rsidRPr="00DB10D1">
              <w:rPr>
                <w:rStyle w:val="Hipercze"/>
                <w:noProof/>
              </w:rPr>
              <w:t>Formularz wywiadu telefonicznego z uczestnikiem szkolenia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41" w:history="1">
            <w:r w:rsidRPr="00DB10D1">
              <w:rPr>
                <w:rStyle w:val="Hipercze"/>
                <w:noProof/>
              </w:rPr>
              <w:t>Egzamin pisemny. Przykład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 w:rsidP="005802BA">
          <w:pPr>
            <w:pStyle w:val="Spistreci2"/>
            <w:tabs>
              <w:tab w:val="right" w:leader="dot" w:pos="9061"/>
            </w:tabs>
            <w:rPr>
              <w:noProof/>
            </w:rPr>
          </w:pPr>
          <w:hyperlink w:anchor="_Toc471213542" w:history="1">
            <w:r w:rsidRPr="00DB10D1">
              <w:rPr>
                <w:rStyle w:val="Hipercze"/>
                <w:noProof/>
              </w:rPr>
              <w:t>Karta diagnozująca W/P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_Toc471213542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02BA" w:rsidRDefault="005802BA">
          <w:r>
            <w:fldChar w:fldCharType="end"/>
          </w:r>
        </w:p>
      </w:sdtContent>
    </w:sdt>
    <w:p w:rsidR="00CD1627" w:rsidRPr="0077595A" w:rsidRDefault="00CD1627">
      <w:pPr>
        <w:pStyle w:val="Nagwek2"/>
      </w:pPr>
      <w:bookmarkStart w:id="0" w:name="_Toc471213516"/>
      <w:r w:rsidRPr="0077595A">
        <w:t>List do klienta</w:t>
      </w:r>
      <w:bookmarkEnd w:id="0"/>
    </w:p>
    <w:p w:rsidR="00CD1627" w:rsidRPr="0077595A" w:rsidRDefault="00CD1627">
      <w:pPr>
        <w:jc w:val="right"/>
      </w:pPr>
      <w:r w:rsidRPr="0077595A">
        <w:t>Miejscowość, data</w:t>
      </w:r>
      <w:r w:rsidR="00AD7E06" w:rsidRPr="0077595A">
        <w:t xml:space="preserve"> </w:t>
      </w:r>
      <w:r w:rsidRPr="0077595A">
        <w:t>...........</w:t>
      </w:r>
    </w:p>
    <w:p w:rsidR="00CD1627" w:rsidRPr="0077595A" w:rsidRDefault="00CD1627">
      <w:r w:rsidRPr="0077595A">
        <w:t>Imię i nazwisko (dyrektora, menedżera)</w:t>
      </w:r>
    </w:p>
    <w:p w:rsidR="00EE354A" w:rsidRDefault="00EE354A">
      <w:r>
        <w:t>Firma</w:t>
      </w:r>
    </w:p>
    <w:p w:rsidR="00CD1627" w:rsidRPr="0077595A" w:rsidRDefault="00CD1627">
      <w:r w:rsidRPr="0077595A">
        <w:t>Stanowisko</w:t>
      </w:r>
    </w:p>
    <w:p w:rsidR="00CD1627" w:rsidRDefault="00CD1627">
      <w:r w:rsidRPr="0077595A">
        <w:t>E-mail</w:t>
      </w:r>
    </w:p>
    <w:p w:rsidR="00EE354A" w:rsidRPr="0077595A" w:rsidRDefault="00EE354A" w:rsidP="00EE354A">
      <w:pPr>
        <w:ind w:left="4963"/>
      </w:pPr>
      <w:r w:rsidRPr="0077595A">
        <w:t>Szanowny Pan</w:t>
      </w:r>
    </w:p>
    <w:p w:rsidR="00EE354A" w:rsidRPr="0077595A" w:rsidRDefault="00EE354A" w:rsidP="00EE354A">
      <w:pPr>
        <w:ind w:left="4963"/>
      </w:pPr>
      <w:r w:rsidRPr="0077595A">
        <w:t>Jan Kowalski</w:t>
      </w:r>
    </w:p>
    <w:p w:rsidR="00EE354A" w:rsidRPr="0077595A" w:rsidRDefault="00EE354A" w:rsidP="00EE354A">
      <w:pPr>
        <w:ind w:left="4963"/>
      </w:pPr>
      <w:r w:rsidRPr="0077595A">
        <w:t>ul. Kwiatowa</w:t>
      </w:r>
      <w:r>
        <w:t xml:space="preserve"> 1</w:t>
      </w:r>
    </w:p>
    <w:p w:rsidR="00EE354A" w:rsidRPr="0077595A" w:rsidRDefault="00EE354A" w:rsidP="00EE354A">
      <w:pPr>
        <w:ind w:left="4963"/>
      </w:pPr>
      <w:r w:rsidRPr="0077595A">
        <w:t>00-001 Warszawa</w:t>
      </w:r>
    </w:p>
    <w:p w:rsidR="00EE354A" w:rsidRPr="0077595A" w:rsidRDefault="00EE354A"/>
    <w:p w:rsidR="00CD1627" w:rsidRPr="0077595A" w:rsidRDefault="00CD1627"/>
    <w:p w:rsidR="00CD1627" w:rsidRPr="0077595A" w:rsidRDefault="00CD1627">
      <w:pPr>
        <w:rPr>
          <w:rStyle w:val="pogrubienie"/>
        </w:rPr>
      </w:pPr>
      <w:r w:rsidRPr="0077595A">
        <w:rPr>
          <w:rStyle w:val="pogrubienie"/>
        </w:rPr>
        <w:t>Szanowny Panie</w:t>
      </w:r>
      <w:r w:rsidR="005B14B0" w:rsidRPr="0077595A">
        <w:rPr>
          <w:rStyle w:val="pogrubienie"/>
        </w:rPr>
        <w:t>!</w:t>
      </w:r>
    </w:p>
    <w:p w:rsidR="00CD1627" w:rsidRPr="0077595A" w:rsidRDefault="00CD1627">
      <w:r w:rsidRPr="0077595A">
        <w:t xml:space="preserve">Jest nam niezmiernie miło, że zdecydował się Pan na spotkanie z naszym </w:t>
      </w:r>
      <w:r w:rsidR="00791EDD" w:rsidRPr="0077595A">
        <w:t>przedstawicielem</w:t>
      </w:r>
      <w:r w:rsidR="00B77E13" w:rsidRPr="0077595A">
        <w:t xml:space="preserve">. </w:t>
      </w:r>
      <w:r w:rsidRPr="0077595A">
        <w:t>Mam nadzieję, że jest Pan zadowolony z obsługi i że usatysfakcjonował Pana profesjonalizm Pana</w:t>
      </w:r>
      <w:r w:rsidR="000D2B27" w:rsidRPr="0077595A">
        <w:t xml:space="preserve"> </w:t>
      </w:r>
      <w:r w:rsidRPr="0077595A">
        <w:t>..................................................</w:t>
      </w:r>
    </w:p>
    <w:p w:rsidR="00CD1627" w:rsidRPr="0077595A" w:rsidRDefault="00CD1627">
      <w:r w:rsidRPr="0077595A">
        <w:t>Korzystając z okazji</w:t>
      </w:r>
      <w:r w:rsidR="00B77E13" w:rsidRPr="0077595A">
        <w:t>,</w:t>
      </w:r>
      <w:r w:rsidRPr="0077595A">
        <w:t xml:space="preserve"> pragnę przybliżyć </w:t>
      </w:r>
      <w:r w:rsidR="00071DB5" w:rsidRPr="0077595A">
        <w:t xml:space="preserve">Panu </w:t>
      </w:r>
      <w:r w:rsidRPr="0077595A">
        <w:t xml:space="preserve">pracę sprzedawcy. Jest to odpowiedzialna i trudna praca, która wymaga od naszego przedstawiciela wiele poświęceń. W zamian jednak otwiera się przed </w:t>
      </w:r>
      <w:r w:rsidR="001A36F4" w:rsidRPr="0077595A">
        <w:t xml:space="preserve">nim </w:t>
      </w:r>
      <w:r w:rsidRPr="0077595A">
        <w:t>perspektywa rozwoju i kariery</w:t>
      </w:r>
      <w:r w:rsidR="00932A8A" w:rsidRPr="0077595A">
        <w:t xml:space="preserve"> </w:t>
      </w:r>
      <w:r w:rsidR="00F501F0" w:rsidRPr="0077595A">
        <w:t>oraz</w:t>
      </w:r>
      <w:r w:rsidR="00A279D8" w:rsidRPr="0077595A">
        <w:t xml:space="preserve"> </w:t>
      </w:r>
      <w:r w:rsidR="0042639A" w:rsidRPr="0077595A">
        <w:t xml:space="preserve">możliwość </w:t>
      </w:r>
      <w:r w:rsidRPr="0077595A">
        <w:t>spełni</w:t>
      </w:r>
      <w:r w:rsidR="00F501F0" w:rsidRPr="0077595A">
        <w:t>eni</w:t>
      </w:r>
      <w:r w:rsidR="0042639A" w:rsidRPr="0077595A">
        <w:t>a</w:t>
      </w:r>
      <w:r w:rsidRPr="0077595A">
        <w:t xml:space="preserve"> oczekiwa</w:t>
      </w:r>
      <w:r w:rsidR="00F501F0" w:rsidRPr="0077595A">
        <w:t>ń</w:t>
      </w:r>
      <w:r w:rsidRPr="0077595A">
        <w:t xml:space="preserve"> </w:t>
      </w:r>
      <w:r w:rsidR="00F501F0" w:rsidRPr="0077595A">
        <w:t>finansowych</w:t>
      </w:r>
      <w:r w:rsidRPr="0077595A">
        <w:t>.</w:t>
      </w:r>
    </w:p>
    <w:p w:rsidR="00CD1627" w:rsidRPr="0077595A" w:rsidRDefault="00CD1627">
      <w:r w:rsidRPr="0077595A">
        <w:t>Może zainteresuje Pana fakt, że planujemy ciągły rozwój naszej firmy (biura, zespołu, grupy) i potrzebujemy kandydatów, którzy potrafiliby odnaleźć się w naszej branży. Jeśli zna Pan taką osobę, prosilibyśmy o kontakt.</w:t>
      </w:r>
    </w:p>
    <w:p w:rsidR="00CD1627" w:rsidRPr="0077595A" w:rsidRDefault="00CD1627">
      <w:r w:rsidRPr="0077595A">
        <w:t>Będziemy wdzięczni za wszelkie informacje od Pana, gwarantując dyskrecję.</w:t>
      </w:r>
    </w:p>
    <w:p w:rsidR="00CD1627" w:rsidRPr="0077595A" w:rsidRDefault="00CD1627"/>
    <w:p w:rsidR="00CD1627" w:rsidRPr="0077595A" w:rsidRDefault="00CD1627">
      <w:pPr>
        <w:jc w:val="right"/>
      </w:pPr>
      <w:r w:rsidRPr="0077595A">
        <w:t>Z poważaniem</w:t>
      </w:r>
    </w:p>
    <w:p w:rsidR="00CD1627" w:rsidRPr="0077595A" w:rsidRDefault="00CD1627">
      <w:pPr>
        <w:pStyle w:val="Nagwek2"/>
      </w:pPr>
      <w:r w:rsidRPr="0077595A">
        <w:rPr>
          <w:rFonts w:ascii="Times New Roman" w:hAnsi="Times New Roman"/>
          <w:sz w:val="20"/>
        </w:rPr>
        <w:br w:type="page"/>
      </w:r>
      <w:bookmarkStart w:id="1" w:name="_Toc471213517"/>
      <w:r w:rsidRPr="0077595A">
        <w:lastRenderedPageBreak/>
        <w:t>Karta kandydata na handlowca</w:t>
      </w:r>
      <w:bookmarkEnd w:id="1"/>
    </w:p>
    <w:p w:rsidR="00CD1627" w:rsidRPr="0077595A" w:rsidRDefault="00CD1627">
      <w:r w:rsidRPr="0077595A">
        <w:t>Imię</w:t>
      </w:r>
      <w:r w:rsidR="009D0188" w:rsidRPr="0077595A">
        <w:t xml:space="preserve"> </w:t>
      </w:r>
      <w:r w:rsidRPr="0077595A">
        <w:t>..............................................................................</w:t>
      </w:r>
    </w:p>
    <w:p w:rsidR="00CD1627" w:rsidRPr="0077595A" w:rsidRDefault="00CD1627">
      <w:r w:rsidRPr="0077595A">
        <w:t>Nazwisko</w:t>
      </w:r>
      <w:r w:rsidR="009D0188" w:rsidRPr="0077595A">
        <w:t xml:space="preserve"> </w:t>
      </w:r>
      <w:r w:rsidRPr="0077595A">
        <w:t>......................................................................</w:t>
      </w:r>
    </w:p>
    <w:p w:rsidR="00CD1627" w:rsidRPr="0077595A" w:rsidRDefault="00CD1627">
      <w:r w:rsidRPr="0077595A">
        <w:t>Stanowisko</w:t>
      </w:r>
      <w:r w:rsidR="009D0188" w:rsidRPr="0077595A">
        <w:t xml:space="preserve"> </w:t>
      </w:r>
      <w:r w:rsidRPr="0077595A">
        <w:t>...................................................................</w:t>
      </w:r>
    </w:p>
    <w:p w:rsidR="00CD1627" w:rsidRPr="0077595A" w:rsidRDefault="00CD1627">
      <w:pPr>
        <w:pStyle w:val="Nagwek3"/>
      </w:pPr>
      <w:bookmarkStart w:id="2" w:name="_Toc471213518"/>
      <w:r w:rsidRPr="0077595A">
        <w:t>Selekcja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3506"/>
        <w:gridCol w:w="3507"/>
      </w:tblGrid>
      <w:tr w:rsidR="00CD1627" w:rsidRPr="0077595A">
        <w:tc>
          <w:tcPr>
            <w:tcW w:w="2197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Etapy selekcji</w:t>
            </w:r>
          </w:p>
        </w:tc>
        <w:tc>
          <w:tcPr>
            <w:tcW w:w="3506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Data</w:t>
            </w:r>
          </w:p>
        </w:tc>
        <w:tc>
          <w:tcPr>
            <w:tcW w:w="3507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Opis spotkania</w:t>
            </w:r>
          </w:p>
        </w:tc>
      </w:tr>
      <w:tr w:rsidR="00CD1627" w:rsidRPr="0077595A">
        <w:tc>
          <w:tcPr>
            <w:tcW w:w="2197" w:type="dxa"/>
          </w:tcPr>
          <w:p w:rsidR="00CD1627" w:rsidRPr="0077595A" w:rsidRDefault="00CD1627"/>
          <w:p w:rsidR="00CD1627" w:rsidRPr="0077595A" w:rsidRDefault="00CD1627"/>
          <w:p w:rsidR="00CD1627" w:rsidRPr="0077595A" w:rsidRDefault="00CD1627">
            <w:r w:rsidRPr="0077595A">
              <w:t>Pierwszy kontakt</w:t>
            </w:r>
          </w:p>
          <w:p w:rsidR="00CD1627" w:rsidRPr="0077595A" w:rsidRDefault="00CD1627"/>
          <w:p w:rsidR="00CD1627" w:rsidRPr="0077595A" w:rsidRDefault="00CD1627"/>
        </w:tc>
        <w:tc>
          <w:tcPr>
            <w:tcW w:w="3506" w:type="dxa"/>
          </w:tcPr>
          <w:p w:rsidR="00CD1627" w:rsidRPr="0077595A" w:rsidRDefault="00CD1627"/>
        </w:tc>
        <w:tc>
          <w:tcPr>
            <w:tcW w:w="3507" w:type="dxa"/>
          </w:tcPr>
          <w:p w:rsidR="00CD1627" w:rsidRPr="0077595A" w:rsidRDefault="00CD1627"/>
        </w:tc>
      </w:tr>
      <w:tr w:rsidR="00CD1627" w:rsidRPr="0077595A">
        <w:tc>
          <w:tcPr>
            <w:tcW w:w="2197" w:type="dxa"/>
          </w:tcPr>
          <w:p w:rsidR="00CD1627" w:rsidRPr="0077595A" w:rsidRDefault="00CD1627"/>
          <w:p w:rsidR="00CD1627" w:rsidRPr="0077595A" w:rsidRDefault="00CD1627"/>
          <w:p w:rsidR="00CD1627" w:rsidRPr="0077595A" w:rsidRDefault="00CD1627">
            <w:r w:rsidRPr="0077595A">
              <w:t>Pierwsza rozmowa w biurze</w:t>
            </w:r>
          </w:p>
          <w:p w:rsidR="00CD1627" w:rsidRPr="0077595A" w:rsidRDefault="00CD1627"/>
          <w:p w:rsidR="00CD1627" w:rsidRPr="0077595A" w:rsidRDefault="00CD1627"/>
        </w:tc>
        <w:tc>
          <w:tcPr>
            <w:tcW w:w="3506" w:type="dxa"/>
          </w:tcPr>
          <w:p w:rsidR="00CD1627" w:rsidRPr="0077595A" w:rsidRDefault="00CD1627"/>
        </w:tc>
        <w:tc>
          <w:tcPr>
            <w:tcW w:w="3507" w:type="dxa"/>
          </w:tcPr>
          <w:p w:rsidR="00CD1627" w:rsidRPr="0077595A" w:rsidRDefault="00CD1627"/>
        </w:tc>
      </w:tr>
      <w:tr w:rsidR="00CD1627" w:rsidRPr="0077595A">
        <w:tc>
          <w:tcPr>
            <w:tcW w:w="2197" w:type="dxa"/>
          </w:tcPr>
          <w:p w:rsidR="00CD1627" w:rsidRPr="0077595A" w:rsidRDefault="00CD1627"/>
          <w:p w:rsidR="00CD1627" w:rsidRPr="0077595A" w:rsidRDefault="00CD1627"/>
          <w:p w:rsidR="00CD1627" w:rsidRPr="0077595A" w:rsidRDefault="00CD1627">
            <w:r w:rsidRPr="0077595A">
              <w:t>Rozmowa kwalifikacyjna</w:t>
            </w:r>
          </w:p>
          <w:p w:rsidR="00CD1627" w:rsidRPr="0077595A" w:rsidRDefault="00CD1627"/>
          <w:p w:rsidR="00CD1627" w:rsidRPr="0077595A" w:rsidRDefault="00CD1627"/>
        </w:tc>
        <w:tc>
          <w:tcPr>
            <w:tcW w:w="3506" w:type="dxa"/>
          </w:tcPr>
          <w:p w:rsidR="00CD1627" w:rsidRPr="0077595A" w:rsidRDefault="00CD1627"/>
        </w:tc>
        <w:tc>
          <w:tcPr>
            <w:tcW w:w="3507" w:type="dxa"/>
          </w:tcPr>
          <w:p w:rsidR="00CD1627" w:rsidRPr="0077595A" w:rsidRDefault="00CD1627"/>
        </w:tc>
      </w:tr>
      <w:tr w:rsidR="00CD1627" w:rsidRPr="0077595A">
        <w:tc>
          <w:tcPr>
            <w:tcW w:w="2197" w:type="dxa"/>
          </w:tcPr>
          <w:p w:rsidR="00CD1627" w:rsidRPr="0077595A" w:rsidRDefault="00CD1627"/>
          <w:p w:rsidR="00CD1627" w:rsidRPr="0077595A" w:rsidRDefault="00CD1627"/>
          <w:p w:rsidR="00CD1627" w:rsidRPr="0077595A" w:rsidRDefault="00CD1627">
            <w:r w:rsidRPr="0077595A">
              <w:t>Prezentacja zawodu</w:t>
            </w:r>
          </w:p>
          <w:p w:rsidR="00CD1627" w:rsidRPr="0077595A" w:rsidRDefault="00CD1627"/>
          <w:p w:rsidR="00CD1627" w:rsidRPr="0077595A" w:rsidRDefault="00CD1627"/>
        </w:tc>
        <w:tc>
          <w:tcPr>
            <w:tcW w:w="3506" w:type="dxa"/>
          </w:tcPr>
          <w:p w:rsidR="00CD1627" w:rsidRPr="0077595A" w:rsidRDefault="00CD1627"/>
        </w:tc>
        <w:tc>
          <w:tcPr>
            <w:tcW w:w="3507" w:type="dxa"/>
          </w:tcPr>
          <w:p w:rsidR="00CD1627" w:rsidRPr="0077595A" w:rsidRDefault="00CD1627"/>
        </w:tc>
      </w:tr>
      <w:tr w:rsidR="00CD1627" w:rsidRPr="0077595A">
        <w:tc>
          <w:tcPr>
            <w:tcW w:w="2197" w:type="dxa"/>
          </w:tcPr>
          <w:p w:rsidR="00CD1627" w:rsidRPr="0077595A" w:rsidRDefault="00CD1627"/>
          <w:p w:rsidR="00CD1627" w:rsidRPr="0077595A" w:rsidRDefault="00CD1627"/>
          <w:p w:rsidR="00CD1627" w:rsidRPr="0077595A" w:rsidRDefault="00CD1627">
            <w:r w:rsidRPr="0077595A">
              <w:t>Dodatkowe uwagi</w:t>
            </w:r>
          </w:p>
          <w:p w:rsidR="00CD1627" w:rsidRPr="0077595A" w:rsidRDefault="00CD1627"/>
          <w:p w:rsidR="00CD1627" w:rsidRPr="0077595A" w:rsidRDefault="00CD1627"/>
        </w:tc>
        <w:tc>
          <w:tcPr>
            <w:tcW w:w="3506" w:type="dxa"/>
          </w:tcPr>
          <w:p w:rsidR="00CD1627" w:rsidRPr="0077595A" w:rsidRDefault="00CD1627">
            <w:pPr>
              <w:pStyle w:val="Tekstkomentarza"/>
            </w:pPr>
          </w:p>
        </w:tc>
        <w:tc>
          <w:tcPr>
            <w:tcW w:w="3507" w:type="dxa"/>
          </w:tcPr>
          <w:p w:rsidR="00CD1627" w:rsidRPr="0077595A" w:rsidRDefault="00CD1627"/>
        </w:tc>
      </w:tr>
    </w:tbl>
    <w:p w:rsidR="00CD1627" w:rsidRPr="0077595A" w:rsidRDefault="00CD1627">
      <w:pPr>
        <w:pStyle w:val="Nagwek3"/>
      </w:pPr>
      <w:bookmarkStart w:id="3" w:name="_Toc471213519"/>
      <w:r w:rsidRPr="0077595A">
        <w:t>Ocena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1418"/>
        <w:gridCol w:w="1276"/>
        <w:gridCol w:w="1275"/>
        <w:gridCol w:w="1276"/>
        <w:gridCol w:w="1060"/>
      </w:tblGrid>
      <w:tr w:rsidR="00CD1627" w:rsidRPr="0077595A">
        <w:trPr>
          <w:cantSplit/>
        </w:trPr>
        <w:tc>
          <w:tcPr>
            <w:tcW w:w="2905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Cecha</w:t>
            </w:r>
          </w:p>
        </w:tc>
        <w:tc>
          <w:tcPr>
            <w:tcW w:w="6305" w:type="dxa"/>
            <w:gridSpan w:val="5"/>
          </w:tcPr>
          <w:p w:rsidR="00CD1627" w:rsidRPr="0077595A" w:rsidRDefault="00856983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 xml:space="preserve">Ocena </w:t>
            </w:r>
            <w:r w:rsidR="00CD1627" w:rsidRPr="0077595A">
              <w:rPr>
                <w:rStyle w:val="pogrubienie"/>
              </w:rPr>
              <w:t>kandydata w skali od 1 do 5</w:t>
            </w:r>
            <w:r w:rsidR="00ED5EE4" w:rsidRPr="0077595A">
              <w:rPr>
                <w:rStyle w:val="pogrubienie"/>
              </w:rPr>
              <w:t>,</w:t>
            </w:r>
          </w:p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gdzie 1 — najniższy, 5 — najwyższy</w:t>
            </w:r>
          </w:p>
        </w:tc>
      </w:tr>
      <w:tr w:rsidR="00CD1627" w:rsidRPr="0077595A">
        <w:tc>
          <w:tcPr>
            <w:tcW w:w="2905" w:type="dxa"/>
          </w:tcPr>
          <w:p w:rsidR="00CD1627" w:rsidRPr="0077595A" w:rsidRDefault="0043530B">
            <w:r w:rsidRPr="0077595A">
              <w:lastRenderedPageBreak/>
              <w:t>Komunikacja</w:t>
            </w:r>
          </w:p>
        </w:tc>
        <w:tc>
          <w:tcPr>
            <w:tcW w:w="1418" w:type="dxa"/>
          </w:tcPr>
          <w:p w:rsidR="00CD1627" w:rsidRPr="0077595A" w:rsidRDefault="00CD1627">
            <w:pPr>
              <w:jc w:val="center"/>
            </w:pPr>
            <w:r w:rsidRPr="0077595A">
              <w:t>1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2</w:t>
            </w:r>
          </w:p>
        </w:tc>
        <w:tc>
          <w:tcPr>
            <w:tcW w:w="1275" w:type="dxa"/>
          </w:tcPr>
          <w:p w:rsidR="00CD1627" w:rsidRPr="0077595A" w:rsidRDefault="00CD1627">
            <w:pPr>
              <w:jc w:val="center"/>
            </w:pPr>
            <w:r w:rsidRPr="0077595A">
              <w:t>3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4</w:t>
            </w:r>
          </w:p>
        </w:tc>
        <w:tc>
          <w:tcPr>
            <w:tcW w:w="1060" w:type="dxa"/>
          </w:tcPr>
          <w:p w:rsidR="00CD1627" w:rsidRPr="0077595A" w:rsidRDefault="00CD1627">
            <w:pPr>
              <w:jc w:val="center"/>
            </w:pPr>
            <w:r w:rsidRPr="0077595A">
              <w:t>5</w:t>
            </w:r>
          </w:p>
        </w:tc>
      </w:tr>
      <w:tr w:rsidR="00CD1627" w:rsidRPr="0077595A">
        <w:tc>
          <w:tcPr>
            <w:tcW w:w="2905" w:type="dxa"/>
          </w:tcPr>
          <w:p w:rsidR="00CD1627" w:rsidRPr="0077595A" w:rsidRDefault="00CD1627">
            <w:r w:rsidRPr="0077595A">
              <w:t>Kontrolowanie sytuacji</w:t>
            </w:r>
          </w:p>
        </w:tc>
        <w:tc>
          <w:tcPr>
            <w:tcW w:w="1418" w:type="dxa"/>
          </w:tcPr>
          <w:p w:rsidR="00CD1627" w:rsidRPr="0077595A" w:rsidRDefault="00CD1627">
            <w:pPr>
              <w:jc w:val="center"/>
            </w:pPr>
            <w:r w:rsidRPr="0077595A">
              <w:t>1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2</w:t>
            </w:r>
          </w:p>
        </w:tc>
        <w:tc>
          <w:tcPr>
            <w:tcW w:w="1275" w:type="dxa"/>
          </w:tcPr>
          <w:p w:rsidR="00CD1627" w:rsidRPr="0077595A" w:rsidRDefault="00CD1627">
            <w:pPr>
              <w:jc w:val="center"/>
            </w:pPr>
            <w:r w:rsidRPr="0077595A">
              <w:t>3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4</w:t>
            </w:r>
          </w:p>
        </w:tc>
        <w:tc>
          <w:tcPr>
            <w:tcW w:w="1060" w:type="dxa"/>
          </w:tcPr>
          <w:p w:rsidR="00CD1627" w:rsidRPr="0077595A" w:rsidRDefault="00CD1627">
            <w:pPr>
              <w:jc w:val="center"/>
            </w:pPr>
            <w:r w:rsidRPr="0077595A">
              <w:t>5</w:t>
            </w:r>
          </w:p>
        </w:tc>
      </w:tr>
      <w:tr w:rsidR="00CD1627" w:rsidRPr="0077595A">
        <w:tc>
          <w:tcPr>
            <w:tcW w:w="2905" w:type="dxa"/>
          </w:tcPr>
          <w:p w:rsidR="00CD1627" w:rsidRPr="0077595A" w:rsidRDefault="00CD1627">
            <w:pPr>
              <w:pStyle w:val="Tekstkomentarza"/>
            </w:pPr>
            <w:r w:rsidRPr="0077595A">
              <w:t>Zdolności interpersonalne</w:t>
            </w:r>
          </w:p>
        </w:tc>
        <w:tc>
          <w:tcPr>
            <w:tcW w:w="1418" w:type="dxa"/>
          </w:tcPr>
          <w:p w:rsidR="00CD1627" w:rsidRPr="0077595A" w:rsidRDefault="00CD1627">
            <w:pPr>
              <w:jc w:val="center"/>
            </w:pPr>
            <w:r w:rsidRPr="0077595A">
              <w:t>1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2</w:t>
            </w:r>
          </w:p>
        </w:tc>
        <w:tc>
          <w:tcPr>
            <w:tcW w:w="1275" w:type="dxa"/>
          </w:tcPr>
          <w:p w:rsidR="00CD1627" w:rsidRPr="0077595A" w:rsidRDefault="00CD1627">
            <w:pPr>
              <w:jc w:val="center"/>
            </w:pPr>
            <w:r w:rsidRPr="0077595A">
              <w:t>3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4</w:t>
            </w:r>
          </w:p>
        </w:tc>
        <w:tc>
          <w:tcPr>
            <w:tcW w:w="1060" w:type="dxa"/>
          </w:tcPr>
          <w:p w:rsidR="00CD1627" w:rsidRPr="0077595A" w:rsidRDefault="00CD1627">
            <w:pPr>
              <w:jc w:val="center"/>
            </w:pPr>
            <w:r w:rsidRPr="0077595A">
              <w:t>5</w:t>
            </w:r>
          </w:p>
        </w:tc>
      </w:tr>
      <w:tr w:rsidR="00CD1627" w:rsidRPr="0077595A">
        <w:tc>
          <w:tcPr>
            <w:tcW w:w="2905" w:type="dxa"/>
          </w:tcPr>
          <w:p w:rsidR="00CD1627" w:rsidRPr="0077595A" w:rsidRDefault="00CD1627">
            <w:r w:rsidRPr="0077595A">
              <w:t>Zdolności organizacyjne</w:t>
            </w:r>
          </w:p>
        </w:tc>
        <w:tc>
          <w:tcPr>
            <w:tcW w:w="1418" w:type="dxa"/>
          </w:tcPr>
          <w:p w:rsidR="00CD1627" w:rsidRPr="0077595A" w:rsidRDefault="00CD1627">
            <w:pPr>
              <w:jc w:val="center"/>
            </w:pPr>
            <w:r w:rsidRPr="0077595A">
              <w:t>1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2</w:t>
            </w:r>
          </w:p>
        </w:tc>
        <w:tc>
          <w:tcPr>
            <w:tcW w:w="1275" w:type="dxa"/>
          </w:tcPr>
          <w:p w:rsidR="00CD1627" w:rsidRPr="0077595A" w:rsidRDefault="00CD1627">
            <w:pPr>
              <w:jc w:val="center"/>
            </w:pPr>
            <w:r w:rsidRPr="0077595A">
              <w:t>3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4</w:t>
            </w:r>
          </w:p>
        </w:tc>
        <w:tc>
          <w:tcPr>
            <w:tcW w:w="1060" w:type="dxa"/>
          </w:tcPr>
          <w:p w:rsidR="00CD1627" w:rsidRPr="0077595A" w:rsidRDefault="00CD1627">
            <w:pPr>
              <w:jc w:val="center"/>
            </w:pPr>
            <w:r w:rsidRPr="0077595A">
              <w:t>5</w:t>
            </w:r>
          </w:p>
        </w:tc>
      </w:tr>
      <w:tr w:rsidR="00CD1627" w:rsidRPr="0077595A">
        <w:tc>
          <w:tcPr>
            <w:tcW w:w="2905" w:type="dxa"/>
          </w:tcPr>
          <w:p w:rsidR="00CD1627" w:rsidRPr="0077595A" w:rsidRDefault="00CD1627">
            <w:r w:rsidRPr="0077595A">
              <w:t>Dostęp do potencjalnych klientów</w:t>
            </w:r>
          </w:p>
        </w:tc>
        <w:tc>
          <w:tcPr>
            <w:tcW w:w="1418" w:type="dxa"/>
          </w:tcPr>
          <w:p w:rsidR="00CD1627" w:rsidRPr="0077595A" w:rsidRDefault="00CD1627">
            <w:pPr>
              <w:jc w:val="center"/>
            </w:pPr>
            <w:r w:rsidRPr="0077595A">
              <w:t>1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2</w:t>
            </w:r>
          </w:p>
        </w:tc>
        <w:tc>
          <w:tcPr>
            <w:tcW w:w="1275" w:type="dxa"/>
          </w:tcPr>
          <w:p w:rsidR="00CD1627" w:rsidRPr="0077595A" w:rsidRDefault="00CD1627">
            <w:pPr>
              <w:jc w:val="center"/>
            </w:pPr>
            <w:r w:rsidRPr="0077595A">
              <w:t>3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4</w:t>
            </w:r>
          </w:p>
        </w:tc>
        <w:tc>
          <w:tcPr>
            <w:tcW w:w="1060" w:type="dxa"/>
          </w:tcPr>
          <w:p w:rsidR="00CD1627" w:rsidRPr="0077595A" w:rsidRDefault="00CD1627">
            <w:pPr>
              <w:jc w:val="center"/>
            </w:pPr>
            <w:r w:rsidRPr="0077595A">
              <w:t>5</w:t>
            </w:r>
          </w:p>
        </w:tc>
      </w:tr>
      <w:tr w:rsidR="00CD1627" w:rsidRPr="0077595A">
        <w:tc>
          <w:tcPr>
            <w:tcW w:w="2905" w:type="dxa"/>
          </w:tcPr>
          <w:p w:rsidR="00CD1627" w:rsidRPr="0077595A" w:rsidRDefault="00CD1627">
            <w:r w:rsidRPr="0077595A">
              <w:t>Motywacja do pracy</w:t>
            </w:r>
          </w:p>
        </w:tc>
        <w:tc>
          <w:tcPr>
            <w:tcW w:w="1418" w:type="dxa"/>
          </w:tcPr>
          <w:p w:rsidR="00CD1627" w:rsidRPr="0077595A" w:rsidRDefault="00CD1627">
            <w:pPr>
              <w:pStyle w:val="Tekstkomentarza"/>
              <w:jc w:val="center"/>
            </w:pPr>
            <w:r w:rsidRPr="0077595A">
              <w:t>1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2</w:t>
            </w:r>
          </w:p>
        </w:tc>
        <w:tc>
          <w:tcPr>
            <w:tcW w:w="1275" w:type="dxa"/>
          </w:tcPr>
          <w:p w:rsidR="00CD1627" w:rsidRPr="0077595A" w:rsidRDefault="00CD1627">
            <w:pPr>
              <w:jc w:val="center"/>
            </w:pPr>
            <w:r w:rsidRPr="0077595A">
              <w:t>3</w:t>
            </w:r>
          </w:p>
        </w:tc>
        <w:tc>
          <w:tcPr>
            <w:tcW w:w="1276" w:type="dxa"/>
          </w:tcPr>
          <w:p w:rsidR="00CD1627" w:rsidRPr="0077595A" w:rsidRDefault="00CD1627">
            <w:pPr>
              <w:jc w:val="center"/>
            </w:pPr>
            <w:r w:rsidRPr="0077595A">
              <w:t>4</w:t>
            </w:r>
          </w:p>
        </w:tc>
        <w:tc>
          <w:tcPr>
            <w:tcW w:w="1060" w:type="dxa"/>
          </w:tcPr>
          <w:p w:rsidR="00CD1627" w:rsidRPr="0077595A" w:rsidRDefault="00CD1627">
            <w:pPr>
              <w:jc w:val="center"/>
            </w:pPr>
            <w:r w:rsidRPr="0077595A">
              <w:t>5</w:t>
            </w:r>
          </w:p>
        </w:tc>
      </w:tr>
    </w:tbl>
    <w:p w:rsidR="00CD1627" w:rsidRPr="0077595A" w:rsidRDefault="00CD1627">
      <w:pPr>
        <w:pStyle w:val="Nagwek3"/>
      </w:pPr>
      <w:bookmarkStart w:id="4" w:name="_Toc471213520"/>
      <w:r w:rsidRPr="0077595A">
        <w:t>Ogólna ocena kandydata</w:t>
      </w:r>
      <w:bookmarkEnd w:id="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3402"/>
      </w:tblGrid>
      <w:tr w:rsidR="00CD1627" w:rsidRPr="0077595A">
        <w:tc>
          <w:tcPr>
            <w:tcW w:w="1488" w:type="dxa"/>
          </w:tcPr>
          <w:p w:rsidR="00CD1627" w:rsidRPr="0077595A" w:rsidRDefault="00311A45">
            <w:r w:rsidRPr="0077595A">
              <w:t>Wybitny</w:t>
            </w:r>
          </w:p>
          <w:p w:rsidR="00CD1627" w:rsidRPr="0077595A" w:rsidRDefault="00311A45">
            <w:r w:rsidRPr="0077595A">
              <w:t>Dobry</w:t>
            </w:r>
          </w:p>
          <w:p w:rsidR="00CD1627" w:rsidRPr="0077595A" w:rsidRDefault="00311A45">
            <w:r w:rsidRPr="0077595A">
              <w:t>Bardzo dobry</w:t>
            </w:r>
          </w:p>
          <w:p w:rsidR="00CD1627" w:rsidRPr="0077595A" w:rsidRDefault="00311A45">
            <w:r w:rsidRPr="0077595A">
              <w:t>Przeciętny</w:t>
            </w:r>
          </w:p>
          <w:p w:rsidR="00CD1627" w:rsidRPr="0077595A" w:rsidRDefault="00CD1627">
            <w:r w:rsidRPr="0077595A">
              <w:t xml:space="preserve">Do odrzucenia </w:t>
            </w:r>
          </w:p>
        </w:tc>
        <w:tc>
          <w:tcPr>
            <w:tcW w:w="3402" w:type="dxa"/>
          </w:tcPr>
          <w:p w:rsidR="00CD1627" w:rsidRPr="0077595A" w:rsidRDefault="00CD1627">
            <w:r w:rsidRPr="0077595A">
              <w:t>...............................................................</w:t>
            </w:r>
          </w:p>
          <w:p w:rsidR="00CD1627" w:rsidRPr="0077595A" w:rsidRDefault="00CD1627">
            <w:r w:rsidRPr="0077595A">
              <w:t>...............................................................</w:t>
            </w:r>
          </w:p>
          <w:p w:rsidR="00CD1627" w:rsidRPr="0077595A" w:rsidRDefault="00CD1627">
            <w:r w:rsidRPr="0077595A">
              <w:t>...............................................................</w:t>
            </w:r>
          </w:p>
          <w:p w:rsidR="00CD1627" w:rsidRPr="0077595A" w:rsidRDefault="00CD1627">
            <w:r w:rsidRPr="0077595A">
              <w:t>...............................................................</w:t>
            </w:r>
          </w:p>
          <w:p w:rsidR="00CD1627" w:rsidRPr="0077595A" w:rsidRDefault="00CD1627">
            <w:r w:rsidRPr="0077595A">
              <w:t>...............................................................</w:t>
            </w:r>
          </w:p>
        </w:tc>
      </w:tr>
    </w:tbl>
    <w:p w:rsidR="00CD1627" w:rsidRPr="0077595A" w:rsidRDefault="00CD1627">
      <w:pPr>
        <w:pStyle w:val="Nagwek3"/>
      </w:pPr>
      <w:bookmarkStart w:id="5" w:name="_Toc471213521"/>
      <w:r w:rsidRPr="0077595A">
        <w:t>Decyzja</w:t>
      </w:r>
      <w:bookmarkEnd w:id="5"/>
    </w:p>
    <w:p w:rsidR="00CD1627" w:rsidRPr="0077595A" w:rsidRDefault="00CD1627">
      <w:r w:rsidRPr="0077595A">
        <w:t xml:space="preserve">Skierowanie </w:t>
      </w:r>
      <w:r w:rsidR="00311A45" w:rsidRPr="0077595A">
        <w:t>na szkolenie podstawowe</w:t>
      </w:r>
      <w:r w:rsidR="00CC1417" w:rsidRPr="0077595A">
        <w:t>:</w:t>
      </w:r>
      <w:r w:rsidR="00311A45" w:rsidRPr="0077595A">
        <w:t xml:space="preserve"> TAK/NIE</w:t>
      </w:r>
    </w:p>
    <w:p w:rsidR="00CD1627" w:rsidRPr="0077595A" w:rsidRDefault="00CD1627">
      <w:pPr>
        <w:pStyle w:val="Nagwek2"/>
      </w:pPr>
      <w:r w:rsidRPr="0077595A">
        <w:br w:type="page"/>
      </w:r>
      <w:bookmarkStart w:id="6" w:name="_Toc471213522"/>
      <w:r w:rsidRPr="0077595A">
        <w:lastRenderedPageBreak/>
        <w:t>List z odpowiedzią odmowną</w:t>
      </w:r>
      <w:bookmarkEnd w:id="6"/>
    </w:p>
    <w:p w:rsidR="00CD1627" w:rsidRPr="0077595A" w:rsidRDefault="00CD1627">
      <w:pPr>
        <w:rPr>
          <w:rStyle w:val="pogrubienie"/>
        </w:rPr>
      </w:pPr>
      <w:r w:rsidRPr="0077595A">
        <w:rPr>
          <w:rStyle w:val="pogrubienie"/>
        </w:rPr>
        <w:t>List powinien składać się z trzech części:</w:t>
      </w:r>
    </w:p>
    <w:p w:rsidR="00CD1627" w:rsidRPr="0077595A" w:rsidRDefault="00CD1627">
      <w:pPr>
        <w:numPr>
          <w:ilvl w:val="0"/>
          <w:numId w:val="2"/>
        </w:numPr>
      </w:pPr>
      <w:r w:rsidRPr="0077595A">
        <w:t>Podziękowanie za zainteresowanie ofertą i udział w procesie selekcji.</w:t>
      </w:r>
    </w:p>
    <w:p w:rsidR="00CD1627" w:rsidRPr="0077595A" w:rsidRDefault="00CD1627">
      <w:pPr>
        <w:numPr>
          <w:ilvl w:val="0"/>
          <w:numId w:val="2"/>
        </w:numPr>
      </w:pPr>
      <w:r w:rsidRPr="0077595A">
        <w:t>Przedstawienie powodu odrzucenia kandydata.</w:t>
      </w:r>
    </w:p>
    <w:p w:rsidR="00CD1627" w:rsidRPr="0077595A" w:rsidRDefault="00CD1627">
      <w:pPr>
        <w:numPr>
          <w:ilvl w:val="0"/>
          <w:numId w:val="2"/>
        </w:numPr>
      </w:pPr>
      <w:r w:rsidRPr="0077595A">
        <w:t>Pozytywne zakończenie.</w:t>
      </w:r>
    </w:p>
    <w:p w:rsidR="00CD1627" w:rsidRPr="0077595A" w:rsidRDefault="00CD1627"/>
    <w:p w:rsidR="00CD1627" w:rsidRPr="0077595A" w:rsidRDefault="00CD1627">
      <w:pPr>
        <w:rPr>
          <w:rStyle w:val="pogrubienie"/>
        </w:rPr>
      </w:pPr>
      <w:r w:rsidRPr="0077595A">
        <w:rPr>
          <w:rStyle w:val="pogrubienie"/>
        </w:rPr>
        <w:t>Szanowny Panie</w:t>
      </w:r>
      <w:r w:rsidR="006C08C6" w:rsidRPr="0077595A">
        <w:rPr>
          <w:rStyle w:val="pogrubienie"/>
        </w:rPr>
        <w:t>!</w:t>
      </w:r>
    </w:p>
    <w:p w:rsidR="00CD1627" w:rsidRPr="0077595A" w:rsidRDefault="00CD1627">
      <w:r w:rsidRPr="0077595A">
        <w:t xml:space="preserve">Chcielibyśmy bardzo podziękować Panu za zainteresowanie naszą ofertą pracy na stanowisku </w:t>
      </w:r>
      <w:r w:rsidR="00DE4823" w:rsidRPr="0077595A">
        <w:t>przedstawiciel</w:t>
      </w:r>
      <w:r w:rsidR="00AA7641" w:rsidRPr="0077595A">
        <w:t>a</w:t>
      </w:r>
      <w:r w:rsidR="00DE4823" w:rsidRPr="0077595A">
        <w:t xml:space="preserve"> handlow</w:t>
      </w:r>
      <w:r w:rsidR="00AA7641" w:rsidRPr="0077595A">
        <w:t>ego</w:t>
      </w:r>
      <w:r w:rsidRPr="0077595A">
        <w:t>. Dziękujemy za z</w:t>
      </w:r>
      <w:r w:rsidR="00311A45" w:rsidRPr="0077595A">
        <w:t>aangażowanie i poświęcony czas.</w:t>
      </w:r>
    </w:p>
    <w:p w:rsidR="00CD1627" w:rsidRPr="0077595A" w:rsidRDefault="00CD1627">
      <w:r w:rsidRPr="0077595A">
        <w:t xml:space="preserve">Przykro nam, ale obecnie nie możemy zaproponować stanowiska, które odpowiadałoby Pana </w:t>
      </w:r>
      <w:r w:rsidR="00311A45" w:rsidRPr="0077595A">
        <w:t>wykształceniu i umiejętnościom.</w:t>
      </w:r>
    </w:p>
    <w:p w:rsidR="00CD1627" w:rsidRPr="0077595A" w:rsidRDefault="00CD1627">
      <w:r w:rsidRPr="0077595A">
        <w:t>Życzymy sukcesów i wyrażamy nadzieję, że Pana plany związane ze zmianą pracy będą mogły być zrealizowane w inny, korzystny dla Pan</w:t>
      </w:r>
      <w:r w:rsidR="00D81584" w:rsidRPr="0077595A">
        <w:t>a</w:t>
      </w:r>
      <w:r w:rsidRPr="0077595A">
        <w:t xml:space="preserve"> sposób.</w:t>
      </w:r>
    </w:p>
    <w:p w:rsidR="00CD1627" w:rsidRPr="0077595A" w:rsidRDefault="00CD1627"/>
    <w:p w:rsidR="00CD1627" w:rsidRPr="0077595A" w:rsidRDefault="00311A45">
      <w:pPr>
        <w:jc w:val="right"/>
      </w:pPr>
      <w:r w:rsidRPr="0077595A">
        <w:t>Z poważaniem</w:t>
      </w:r>
    </w:p>
    <w:p w:rsidR="00CD1627" w:rsidRPr="0077595A" w:rsidRDefault="00CD1627">
      <w:pPr>
        <w:jc w:val="right"/>
      </w:pPr>
      <w:r w:rsidRPr="0077595A">
        <w:t>Jan Kowalski</w:t>
      </w:r>
    </w:p>
    <w:p w:rsidR="00CD1627" w:rsidRPr="0077595A" w:rsidRDefault="00471B95">
      <w:pPr>
        <w:jc w:val="right"/>
      </w:pPr>
      <w:r>
        <w:t>M</w:t>
      </w:r>
      <w:r w:rsidR="00CD1627" w:rsidRPr="0077595A">
        <w:t xml:space="preserve">enedżer </w:t>
      </w:r>
      <w:r w:rsidR="00A56851" w:rsidRPr="0077595A">
        <w:t xml:space="preserve">sprzedaży </w:t>
      </w:r>
      <w:r w:rsidR="00CD1627" w:rsidRPr="0077595A">
        <w:t>XYZ</w:t>
      </w:r>
    </w:p>
    <w:p w:rsidR="00CD1627" w:rsidRPr="0077595A" w:rsidRDefault="00CD1627">
      <w:pPr>
        <w:pStyle w:val="Nagwek2"/>
      </w:pPr>
      <w:r w:rsidRPr="0077595A">
        <w:br w:type="page"/>
      </w:r>
      <w:bookmarkStart w:id="7" w:name="_Toc471213523"/>
      <w:r w:rsidRPr="0077595A">
        <w:lastRenderedPageBreak/>
        <w:t>Pytania podstawowe do kandydata</w:t>
      </w:r>
      <w:bookmarkEnd w:id="7"/>
    </w:p>
    <w:p w:rsidR="00CD1627" w:rsidRPr="0077595A" w:rsidRDefault="00CD1627">
      <w:pPr>
        <w:numPr>
          <w:ilvl w:val="0"/>
          <w:numId w:val="4"/>
        </w:numPr>
      </w:pPr>
      <w:r w:rsidRPr="0077595A">
        <w:t>Dlaczego złoży</w:t>
      </w:r>
      <w:r w:rsidR="00372DBA" w:rsidRPr="0077595A">
        <w:t>ł</w:t>
      </w:r>
      <w:r w:rsidRPr="0077595A">
        <w:t xml:space="preserve"> Pan </w:t>
      </w:r>
      <w:r w:rsidR="008539D7" w:rsidRPr="0077595A">
        <w:t xml:space="preserve">(złożyła Pani) </w:t>
      </w:r>
      <w:r w:rsidRPr="0077595A">
        <w:t>aplikację na to stanowisko?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>Jeżeli Pan</w:t>
      </w:r>
      <w:r w:rsidR="003F1233" w:rsidRPr="0077595A">
        <w:t xml:space="preserve"> (Pani)</w:t>
      </w:r>
      <w:r w:rsidRPr="0077595A">
        <w:t xml:space="preserve"> pracuje to:</w:t>
      </w:r>
    </w:p>
    <w:p w:rsidR="00CD1627" w:rsidRPr="0077595A" w:rsidRDefault="00CD1627">
      <w:pPr>
        <w:numPr>
          <w:ilvl w:val="0"/>
          <w:numId w:val="3"/>
        </w:numPr>
      </w:pPr>
      <w:r w:rsidRPr="0077595A">
        <w:t>Co sprawia Panu</w:t>
      </w:r>
      <w:r w:rsidR="00FD168C" w:rsidRPr="0077595A">
        <w:t xml:space="preserve"> (Pani)</w:t>
      </w:r>
      <w:r w:rsidRPr="0077595A">
        <w:t xml:space="preserve"> największą przyjemność w pracy?</w:t>
      </w:r>
    </w:p>
    <w:p w:rsidR="00CD1627" w:rsidRPr="0077595A" w:rsidRDefault="00CD1627">
      <w:pPr>
        <w:numPr>
          <w:ilvl w:val="0"/>
          <w:numId w:val="3"/>
        </w:numPr>
      </w:pPr>
      <w:r w:rsidRPr="0077595A">
        <w:t xml:space="preserve">Co sprawia Panu </w:t>
      </w:r>
      <w:r w:rsidR="00FD168C" w:rsidRPr="0077595A">
        <w:t xml:space="preserve">(Pani) </w:t>
      </w:r>
      <w:r w:rsidRPr="0077595A">
        <w:t>największe problemy?</w:t>
      </w:r>
    </w:p>
    <w:p w:rsidR="00CD1627" w:rsidRPr="0077595A" w:rsidRDefault="00CD1627">
      <w:pPr>
        <w:numPr>
          <w:ilvl w:val="0"/>
          <w:numId w:val="3"/>
        </w:numPr>
      </w:pPr>
      <w:r w:rsidRPr="0077595A">
        <w:t xml:space="preserve">Jaki był Pana </w:t>
      </w:r>
      <w:r w:rsidR="00FD168C" w:rsidRPr="0077595A">
        <w:t xml:space="preserve">(Pani) </w:t>
      </w:r>
      <w:r w:rsidRPr="0077595A">
        <w:t>największy sukces zawodowy i dlaczego?</w:t>
      </w:r>
    </w:p>
    <w:p w:rsidR="00CD1627" w:rsidRPr="0077595A" w:rsidRDefault="00CD1627">
      <w:pPr>
        <w:numPr>
          <w:ilvl w:val="0"/>
          <w:numId w:val="3"/>
        </w:numPr>
      </w:pPr>
      <w:r w:rsidRPr="0077595A">
        <w:t>Jaka była Pana</w:t>
      </w:r>
      <w:r w:rsidR="00FD168C" w:rsidRPr="0077595A">
        <w:t xml:space="preserve"> (Pani)</w:t>
      </w:r>
      <w:r w:rsidRPr="0077595A">
        <w:t xml:space="preserve"> największa porażka zawodowa i dlaczego?</w:t>
      </w:r>
    </w:p>
    <w:p w:rsidR="00CD1627" w:rsidRPr="0077595A" w:rsidRDefault="00CD1627">
      <w:pPr>
        <w:numPr>
          <w:ilvl w:val="0"/>
          <w:numId w:val="3"/>
        </w:numPr>
      </w:pPr>
      <w:r w:rsidRPr="0077595A">
        <w:t>Dlaczego myśli Pan</w:t>
      </w:r>
      <w:r w:rsidR="00F92025" w:rsidRPr="0077595A">
        <w:t xml:space="preserve"> (Pani)</w:t>
      </w:r>
      <w:r w:rsidRPr="0077595A">
        <w:t xml:space="preserve"> o zmianie pracy?</w:t>
      </w:r>
    </w:p>
    <w:p w:rsidR="00CD1627" w:rsidRPr="0077595A" w:rsidRDefault="00CD1627">
      <w:pPr>
        <w:numPr>
          <w:ilvl w:val="0"/>
          <w:numId w:val="3"/>
        </w:numPr>
      </w:pPr>
      <w:r w:rsidRPr="0077595A">
        <w:t>Jeżeli obecnie Pan</w:t>
      </w:r>
      <w:r w:rsidR="00B54F3E" w:rsidRPr="0077595A">
        <w:t xml:space="preserve"> (Pani)</w:t>
      </w:r>
      <w:r w:rsidRPr="0077595A">
        <w:t xml:space="preserve"> nie pracuje, to czy ubiegał się Pan </w:t>
      </w:r>
      <w:r w:rsidR="001F24E4" w:rsidRPr="0077595A">
        <w:t xml:space="preserve">(ubiegała się Pani) </w:t>
      </w:r>
      <w:r w:rsidRPr="0077595A">
        <w:t>o jakąkolwiek pracę od momentu zakończenia poprzedniej pracy</w:t>
      </w:r>
      <w:r w:rsidR="00EA3733" w:rsidRPr="0077595A">
        <w:t xml:space="preserve">? Jeżeli </w:t>
      </w:r>
      <w:r w:rsidR="004C1B11" w:rsidRPr="0077595A">
        <w:t>tak</w:t>
      </w:r>
      <w:r w:rsidR="00EA3733" w:rsidRPr="0077595A">
        <w:t>,</w:t>
      </w:r>
      <w:r w:rsidRPr="0077595A">
        <w:t xml:space="preserve"> to gdzie?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>Jakie cechy</w:t>
      </w:r>
      <w:r w:rsidR="006D5F53" w:rsidRPr="0077595A">
        <w:t xml:space="preserve"> (</w:t>
      </w:r>
      <w:r w:rsidRPr="0077595A">
        <w:t>zachowania</w:t>
      </w:r>
      <w:r w:rsidR="006D5F53" w:rsidRPr="0077595A">
        <w:t>)</w:t>
      </w:r>
      <w:r w:rsidRPr="0077595A">
        <w:t xml:space="preserve"> innych ludzi najbardziej Pana </w:t>
      </w:r>
      <w:r w:rsidR="00A406BC" w:rsidRPr="0077595A">
        <w:t xml:space="preserve">(Panią) </w:t>
      </w:r>
      <w:r w:rsidRPr="0077595A">
        <w:t>irytują?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>Jakie cechy</w:t>
      </w:r>
      <w:r w:rsidR="00E00D06" w:rsidRPr="0077595A">
        <w:t xml:space="preserve"> (</w:t>
      </w:r>
      <w:r w:rsidRPr="0077595A">
        <w:t>zachowania</w:t>
      </w:r>
      <w:r w:rsidR="00E00D06" w:rsidRPr="0077595A">
        <w:t>)</w:t>
      </w:r>
      <w:r w:rsidRPr="0077595A">
        <w:t xml:space="preserve"> innych ludzi najbardziej </w:t>
      </w:r>
      <w:r w:rsidR="00E00D06" w:rsidRPr="0077595A">
        <w:t xml:space="preserve">Panu </w:t>
      </w:r>
      <w:r w:rsidR="001E05D1" w:rsidRPr="0077595A">
        <w:t xml:space="preserve">(Pani) </w:t>
      </w:r>
      <w:r w:rsidRPr="0077595A">
        <w:t>imponują?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>Ile godzin tygodniowo może</w:t>
      </w:r>
      <w:r w:rsidR="008B792F" w:rsidRPr="0077595A">
        <w:t xml:space="preserve"> (</w:t>
      </w:r>
      <w:r w:rsidRPr="0077595A">
        <w:t>chce</w:t>
      </w:r>
      <w:r w:rsidR="008B792F" w:rsidRPr="0077595A">
        <w:t>)</w:t>
      </w:r>
      <w:r w:rsidRPr="0077595A">
        <w:t xml:space="preserve"> Pan </w:t>
      </w:r>
      <w:r w:rsidR="0044150D" w:rsidRPr="0077595A">
        <w:t xml:space="preserve">(Pani) </w:t>
      </w:r>
      <w:r w:rsidRPr="0077595A">
        <w:t>poświęcać na pracę zawodową?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>Ile godzin tygodniowo może</w:t>
      </w:r>
      <w:r w:rsidR="002A46D3" w:rsidRPr="0077595A">
        <w:t xml:space="preserve"> (</w:t>
      </w:r>
      <w:r w:rsidRPr="0077595A">
        <w:t>chce</w:t>
      </w:r>
      <w:r w:rsidR="002A46D3" w:rsidRPr="0077595A">
        <w:t>)</w:t>
      </w:r>
      <w:r w:rsidRPr="0077595A">
        <w:t xml:space="preserve"> Pan </w:t>
      </w:r>
      <w:r w:rsidR="00201FB8" w:rsidRPr="0077595A">
        <w:t xml:space="preserve">(Pani) </w:t>
      </w:r>
      <w:r w:rsidRPr="0077595A">
        <w:t>poświęcać dla rodziny?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Czy Pana </w:t>
      </w:r>
      <w:r w:rsidR="000D0C12" w:rsidRPr="0077595A">
        <w:t xml:space="preserve">(Pani) </w:t>
      </w:r>
      <w:r w:rsidRPr="0077595A">
        <w:t xml:space="preserve">współmałżonek będzie akceptować Pana </w:t>
      </w:r>
      <w:r w:rsidR="000D0C12" w:rsidRPr="0077595A">
        <w:t xml:space="preserve">(Pani) </w:t>
      </w:r>
      <w:r w:rsidRPr="0077595A">
        <w:t>nieobecność w domu popołudniami i wieczorami?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W jakich godzinach nie może Pan </w:t>
      </w:r>
      <w:r w:rsidR="0051019D" w:rsidRPr="0077595A">
        <w:t xml:space="preserve">(Pani) </w:t>
      </w:r>
      <w:r w:rsidRPr="0077595A">
        <w:t>pracować zawodowo?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Czy woli Pan </w:t>
      </w:r>
      <w:r w:rsidR="00900A21" w:rsidRPr="0077595A">
        <w:t xml:space="preserve">(Pani) </w:t>
      </w:r>
      <w:r w:rsidRPr="0077595A">
        <w:t>pracować w grupie</w:t>
      </w:r>
      <w:r w:rsidR="006F5A49" w:rsidRPr="0077595A">
        <w:t>,</w:t>
      </w:r>
      <w:r w:rsidRPr="0077595A">
        <w:t xml:space="preserve"> czy też samodzielnie? Proszę uzasadnić dlaczego</w:t>
      </w:r>
      <w:r w:rsidR="004945BC" w:rsidRPr="0077595A">
        <w:t>.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Czy dotychczas przemawiał Pan </w:t>
      </w:r>
      <w:r w:rsidR="00C81FAA" w:rsidRPr="0077595A">
        <w:t xml:space="preserve">(przemawiała Pani) </w:t>
      </w:r>
      <w:r w:rsidRPr="0077595A">
        <w:t>do grupy słuchaczy (np. kilkunastu)?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Czy może Pan </w:t>
      </w:r>
      <w:r w:rsidR="00C219E2" w:rsidRPr="0077595A">
        <w:t xml:space="preserve">(Pani) </w:t>
      </w:r>
      <w:r w:rsidRPr="0077595A">
        <w:t xml:space="preserve">powiedzieć o sobie, że jest </w:t>
      </w:r>
      <w:r w:rsidR="00E641E2" w:rsidRPr="0077595A">
        <w:t xml:space="preserve">Pan </w:t>
      </w:r>
      <w:r w:rsidR="007D2F7F" w:rsidRPr="0077595A">
        <w:t xml:space="preserve">(Pani) </w:t>
      </w:r>
      <w:r w:rsidRPr="0077595A">
        <w:t>typem przywódcy?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Jak czuje się Pan </w:t>
      </w:r>
      <w:r w:rsidR="00480503" w:rsidRPr="0077595A">
        <w:t xml:space="preserve">(Pani) </w:t>
      </w:r>
      <w:r w:rsidRPr="0077595A">
        <w:t>w towarzystwie obcych ludzi?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W jaki sposób reaguje Pan </w:t>
      </w:r>
      <w:r w:rsidR="00396351" w:rsidRPr="0077595A">
        <w:t xml:space="preserve">(Pani) </w:t>
      </w:r>
      <w:r w:rsidRPr="0077595A">
        <w:t>na agresję ze strony innych ludzi?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Jakie są Pana </w:t>
      </w:r>
      <w:r w:rsidR="00C748D3" w:rsidRPr="0077595A">
        <w:t xml:space="preserve">(Pani) </w:t>
      </w:r>
      <w:r w:rsidRPr="0077595A">
        <w:t>mocne strony?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Jakie są Pana </w:t>
      </w:r>
      <w:r w:rsidR="00C81FD0" w:rsidRPr="0077595A">
        <w:t>(Pani)</w:t>
      </w:r>
      <w:r w:rsidR="00C81FD0" w:rsidRPr="0077595A" w:rsidDel="00C720C2">
        <w:t xml:space="preserve"> </w:t>
      </w:r>
      <w:r w:rsidR="00C720C2" w:rsidRPr="0077595A">
        <w:t xml:space="preserve">słabe </w:t>
      </w:r>
      <w:r w:rsidRPr="0077595A">
        <w:t>strony?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Co uważa Pan </w:t>
      </w:r>
      <w:r w:rsidR="00F17E6B" w:rsidRPr="0077595A">
        <w:t xml:space="preserve">(Pani) </w:t>
      </w:r>
      <w:r w:rsidRPr="0077595A">
        <w:t>za swój największy życiowy sukces?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>Co zrobił Pan</w:t>
      </w:r>
      <w:r w:rsidR="00664C64" w:rsidRPr="0077595A">
        <w:t xml:space="preserve"> (zrobiła Pani)</w:t>
      </w:r>
      <w:r w:rsidR="00D60EDB" w:rsidRPr="0077595A">
        <w:t>,</w:t>
      </w:r>
      <w:r w:rsidRPr="0077595A">
        <w:t xml:space="preserve"> aby zrealizować swoje cele</w:t>
      </w:r>
      <w:r w:rsidR="00A22BFC" w:rsidRPr="0077595A">
        <w:t xml:space="preserve"> (</w:t>
      </w:r>
      <w:r w:rsidRPr="0077595A">
        <w:t>marzenia</w:t>
      </w:r>
      <w:r w:rsidR="007062A4" w:rsidRPr="0077595A">
        <w:t>)</w:t>
      </w:r>
      <w:r w:rsidRPr="0077595A">
        <w:t>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Jaki cel zawodowy chciałby Pan </w:t>
      </w:r>
      <w:r w:rsidR="00171DB3" w:rsidRPr="0077595A">
        <w:t xml:space="preserve">(chciałaby Pani) </w:t>
      </w:r>
      <w:r w:rsidRPr="0077595A">
        <w:t>osiągnąć w tym roku?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Jaki cel zawodowy chciałby Pan </w:t>
      </w:r>
      <w:r w:rsidR="000375AA" w:rsidRPr="0077595A">
        <w:t xml:space="preserve">(chciałaby Pani) </w:t>
      </w:r>
      <w:r w:rsidRPr="0077595A">
        <w:t>osiągnąć w ciągu najbliższych 5 lat?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>Czy te cele są możliwe do osiągnięcia przez Pana</w:t>
      </w:r>
      <w:r w:rsidR="00323760" w:rsidRPr="0077595A">
        <w:t xml:space="preserve"> (Panią)</w:t>
      </w:r>
      <w:r w:rsidRPr="0077595A">
        <w:t>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Jeżeli TAK, to ile i jak intensywnie będzie Pan musiał </w:t>
      </w:r>
      <w:r w:rsidR="00694129" w:rsidRPr="0077595A">
        <w:t xml:space="preserve">(Pani musiała) </w:t>
      </w:r>
      <w:r w:rsidRPr="0077595A">
        <w:t>pracować, aby osiągnąć te cele?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Czy ma </w:t>
      </w:r>
      <w:r w:rsidR="001F4005" w:rsidRPr="0077595A">
        <w:t xml:space="preserve">Pan </w:t>
      </w:r>
      <w:r w:rsidR="00C409BE" w:rsidRPr="0077595A">
        <w:t xml:space="preserve">(Pani) </w:t>
      </w:r>
      <w:r w:rsidRPr="0077595A">
        <w:t>jakieś hobby</w:t>
      </w:r>
      <w:r w:rsidR="001F4005" w:rsidRPr="0077595A">
        <w:t xml:space="preserve">? Jeżeli </w:t>
      </w:r>
      <w:r w:rsidR="003854EB" w:rsidRPr="0077595A">
        <w:t>tak</w:t>
      </w:r>
      <w:r w:rsidR="001F4005" w:rsidRPr="0077595A">
        <w:t>,</w:t>
      </w:r>
      <w:r w:rsidRPr="0077595A">
        <w:t xml:space="preserve"> to jakie?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Jak spędza Pan </w:t>
      </w:r>
      <w:r w:rsidR="00DE5DA4" w:rsidRPr="0077595A">
        <w:t xml:space="preserve">(Pani) </w:t>
      </w:r>
      <w:r w:rsidRPr="0077595A">
        <w:t>swój czas wolny?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>Czy uprawia Pan</w:t>
      </w:r>
      <w:r w:rsidR="00523EBE" w:rsidRPr="0077595A">
        <w:t xml:space="preserve"> (Pani) lub </w:t>
      </w:r>
      <w:r w:rsidRPr="0077595A">
        <w:t>uprawiał</w:t>
      </w:r>
      <w:r w:rsidR="00523EBE" w:rsidRPr="0077595A">
        <w:t xml:space="preserve"> (uprawiała)</w:t>
      </w:r>
      <w:r w:rsidR="00523EBE" w:rsidRPr="0077595A" w:rsidDel="00491283">
        <w:t xml:space="preserve"> </w:t>
      </w:r>
      <w:r w:rsidRPr="0077595A">
        <w:t>kiedykolwiek jakieś sporty?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Czy działa Pan </w:t>
      </w:r>
      <w:r w:rsidR="00603DB6" w:rsidRPr="0077595A">
        <w:t xml:space="preserve">(Pani) </w:t>
      </w:r>
      <w:r w:rsidRPr="0077595A">
        <w:t>w jakichkolwiek organizacjach młodzieżowych, politycznych, samorządowych lub stowarzyszeniach?</w:t>
      </w:r>
    </w:p>
    <w:p w:rsidR="00CD1627" w:rsidRPr="0077595A" w:rsidRDefault="00CD1627">
      <w:pPr>
        <w:numPr>
          <w:ilvl w:val="0"/>
          <w:numId w:val="4"/>
        </w:numPr>
      </w:pPr>
      <w:r w:rsidRPr="0077595A">
        <w:t xml:space="preserve">Czego oczekuje Pan </w:t>
      </w:r>
      <w:r w:rsidR="00820DC7" w:rsidRPr="0077595A">
        <w:t xml:space="preserve">(Pani) </w:t>
      </w:r>
      <w:r w:rsidRPr="0077595A">
        <w:t>od pracy w firmie</w:t>
      </w:r>
      <w:r w:rsidR="009935C1" w:rsidRPr="0077595A">
        <w:t xml:space="preserve"> </w:t>
      </w:r>
      <w:r w:rsidRPr="0077595A">
        <w:t>............?</w:t>
      </w:r>
    </w:p>
    <w:p w:rsidR="00CD1627" w:rsidRPr="0077595A" w:rsidRDefault="00CD1627">
      <w:pPr>
        <w:pStyle w:val="Nagwek2"/>
      </w:pPr>
      <w:r w:rsidRPr="0077595A">
        <w:rPr>
          <w:rFonts w:ascii="Times New Roman" w:hAnsi="Times New Roman"/>
          <w:sz w:val="20"/>
        </w:rPr>
        <w:br w:type="page"/>
      </w:r>
      <w:bookmarkStart w:id="8" w:name="_Toc471213524"/>
      <w:r w:rsidRPr="0077595A">
        <w:lastRenderedPageBreak/>
        <w:t>Arkusz pytań dodatkowych</w:t>
      </w:r>
      <w:bookmarkEnd w:id="8"/>
    </w:p>
    <w:p w:rsidR="00CD1627" w:rsidRPr="0077595A" w:rsidRDefault="00CD1627">
      <w:pPr>
        <w:numPr>
          <w:ilvl w:val="0"/>
          <w:numId w:val="33"/>
        </w:numPr>
      </w:pPr>
      <w:r w:rsidRPr="0077595A">
        <w:t>W jaki sposób Pana</w:t>
      </w:r>
      <w:r w:rsidR="0044575F" w:rsidRPr="0077595A">
        <w:t xml:space="preserve"> (Pani)</w:t>
      </w:r>
      <w:r w:rsidRPr="0077595A">
        <w:t xml:space="preserve"> zdaniem handlowiec zdobywa klientów?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33"/>
        </w:numPr>
      </w:pPr>
      <w:r w:rsidRPr="0077595A">
        <w:t xml:space="preserve">Jak zamierza </w:t>
      </w:r>
      <w:r w:rsidR="00B92B37" w:rsidRPr="0077595A">
        <w:t>Pan</w:t>
      </w:r>
      <w:r w:rsidR="001641A9" w:rsidRPr="0077595A">
        <w:t xml:space="preserve"> (Pani)</w:t>
      </w:r>
      <w:r w:rsidR="00B92B37" w:rsidRPr="0077595A">
        <w:t xml:space="preserve"> </w:t>
      </w:r>
      <w:r w:rsidRPr="0077595A">
        <w:t>pozyskać potencjalnych klientów?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r w:rsidRPr="0077595A">
        <w:t>Jak Pana</w:t>
      </w:r>
      <w:r w:rsidR="008615A7" w:rsidRPr="0077595A">
        <w:t xml:space="preserve"> (Pani)</w:t>
      </w:r>
      <w:r w:rsidRPr="0077595A">
        <w:t xml:space="preserve"> zdaniem można umawiać spotk</w:t>
      </w:r>
      <w:r w:rsidR="00311A45" w:rsidRPr="0077595A">
        <w:t>ania z potencjalnymi klientami?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33"/>
        </w:numPr>
      </w:pPr>
      <w:r w:rsidRPr="0077595A">
        <w:t>Jak Pan</w:t>
      </w:r>
      <w:r w:rsidR="004118A5" w:rsidRPr="0077595A">
        <w:t xml:space="preserve"> (Pani)</w:t>
      </w:r>
      <w:r w:rsidRPr="0077595A">
        <w:t xml:space="preserve"> sądzi</w:t>
      </w:r>
      <w:r w:rsidR="00F056FF" w:rsidRPr="0077595A">
        <w:t>,</w:t>
      </w:r>
      <w:r w:rsidRPr="0077595A">
        <w:t xml:space="preserve"> z jakich etapów składa się rozmowa handlowa u klienta?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33"/>
        </w:numPr>
      </w:pPr>
      <w:r w:rsidRPr="0077595A">
        <w:t>Proszę powiedzieć</w:t>
      </w:r>
      <w:r w:rsidR="00E30774" w:rsidRPr="0077595A">
        <w:t>,</w:t>
      </w:r>
      <w:r w:rsidRPr="0077595A">
        <w:t xml:space="preserve"> w jaki sposób będzie Pan</w:t>
      </w:r>
      <w:r w:rsidR="008E058A" w:rsidRPr="0077595A">
        <w:t xml:space="preserve"> (Pani)</w:t>
      </w:r>
      <w:r w:rsidRPr="0077595A">
        <w:t xml:space="preserve"> uzyskiwać polecenia?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33"/>
        </w:numPr>
      </w:pPr>
      <w:r w:rsidRPr="0077595A">
        <w:t>Na czym Pana</w:t>
      </w:r>
      <w:r w:rsidR="001D5FAB" w:rsidRPr="0077595A">
        <w:t xml:space="preserve"> (Pani)</w:t>
      </w:r>
      <w:r w:rsidRPr="0077595A">
        <w:t xml:space="preserve"> zdaniem polega obsługa klienta?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pStyle w:val="Nagwek2"/>
      </w:pPr>
      <w:r w:rsidRPr="0077595A">
        <w:rPr>
          <w:rFonts w:ascii="Times New Roman" w:hAnsi="Times New Roman"/>
          <w:sz w:val="20"/>
        </w:rPr>
        <w:br w:type="page"/>
      </w:r>
      <w:bookmarkStart w:id="9" w:name="_Toc471213525"/>
      <w:r w:rsidRPr="0077595A">
        <w:lastRenderedPageBreak/>
        <w:t>Ankieta dla handlowca</w:t>
      </w:r>
      <w:bookmarkEnd w:id="9"/>
    </w:p>
    <w:p w:rsidR="00CD1627" w:rsidRPr="0077595A" w:rsidRDefault="00CD1627">
      <w:r w:rsidRPr="0077595A">
        <w:t>Celem niniejszej ankiety jest pozyskanie informacji niezbędnych do przygotowania najbardziej optymalnego programu szkolenia.</w:t>
      </w:r>
    </w:p>
    <w:p w:rsidR="00CD1627" w:rsidRPr="0077595A" w:rsidRDefault="00CD1627">
      <w:r w:rsidRPr="0077595A">
        <w:t>Ankieta jest całkowicie anonimowa</w:t>
      </w:r>
      <w:r w:rsidR="00CB1A0F" w:rsidRPr="0077595A">
        <w:t>.</w:t>
      </w:r>
    </w:p>
    <w:p w:rsidR="00CD1627" w:rsidRPr="0077595A" w:rsidRDefault="00311A45">
      <w:pPr>
        <w:numPr>
          <w:ilvl w:val="0"/>
          <w:numId w:val="91"/>
        </w:numPr>
      </w:pPr>
      <w:r w:rsidRPr="0077595A">
        <w:t>Na czym polega Pana</w:t>
      </w:r>
      <w:r w:rsidR="00BD0025" w:rsidRPr="0077595A">
        <w:t xml:space="preserve"> (</w:t>
      </w:r>
      <w:r w:rsidRPr="0077595A">
        <w:t>Pani</w:t>
      </w:r>
      <w:r w:rsidR="00BD0025" w:rsidRPr="0077595A">
        <w:t>)</w:t>
      </w:r>
      <w:r w:rsidRPr="0077595A">
        <w:t xml:space="preserve"> praca?</w:t>
      </w:r>
    </w:p>
    <w:p w:rsidR="00CD1627" w:rsidRPr="0077595A" w:rsidRDefault="00CD1627">
      <w:pPr>
        <w:rPr>
          <w:rStyle w:val="wyrnienie"/>
        </w:rPr>
      </w:pPr>
      <w:r w:rsidRPr="0077595A">
        <w:rPr>
          <w:rStyle w:val="wyrnienie"/>
        </w:rPr>
        <w:t>(proszę opisać w kilku zdaniach)</w:t>
      </w:r>
    </w:p>
    <w:p w:rsidR="00CD1627" w:rsidRPr="0077595A" w:rsidRDefault="00CD1627">
      <w:r w:rsidRPr="0077595A">
        <w:t>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91"/>
        </w:numPr>
      </w:pPr>
      <w:r w:rsidRPr="0077595A">
        <w:t>Czy przed przystąpieniem do wykonywania swoich obowiązków odbył Pan</w:t>
      </w:r>
      <w:r w:rsidR="00E47923" w:rsidRPr="0077595A">
        <w:t xml:space="preserve"> (odbyła Pani)</w:t>
      </w:r>
      <w:r w:rsidRPr="0077595A">
        <w:t xml:space="preserve"> szkolenie wstępne? Jeżeli tak, to w jakim zakresie</w:t>
      </w:r>
      <w:r w:rsidR="003F60AB" w:rsidRPr="0077595A">
        <w:t>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1559"/>
      </w:tblGrid>
      <w:tr w:rsidR="00CD1627" w:rsidRPr="0077595A">
        <w:tc>
          <w:tcPr>
            <w:tcW w:w="1630" w:type="dxa"/>
          </w:tcPr>
          <w:p w:rsidR="00CD1627" w:rsidRPr="0077595A" w:rsidRDefault="00CD1627">
            <w:r w:rsidRPr="0077595A">
              <w:t>Tak □</w:t>
            </w:r>
          </w:p>
        </w:tc>
        <w:tc>
          <w:tcPr>
            <w:tcW w:w="1559" w:type="dxa"/>
          </w:tcPr>
          <w:p w:rsidR="00CD1627" w:rsidRPr="0077595A" w:rsidRDefault="00CD1627">
            <w:r w:rsidRPr="0077595A">
              <w:t>Nie □</w:t>
            </w:r>
          </w:p>
        </w:tc>
      </w:tr>
    </w:tbl>
    <w:p w:rsidR="00CD1627" w:rsidRPr="0077595A" w:rsidRDefault="00CD1627">
      <w:r w:rsidRPr="0077595A">
        <w:t>.............................................................................................................................</w:t>
      </w:r>
    </w:p>
    <w:p w:rsidR="00CD1627" w:rsidRPr="0077595A" w:rsidRDefault="00782745">
      <w:pPr>
        <w:numPr>
          <w:ilvl w:val="0"/>
          <w:numId w:val="91"/>
        </w:numPr>
      </w:pPr>
      <w:r w:rsidRPr="0077595A">
        <w:t xml:space="preserve">Proszę </w:t>
      </w:r>
      <w:r w:rsidR="00CD1627" w:rsidRPr="0077595A">
        <w:t>określić</w:t>
      </w:r>
      <w:r w:rsidR="001E149E" w:rsidRPr="0077595A">
        <w:t>,</w:t>
      </w:r>
      <w:r w:rsidR="00CD1627" w:rsidRPr="0077595A">
        <w:t xml:space="preserve"> jakie umiejętności w wykonywanej przez Pan</w:t>
      </w:r>
      <w:r w:rsidR="003F25FC" w:rsidRPr="0077595A">
        <w:t>a (</w:t>
      </w:r>
      <w:r w:rsidR="00CD1627" w:rsidRPr="0077595A">
        <w:t>Panią</w:t>
      </w:r>
      <w:r w:rsidR="003F25FC" w:rsidRPr="0077595A">
        <w:t>)</w:t>
      </w:r>
      <w:r w:rsidR="00CD1627" w:rsidRPr="0077595A">
        <w:t xml:space="preserve"> pracy są najbardziej użyteczne</w:t>
      </w:r>
      <w:r w:rsidR="009357F7" w:rsidRPr="0077595A">
        <w:t>,</w:t>
      </w:r>
      <w:r w:rsidR="00CD1627" w:rsidRPr="0077595A">
        <w:t xml:space="preserve"> oraz </w:t>
      </w:r>
      <w:r w:rsidR="009250CB" w:rsidRPr="0077595A">
        <w:t xml:space="preserve">podać </w:t>
      </w:r>
      <w:r w:rsidR="00CD1627" w:rsidRPr="0077595A">
        <w:t>stopień</w:t>
      </w:r>
      <w:r w:rsidR="00BF505F" w:rsidRPr="0077595A">
        <w:t>,</w:t>
      </w:r>
      <w:r w:rsidR="00CD1627" w:rsidRPr="0077595A">
        <w:t xml:space="preserve"> w jakim Pan</w:t>
      </w:r>
      <w:r w:rsidR="009250CB" w:rsidRPr="0077595A">
        <w:t xml:space="preserve"> (</w:t>
      </w:r>
      <w:r w:rsidR="00CD1627" w:rsidRPr="0077595A">
        <w:t>Pani</w:t>
      </w:r>
      <w:r w:rsidR="009250CB" w:rsidRPr="0077595A">
        <w:t>)</w:t>
      </w:r>
      <w:r w:rsidR="00CD1627" w:rsidRPr="0077595A">
        <w:t xml:space="preserve"> je posiada. </w:t>
      </w:r>
      <w:r w:rsidR="00C9383F" w:rsidRPr="0077595A">
        <w:t>Z wykorzystaniem</w:t>
      </w:r>
      <w:r w:rsidR="00CD1627" w:rsidRPr="0077595A">
        <w:t xml:space="preserve"> skali od 1 do 5 proszę oznaczyć ważność umiejętności </w:t>
      </w:r>
      <w:r w:rsidR="004360A5" w:rsidRPr="0077595A">
        <w:t xml:space="preserve">i stopień jej posiadania </w:t>
      </w:r>
      <w:r w:rsidR="004A0D95" w:rsidRPr="0077595A">
        <w:t>(</w:t>
      </w:r>
      <w:r w:rsidR="00CD1627" w:rsidRPr="0077595A">
        <w:t xml:space="preserve">1 — najmniej istotne, </w:t>
      </w:r>
      <w:r w:rsidR="00635B51" w:rsidRPr="0077595A">
        <w:t xml:space="preserve">posiadam najmniej; </w:t>
      </w:r>
      <w:r w:rsidR="00CD1627" w:rsidRPr="0077595A">
        <w:t>5 — najistotn</w:t>
      </w:r>
      <w:r w:rsidR="004A0D95" w:rsidRPr="0077595A">
        <w:t>iejsz</w:t>
      </w:r>
      <w:r w:rsidR="00CD1627" w:rsidRPr="0077595A">
        <w:t>e</w:t>
      </w:r>
      <w:r w:rsidR="00635B51" w:rsidRPr="0077595A">
        <w:t>, posiadam najmniej</w:t>
      </w:r>
      <w:r w:rsidR="004A0D95" w:rsidRPr="0077595A">
        <w:t>)</w:t>
      </w:r>
      <w:r w:rsidR="00CD1627" w:rsidRPr="0077595A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20"/>
        <w:gridCol w:w="1893"/>
        <w:gridCol w:w="1893"/>
      </w:tblGrid>
      <w:tr w:rsidR="00CD1627" w:rsidRPr="0077595A">
        <w:trPr>
          <w:cantSplit/>
          <w:trHeight w:val="430"/>
        </w:trPr>
        <w:tc>
          <w:tcPr>
            <w:tcW w:w="5420" w:type="dxa"/>
          </w:tcPr>
          <w:p w:rsidR="00CD1627" w:rsidRPr="0077595A" w:rsidRDefault="00CD1627">
            <w:pPr>
              <w:jc w:val="center"/>
              <w:rPr>
                <w:rStyle w:val="pogrubienie"/>
              </w:rPr>
            </w:pPr>
            <w:r w:rsidRPr="0077595A">
              <w:rPr>
                <w:rStyle w:val="pogrubienie"/>
              </w:rPr>
              <w:t>Umiejętność</w:t>
            </w:r>
          </w:p>
        </w:tc>
        <w:tc>
          <w:tcPr>
            <w:tcW w:w="1893" w:type="dxa"/>
          </w:tcPr>
          <w:p w:rsidR="00CD1627" w:rsidRPr="0077595A" w:rsidRDefault="00CD1627">
            <w:pPr>
              <w:jc w:val="center"/>
              <w:rPr>
                <w:rStyle w:val="pogrubienie"/>
              </w:rPr>
            </w:pPr>
            <w:r w:rsidRPr="0077595A">
              <w:rPr>
                <w:rStyle w:val="pogrubienie"/>
              </w:rPr>
              <w:t>Ważność</w:t>
            </w:r>
          </w:p>
        </w:tc>
        <w:tc>
          <w:tcPr>
            <w:tcW w:w="1893" w:type="dxa"/>
          </w:tcPr>
          <w:p w:rsidR="00CD1627" w:rsidRPr="0077595A" w:rsidRDefault="00CD1627">
            <w:pPr>
              <w:jc w:val="center"/>
              <w:rPr>
                <w:rStyle w:val="pogrubienie"/>
              </w:rPr>
            </w:pPr>
            <w:r w:rsidRPr="0077595A">
              <w:rPr>
                <w:rStyle w:val="pogrubienie"/>
              </w:rPr>
              <w:t>Stopień posiadania</w:t>
            </w:r>
          </w:p>
        </w:tc>
      </w:tr>
      <w:tr w:rsidR="00CD1627" w:rsidRPr="0077595A">
        <w:trPr>
          <w:cantSplit/>
          <w:trHeight w:val="430"/>
        </w:trPr>
        <w:tc>
          <w:tcPr>
            <w:tcW w:w="5420" w:type="dxa"/>
          </w:tcPr>
          <w:p w:rsidR="00CD1627" w:rsidRPr="0077595A" w:rsidRDefault="00CD1627">
            <w:r w:rsidRPr="0077595A">
              <w:t>Wiedza produktowa</w:t>
            </w:r>
          </w:p>
        </w:tc>
        <w:tc>
          <w:tcPr>
            <w:tcW w:w="1893" w:type="dxa"/>
          </w:tcPr>
          <w:p w:rsidR="00CD1627" w:rsidRPr="0077595A" w:rsidRDefault="00CD1627"/>
        </w:tc>
        <w:tc>
          <w:tcPr>
            <w:tcW w:w="1893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5420" w:type="dxa"/>
          </w:tcPr>
          <w:p w:rsidR="00CD1627" w:rsidRPr="0077595A" w:rsidRDefault="00CD1627">
            <w:r w:rsidRPr="0077595A">
              <w:t>Organizacja pracy własnej</w:t>
            </w:r>
          </w:p>
        </w:tc>
        <w:tc>
          <w:tcPr>
            <w:tcW w:w="1893" w:type="dxa"/>
          </w:tcPr>
          <w:p w:rsidR="00CD1627" w:rsidRPr="0077595A" w:rsidRDefault="00CD1627"/>
        </w:tc>
        <w:tc>
          <w:tcPr>
            <w:tcW w:w="1893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5420" w:type="dxa"/>
          </w:tcPr>
          <w:p w:rsidR="00CD1627" w:rsidRPr="0077595A" w:rsidRDefault="00CD1627">
            <w:r w:rsidRPr="0077595A">
              <w:t xml:space="preserve">Umiejętność przekonywania </w:t>
            </w:r>
          </w:p>
        </w:tc>
        <w:tc>
          <w:tcPr>
            <w:tcW w:w="1893" w:type="dxa"/>
          </w:tcPr>
          <w:p w:rsidR="00CD1627" w:rsidRPr="0077595A" w:rsidRDefault="00CD1627"/>
        </w:tc>
        <w:tc>
          <w:tcPr>
            <w:tcW w:w="1893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5420" w:type="dxa"/>
          </w:tcPr>
          <w:p w:rsidR="00CD1627" w:rsidRPr="0077595A" w:rsidRDefault="00CD1627">
            <w:r w:rsidRPr="0077595A">
              <w:t xml:space="preserve">Spolegliwość </w:t>
            </w:r>
          </w:p>
        </w:tc>
        <w:tc>
          <w:tcPr>
            <w:tcW w:w="1893" w:type="dxa"/>
          </w:tcPr>
          <w:p w:rsidR="00CD1627" w:rsidRPr="0077595A" w:rsidRDefault="00CD1627"/>
        </w:tc>
        <w:tc>
          <w:tcPr>
            <w:tcW w:w="1893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5420" w:type="dxa"/>
          </w:tcPr>
          <w:p w:rsidR="00CD1627" w:rsidRPr="0077595A" w:rsidRDefault="00CD1627">
            <w:r w:rsidRPr="0077595A">
              <w:t>Zdecydowanie</w:t>
            </w:r>
          </w:p>
        </w:tc>
        <w:tc>
          <w:tcPr>
            <w:tcW w:w="1893" w:type="dxa"/>
          </w:tcPr>
          <w:p w:rsidR="00CD1627" w:rsidRPr="0077595A" w:rsidRDefault="00CD1627"/>
        </w:tc>
        <w:tc>
          <w:tcPr>
            <w:tcW w:w="1893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5420" w:type="dxa"/>
          </w:tcPr>
          <w:p w:rsidR="00CD1627" w:rsidRPr="0077595A" w:rsidRDefault="00CD1627">
            <w:r w:rsidRPr="0077595A">
              <w:t xml:space="preserve">Sprzedaż </w:t>
            </w:r>
            <w:r w:rsidR="008236AB" w:rsidRPr="0077595A">
              <w:t>„</w:t>
            </w:r>
            <w:r w:rsidRPr="0077595A">
              <w:t xml:space="preserve">agresywna” </w:t>
            </w:r>
          </w:p>
        </w:tc>
        <w:tc>
          <w:tcPr>
            <w:tcW w:w="1893" w:type="dxa"/>
          </w:tcPr>
          <w:p w:rsidR="00CD1627" w:rsidRPr="0077595A" w:rsidRDefault="00CD1627"/>
        </w:tc>
        <w:tc>
          <w:tcPr>
            <w:tcW w:w="1893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5420" w:type="dxa"/>
          </w:tcPr>
          <w:p w:rsidR="00CD1627" w:rsidRPr="0077595A" w:rsidRDefault="00CD1627">
            <w:r w:rsidRPr="0077595A">
              <w:t>Radzenie sobie z obiekcjami klientów</w:t>
            </w:r>
          </w:p>
        </w:tc>
        <w:tc>
          <w:tcPr>
            <w:tcW w:w="1893" w:type="dxa"/>
          </w:tcPr>
          <w:p w:rsidR="00CD1627" w:rsidRPr="0077595A" w:rsidRDefault="00CD1627"/>
        </w:tc>
        <w:tc>
          <w:tcPr>
            <w:tcW w:w="1893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5420" w:type="dxa"/>
          </w:tcPr>
          <w:p w:rsidR="00CD1627" w:rsidRPr="0077595A" w:rsidRDefault="00CD1627">
            <w:r w:rsidRPr="0077595A">
              <w:t xml:space="preserve">Spokój i opanowanie </w:t>
            </w:r>
          </w:p>
        </w:tc>
        <w:tc>
          <w:tcPr>
            <w:tcW w:w="1893" w:type="dxa"/>
          </w:tcPr>
          <w:p w:rsidR="00CD1627" w:rsidRPr="0077595A" w:rsidRDefault="00CD1627"/>
        </w:tc>
        <w:tc>
          <w:tcPr>
            <w:tcW w:w="1893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5420" w:type="dxa"/>
          </w:tcPr>
          <w:p w:rsidR="00CD1627" w:rsidRPr="0077595A" w:rsidRDefault="00CD1627">
            <w:r w:rsidRPr="0077595A">
              <w:t xml:space="preserve">Kultura osobista </w:t>
            </w:r>
          </w:p>
        </w:tc>
        <w:tc>
          <w:tcPr>
            <w:tcW w:w="1893" w:type="dxa"/>
          </w:tcPr>
          <w:p w:rsidR="00CD1627" w:rsidRPr="0077595A" w:rsidRDefault="00CD1627"/>
        </w:tc>
        <w:tc>
          <w:tcPr>
            <w:tcW w:w="1893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5420" w:type="dxa"/>
          </w:tcPr>
          <w:p w:rsidR="00CD1627" w:rsidRPr="0077595A" w:rsidRDefault="00CD1627">
            <w:r w:rsidRPr="0077595A">
              <w:t xml:space="preserve">Entuzjazm i zaangażowanie </w:t>
            </w:r>
          </w:p>
        </w:tc>
        <w:tc>
          <w:tcPr>
            <w:tcW w:w="1893" w:type="dxa"/>
          </w:tcPr>
          <w:p w:rsidR="00CD1627" w:rsidRPr="0077595A" w:rsidRDefault="00CD1627"/>
        </w:tc>
        <w:tc>
          <w:tcPr>
            <w:tcW w:w="1893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5420" w:type="dxa"/>
          </w:tcPr>
          <w:p w:rsidR="00CD1627" w:rsidRPr="0077595A" w:rsidRDefault="00CD1627">
            <w:r w:rsidRPr="0077595A">
              <w:t xml:space="preserve">Wiedza o kliencie </w:t>
            </w:r>
          </w:p>
        </w:tc>
        <w:tc>
          <w:tcPr>
            <w:tcW w:w="1893" w:type="dxa"/>
          </w:tcPr>
          <w:p w:rsidR="00CD1627" w:rsidRPr="0077595A" w:rsidRDefault="00CD1627"/>
        </w:tc>
        <w:tc>
          <w:tcPr>
            <w:tcW w:w="1893" w:type="dxa"/>
          </w:tcPr>
          <w:p w:rsidR="00CD1627" w:rsidRPr="0077595A" w:rsidRDefault="00CD1627"/>
        </w:tc>
      </w:tr>
    </w:tbl>
    <w:p w:rsidR="00CD1627" w:rsidRPr="0077595A" w:rsidRDefault="00CD1627">
      <w:pPr>
        <w:numPr>
          <w:ilvl w:val="0"/>
          <w:numId w:val="91"/>
        </w:numPr>
      </w:pPr>
      <w:r w:rsidRPr="0077595A">
        <w:t>Czy wolałby Pan</w:t>
      </w:r>
      <w:r w:rsidR="00FE253A" w:rsidRPr="0077595A">
        <w:t xml:space="preserve"> (wolałaby Pani)</w:t>
      </w:r>
      <w:r w:rsidRPr="0077595A">
        <w:t xml:space="preserve"> pracować</w:t>
      </w:r>
      <w:r w:rsidR="007E27B2" w:rsidRPr="0077595A">
        <w:t>,</w:t>
      </w:r>
      <w:r w:rsidRPr="0077595A">
        <w:t xml:space="preserve"> korzystając z:</w:t>
      </w:r>
    </w:p>
    <w:p w:rsidR="00CD1627" w:rsidRPr="0077595A" w:rsidRDefault="00CD1627">
      <w:pPr>
        <w:rPr>
          <w:rStyle w:val="wyrnienie"/>
        </w:rPr>
      </w:pPr>
      <w:r w:rsidRPr="0077595A">
        <w:rPr>
          <w:rStyle w:val="wyrnienie"/>
        </w:rPr>
        <w:t>(proszę zakreślić właściwą odpowiedź)</w:t>
      </w:r>
    </w:p>
    <w:p w:rsidR="00CD1627" w:rsidRPr="0077595A" w:rsidRDefault="00FD7206">
      <w:pPr>
        <w:numPr>
          <w:ilvl w:val="0"/>
          <w:numId w:val="92"/>
        </w:numPr>
      </w:pPr>
      <w:r w:rsidRPr="0077595A">
        <w:t xml:space="preserve">gotowych </w:t>
      </w:r>
      <w:r w:rsidR="00CD1627" w:rsidRPr="0077595A">
        <w:t>wzorców, zasad i schematów postępowania</w:t>
      </w:r>
      <w:r w:rsidR="001C1EFB" w:rsidRPr="0077595A">
        <w:t>,</w:t>
      </w:r>
    </w:p>
    <w:p w:rsidR="00CD1627" w:rsidRPr="0077595A" w:rsidRDefault="00FD7206">
      <w:pPr>
        <w:numPr>
          <w:ilvl w:val="0"/>
          <w:numId w:val="92"/>
        </w:numPr>
      </w:pPr>
      <w:r w:rsidRPr="0077595A">
        <w:t xml:space="preserve">własnej </w:t>
      </w:r>
      <w:r w:rsidR="00CD1627" w:rsidRPr="0077595A">
        <w:t>intuicji, wyczucia, zdrowego rozsądku oraz doświadczenia</w:t>
      </w:r>
      <w:r w:rsidR="0011155B" w:rsidRPr="0077595A">
        <w:t>.</w:t>
      </w:r>
    </w:p>
    <w:p w:rsidR="00CD1627" w:rsidRPr="0077595A" w:rsidRDefault="00CD1627">
      <w:pPr>
        <w:numPr>
          <w:ilvl w:val="0"/>
          <w:numId w:val="91"/>
        </w:numPr>
      </w:pPr>
      <w:r w:rsidRPr="0077595A">
        <w:t xml:space="preserve">Której z umiejętności </w:t>
      </w:r>
      <w:r w:rsidR="00CE35E9" w:rsidRPr="0077595A">
        <w:t xml:space="preserve">wymienionych </w:t>
      </w:r>
      <w:r w:rsidRPr="0077595A">
        <w:t>w punkcie 3</w:t>
      </w:r>
      <w:r w:rsidR="00ED066F" w:rsidRPr="0077595A">
        <w:t>.</w:t>
      </w:r>
      <w:r w:rsidRPr="0077595A">
        <w:t xml:space="preserve"> (tabela) nadałby Pan</w:t>
      </w:r>
      <w:r w:rsidR="00221779" w:rsidRPr="0077595A">
        <w:t xml:space="preserve"> (nadałaby Pani)</w:t>
      </w:r>
      <w:r w:rsidRPr="0077595A">
        <w:t xml:space="preserve"> charakter priorytetowy</w:t>
      </w:r>
      <w:r w:rsidR="00353342" w:rsidRPr="0077595A">
        <w:t>,</w:t>
      </w:r>
      <w:r w:rsidRPr="0077595A">
        <w:t xml:space="preserve"> mając możliwość udoskonalenia jej i wykorzystania w pracy</w:t>
      </w:r>
      <w:r w:rsidR="005500FF" w:rsidRPr="0077595A">
        <w:t>?</w:t>
      </w:r>
    </w:p>
    <w:p w:rsidR="00CD1627" w:rsidRPr="0077595A" w:rsidRDefault="00CD1627">
      <w:pPr>
        <w:numPr>
          <w:ilvl w:val="0"/>
          <w:numId w:val="91"/>
        </w:numPr>
      </w:pPr>
      <w:r w:rsidRPr="0077595A">
        <w:t>Proszę wyobrazić sobie następującą sytuację:</w:t>
      </w:r>
    </w:p>
    <w:p w:rsidR="00CD1627" w:rsidRPr="0077595A" w:rsidRDefault="00CD1627">
      <w:r w:rsidRPr="0077595A">
        <w:t>„Klient na spotkaniu sprzedażowym z przedstawicielem firmy X</w:t>
      </w:r>
      <w:r w:rsidR="00BF403D" w:rsidRPr="0077595A">
        <w:t>,</w:t>
      </w:r>
      <w:r w:rsidRPr="0077595A">
        <w:t xml:space="preserve"> zachęcony </w:t>
      </w:r>
      <w:r w:rsidR="00BF403D" w:rsidRPr="0077595A">
        <w:t>prezentacją produktu,</w:t>
      </w:r>
      <w:r w:rsidRPr="0077595A">
        <w:t xml:space="preserve"> postanawia skorzystać z usług danej firmy. Następnego dnia oddzwania do przedstawiciela i informuje, że to był zakup pod wpływem emocji i rezygnuje</w:t>
      </w:r>
      <w:r w:rsidR="005D42C5" w:rsidRPr="0077595A">
        <w:t>,</w:t>
      </w:r>
      <w:r w:rsidRPr="0077595A">
        <w:t xml:space="preserve"> nie chcąc w tym momencie rozmawiać dalej”</w:t>
      </w:r>
      <w:r w:rsidR="005D42C5" w:rsidRPr="0077595A">
        <w:t>.</w:t>
      </w:r>
    </w:p>
    <w:p w:rsidR="00CD1627" w:rsidRPr="0077595A" w:rsidRDefault="00CD1627">
      <w:r w:rsidRPr="0077595A">
        <w:lastRenderedPageBreak/>
        <w:t xml:space="preserve">Jakie rozwiązanie, biorąc pod uwagę potrzebę pozyskania klienta, zaproponowałby </w:t>
      </w:r>
      <w:r w:rsidR="00D92043" w:rsidRPr="0077595A">
        <w:t>Pan</w:t>
      </w:r>
      <w:r w:rsidR="00363F4B" w:rsidRPr="0077595A">
        <w:t xml:space="preserve"> (zaproponowałaby Pani)</w:t>
      </w:r>
      <w:r w:rsidR="00D92043" w:rsidRPr="0077595A">
        <w:t xml:space="preserve"> </w:t>
      </w:r>
      <w:r w:rsidRPr="0077595A">
        <w:t>w tej sytuacji?</w:t>
      </w:r>
    </w:p>
    <w:p w:rsidR="00CD1627" w:rsidRPr="0077595A" w:rsidRDefault="00CD1627">
      <w:r w:rsidRPr="0077595A">
        <w:t>...................................................................................................</w:t>
      </w:r>
      <w:r w:rsidR="00311A45" w:rsidRPr="0077595A">
        <w:t>...............................</w:t>
      </w:r>
    </w:p>
    <w:p w:rsidR="00CD1627" w:rsidRPr="0077595A" w:rsidRDefault="00CD1627">
      <w:pPr>
        <w:numPr>
          <w:ilvl w:val="0"/>
          <w:numId w:val="91"/>
        </w:numPr>
      </w:pPr>
      <w:r w:rsidRPr="0077595A">
        <w:t>Preferuje Pan</w:t>
      </w:r>
      <w:r w:rsidR="00EF3D92" w:rsidRPr="0077595A">
        <w:t xml:space="preserve"> (</w:t>
      </w:r>
      <w:r w:rsidRPr="0077595A">
        <w:t>Pani</w:t>
      </w:r>
      <w:r w:rsidR="00EF3D92" w:rsidRPr="0077595A">
        <w:t>)</w:t>
      </w:r>
      <w:r w:rsidRPr="0077595A">
        <w:t xml:space="preserve"> sposób pozyskiwania klient</w:t>
      </w:r>
      <w:r w:rsidR="00311A45" w:rsidRPr="0077595A">
        <w:t>ów:</w:t>
      </w:r>
    </w:p>
    <w:p w:rsidR="00CD1627" w:rsidRPr="0077595A" w:rsidRDefault="00CD1627">
      <w:pPr>
        <w:rPr>
          <w:rStyle w:val="wyrnienie"/>
        </w:rPr>
      </w:pPr>
      <w:r w:rsidRPr="0077595A">
        <w:rPr>
          <w:rStyle w:val="wyrnienie"/>
        </w:rPr>
        <w:t>(proszę zakreślić właściwą odpowiedź)</w:t>
      </w:r>
    </w:p>
    <w:p w:rsidR="00CD1627" w:rsidRPr="0077595A" w:rsidRDefault="00311A45">
      <w:pPr>
        <w:numPr>
          <w:ilvl w:val="0"/>
          <w:numId w:val="93"/>
        </w:numPr>
      </w:pPr>
      <w:r w:rsidRPr="0077595A">
        <w:t>przez telefon</w:t>
      </w:r>
      <w:r w:rsidR="00456173" w:rsidRPr="0077595A">
        <w:t>,</w:t>
      </w:r>
    </w:p>
    <w:p w:rsidR="00CD1627" w:rsidRPr="0077595A" w:rsidRDefault="00CD1627">
      <w:pPr>
        <w:numPr>
          <w:ilvl w:val="0"/>
          <w:numId w:val="93"/>
        </w:numPr>
      </w:pPr>
      <w:r w:rsidRPr="0077595A">
        <w:t>w kontakcie bezpośrednim</w:t>
      </w:r>
      <w:r w:rsidR="00456173" w:rsidRPr="0077595A">
        <w:t>.</w:t>
      </w:r>
    </w:p>
    <w:p w:rsidR="00CD1627" w:rsidRPr="0077595A" w:rsidRDefault="00CD1627">
      <w:pPr>
        <w:pStyle w:val="Nagwek3"/>
      </w:pPr>
      <w:bookmarkStart w:id="10" w:name="_Toc471213526"/>
      <w:r w:rsidRPr="0077595A">
        <w:t>Ankieta wywiadu dla trenera</w:t>
      </w:r>
      <w:bookmarkEnd w:id="10"/>
    </w:p>
    <w:p w:rsidR="00CD1627" w:rsidRPr="0077595A" w:rsidRDefault="00CD1627">
      <w:pPr>
        <w:numPr>
          <w:ilvl w:val="0"/>
          <w:numId w:val="94"/>
        </w:numPr>
      </w:pPr>
      <w:r w:rsidRPr="0077595A">
        <w:t>Które zadania sprawiają Panu</w:t>
      </w:r>
      <w:r w:rsidR="00923CC4" w:rsidRPr="0077595A">
        <w:t xml:space="preserve"> (</w:t>
      </w:r>
      <w:r w:rsidRPr="0077595A">
        <w:t>Pani</w:t>
      </w:r>
      <w:r w:rsidR="00923CC4" w:rsidRPr="0077595A">
        <w:t>)</w:t>
      </w:r>
      <w:r w:rsidRPr="0077595A">
        <w:t xml:space="preserve"> najwięcej trudności i dlaczego?</w:t>
      </w:r>
    </w:p>
    <w:p w:rsidR="00CD1627" w:rsidRPr="0077595A" w:rsidRDefault="00CD1627">
      <w:r w:rsidRPr="0077595A">
        <w:t>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94"/>
        </w:numPr>
      </w:pPr>
      <w:r w:rsidRPr="0077595A">
        <w:t>Co Pana</w:t>
      </w:r>
      <w:r w:rsidR="00F728DD" w:rsidRPr="0077595A">
        <w:t xml:space="preserve"> (</w:t>
      </w:r>
      <w:r w:rsidRPr="0077595A">
        <w:t>Panią</w:t>
      </w:r>
      <w:r w:rsidR="0076552F" w:rsidRPr="0077595A">
        <w:t>)</w:t>
      </w:r>
      <w:r w:rsidRPr="0077595A">
        <w:t xml:space="preserve"> najbardziej motywuje w wykonywaniu tej pracy?</w:t>
      </w:r>
    </w:p>
    <w:p w:rsidR="00CD1627" w:rsidRPr="0077595A" w:rsidRDefault="00CD1627">
      <w:r w:rsidRPr="0077595A">
        <w:t>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94"/>
        </w:numPr>
      </w:pPr>
      <w:r w:rsidRPr="0077595A">
        <w:t>Proszę przypomnieć sobie osta</w:t>
      </w:r>
      <w:r w:rsidR="00642D6D" w:rsidRPr="0077595A">
        <w:t>t</w:t>
      </w:r>
      <w:r w:rsidRPr="0077595A">
        <w:t>nie spotkanie sprzedażowe. Co zrobił Pan</w:t>
      </w:r>
      <w:r w:rsidR="00B22708" w:rsidRPr="0077595A">
        <w:t xml:space="preserve"> (zrobiła Pani)</w:t>
      </w:r>
      <w:r w:rsidRPr="0077595A">
        <w:t xml:space="preserve"> najlepiej, a </w:t>
      </w:r>
      <w:r w:rsidR="00231C75" w:rsidRPr="0077595A">
        <w:t xml:space="preserve">co </w:t>
      </w:r>
      <w:r w:rsidRPr="0077595A">
        <w:t>można by poprawić?</w:t>
      </w:r>
    </w:p>
    <w:p w:rsidR="00CD1627" w:rsidRPr="0077595A" w:rsidRDefault="00CD1627">
      <w:r w:rsidRPr="0077595A">
        <w:t>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94"/>
        </w:numPr>
      </w:pPr>
      <w:r w:rsidRPr="0077595A">
        <w:t>Większość klientów, których Pan</w:t>
      </w:r>
      <w:r w:rsidR="00E40A0A" w:rsidRPr="0077595A">
        <w:t xml:space="preserve"> (</w:t>
      </w:r>
      <w:r w:rsidRPr="0077595A">
        <w:t>Pani</w:t>
      </w:r>
      <w:r w:rsidR="00E40A0A" w:rsidRPr="0077595A">
        <w:t>)</w:t>
      </w:r>
      <w:r w:rsidRPr="0077595A">
        <w:t xml:space="preserve"> spotyka</w:t>
      </w:r>
      <w:r w:rsidR="001045A6" w:rsidRPr="0077595A">
        <w:t>,</w:t>
      </w:r>
      <w:r w:rsidRPr="0077595A">
        <w:t xml:space="preserve"> przypisał</w:t>
      </w:r>
      <w:r w:rsidR="001045A6" w:rsidRPr="0077595A">
        <w:t>by</w:t>
      </w:r>
      <w:r w:rsidRPr="0077595A">
        <w:t xml:space="preserve"> </w:t>
      </w:r>
      <w:r w:rsidR="001045A6" w:rsidRPr="0077595A">
        <w:t>Pan</w:t>
      </w:r>
      <w:r w:rsidR="006F2E1E" w:rsidRPr="0077595A">
        <w:t xml:space="preserve"> (przypisałaby Pani)</w:t>
      </w:r>
      <w:r w:rsidRPr="0077595A">
        <w:t xml:space="preserve"> do grupy</w:t>
      </w:r>
      <w:r w:rsidR="00F21B1E" w:rsidRPr="0077595A">
        <w:t>:</w:t>
      </w:r>
    </w:p>
    <w:p w:rsidR="00CD1627" w:rsidRPr="0077595A" w:rsidRDefault="00F21B1E">
      <w:pPr>
        <w:numPr>
          <w:ilvl w:val="0"/>
          <w:numId w:val="95"/>
        </w:numPr>
      </w:pPr>
      <w:r w:rsidRPr="0077595A">
        <w:t xml:space="preserve">otwarci </w:t>
      </w:r>
      <w:r w:rsidR="00311A45" w:rsidRPr="0077595A">
        <w:t xml:space="preserve">i chętnie korzystający </w:t>
      </w:r>
      <w:r w:rsidR="001F4B05" w:rsidRPr="0077595A">
        <w:t xml:space="preserve">z </w:t>
      </w:r>
      <w:r w:rsidR="00311A45" w:rsidRPr="0077595A">
        <w:t>usług</w:t>
      </w:r>
      <w:r w:rsidRPr="0077595A">
        <w:t>,</w:t>
      </w:r>
    </w:p>
    <w:p w:rsidR="00CD1627" w:rsidRPr="0077595A" w:rsidRDefault="00F21B1E">
      <w:pPr>
        <w:numPr>
          <w:ilvl w:val="0"/>
          <w:numId w:val="95"/>
        </w:numPr>
      </w:pPr>
      <w:r w:rsidRPr="0077595A">
        <w:t>wymagający,</w:t>
      </w:r>
    </w:p>
    <w:p w:rsidR="00CD1627" w:rsidRPr="0077595A" w:rsidRDefault="00F21B1E">
      <w:pPr>
        <w:numPr>
          <w:ilvl w:val="0"/>
          <w:numId w:val="95"/>
        </w:numPr>
      </w:pPr>
      <w:r w:rsidRPr="0077595A">
        <w:t>niezdecydowani,</w:t>
      </w:r>
    </w:p>
    <w:p w:rsidR="00CD1627" w:rsidRPr="0077595A" w:rsidRDefault="00CD1627">
      <w:pPr>
        <w:numPr>
          <w:ilvl w:val="0"/>
          <w:numId w:val="94"/>
        </w:numPr>
      </w:pPr>
      <w:r w:rsidRPr="0077595A">
        <w:t xml:space="preserve">Atrakcyjność ubezpieczeń pod kątem ceny i wyboru ocenia </w:t>
      </w:r>
      <w:r w:rsidR="00D43BED" w:rsidRPr="0077595A">
        <w:t xml:space="preserve">Pan (Pani) </w:t>
      </w:r>
      <w:r w:rsidRPr="0077595A">
        <w:t>na:</w:t>
      </w:r>
    </w:p>
    <w:p w:rsidR="00CD1627" w:rsidRPr="0077595A" w:rsidRDefault="00115EB3">
      <w:pPr>
        <w:numPr>
          <w:ilvl w:val="0"/>
          <w:numId w:val="96"/>
        </w:numPr>
      </w:pPr>
      <w:r w:rsidRPr="0077595A">
        <w:t>zad</w:t>
      </w:r>
      <w:r w:rsidR="00EB7313" w:rsidRPr="0077595A">
        <w:t>o</w:t>
      </w:r>
      <w:r w:rsidRPr="0077595A">
        <w:t>walającą,</w:t>
      </w:r>
    </w:p>
    <w:p w:rsidR="00CD1627" w:rsidRPr="0077595A" w:rsidRDefault="00115EB3">
      <w:pPr>
        <w:numPr>
          <w:ilvl w:val="0"/>
          <w:numId w:val="96"/>
        </w:numPr>
      </w:pPr>
      <w:r w:rsidRPr="0077595A">
        <w:t>niezadowalającą.</w:t>
      </w:r>
    </w:p>
    <w:p w:rsidR="00CD1627" w:rsidRPr="0077595A" w:rsidRDefault="00CD1627">
      <w:pPr>
        <w:pStyle w:val="Nagwek2"/>
      </w:pPr>
      <w:r w:rsidRPr="0077595A">
        <w:br w:type="page"/>
      </w:r>
      <w:bookmarkStart w:id="11" w:name="_Toc471213527"/>
      <w:r w:rsidRPr="0077595A">
        <w:lastRenderedPageBreak/>
        <w:t>Tabela porównawcza kompetencji</w:t>
      </w:r>
      <w:bookmarkEnd w:id="11"/>
    </w:p>
    <w:p w:rsidR="00CD1627" w:rsidRPr="0077595A" w:rsidRDefault="00CD1627">
      <w:pPr>
        <w:pStyle w:val="Nagwek3"/>
      </w:pPr>
      <w:bookmarkStart w:id="12" w:name="_Toc471213528"/>
      <w:r w:rsidRPr="0077595A">
        <w:t>Wersja anonimowa dla handlowców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5"/>
        <w:gridCol w:w="1571"/>
        <w:gridCol w:w="1571"/>
        <w:gridCol w:w="1569"/>
      </w:tblGrid>
      <w:tr w:rsidR="00CD1627" w:rsidRPr="0077595A">
        <w:trPr>
          <w:cantSplit/>
          <w:trHeight w:val="430"/>
        </w:trPr>
        <w:tc>
          <w:tcPr>
            <w:tcW w:w="4495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Umiejętność</w:t>
            </w:r>
          </w:p>
        </w:tc>
        <w:tc>
          <w:tcPr>
            <w:tcW w:w="1571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Ważność</w:t>
            </w:r>
          </w:p>
        </w:tc>
        <w:tc>
          <w:tcPr>
            <w:tcW w:w="1571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 xml:space="preserve">Stopień posiadania </w:t>
            </w:r>
          </w:p>
        </w:tc>
        <w:tc>
          <w:tcPr>
            <w:tcW w:w="1569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Różnica</w:t>
            </w:r>
          </w:p>
        </w:tc>
      </w:tr>
      <w:tr w:rsidR="00CD1627" w:rsidRPr="0077595A">
        <w:trPr>
          <w:cantSplit/>
          <w:trHeight w:val="430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4495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71" w:type="dxa"/>
          </w:tcPr>
          <w:p w:rsidR="00CD1627" w:rsidRPr="0077595A" w:rsidRDefault="00CD1627"/>
        </w:tc>
        <w:tc>
          <w:tcPr>
            <w:tcW w:w="1569" w:type="dxa"/>
          </w:tcPr>
          <w:p w:rsidR="00CD1627" w:rsidRPr="0077595A" w:rsidRDefault="00CD1627"/>
        </w:tc>
      </w:tr>
    </w:tbl>
    <w:p w:rsidR="00CD1627" w:rsidRPr="0077595A" w:rsidRDefault="00CD1627">
      <w:pPr>
        <w:pStyle w:val="Tekstkomentarza"/>
      </w:pPr>
    </w:p>
    <w:p w:rsidR="00CD1627" w:rsidRPr="0077595A" w:rsidRDefault="00CD1627">
      <w:pPr>
        <w:pStyle w:val="Nagwek2"/>
      </w:pPr>
      <w:r w:rsidRPr="0077595A">
        <w:br w:type="page"/>
      </w:r>
      <w:bookmarkStart w:id="13" w:name="_Toc471213529"/>
      <w:r w:rsidRPr="0077595A">
        <w:lastRenderedPageBreak/>
        <w:t>Tabela porównawcza kompetencji</w:t>
      </w:r>
      <w:bookmarkEnd w:id="13"/>
    </w:p>
    <w:p w:rsidR="00CD1627" w:rsidRPr="0077595A" w:rsidRDefault="00CD1627">
      <w:pPr>
        <w:pStyle w:val="Nagwek3"/>
      </w:pPr>
      <w:bookmarkStart w:id="14" w:name="_Toc471213530"/>
      <w:r w:rsidRPr="0077595A">
        <w:t>Wersja dla menedżera</w:t>
      </w:r>
      <w:bookmarkEnd w:id="14"/>
    </w:p>
    <w:p w:rsidR="00CD1627" w:rsidRPr="0077595A" w:rsidRDefault="00CD1627">
      <w:r w:rsidRPr="0077595A">
        <w:t>Imię i nazwisko sprzedawcy:</w:t>
      </w:r>
      <w:r w:rsidR="00DA25C0" w:rsidRPr="0077595A">
        <w:t xml:space="preserve"> </w:t>
      </w:r>
      <w:r w:rsidRPr="0077595A">
        <w:t>.....................................................................</w:t>
      </w:r>
    </w:p>
    <w:p w:rsidR="00CD1627" w:rsidRPr="0077595A" w:rsidRDefault="00CD1627">
      <w:r w:rsidRPr="0077595A">
        <w:t>Doświadczenie w sprzedaży:</w:t>
      </w:r>
      <w:r w:rsidR="008630E9" w:rsidRPr="0077595A">
        <w:t xml:space="preserve"> </w:t>
      </w:r>
      <w:r w:rsidRPr="0077595A">
        <w:t>.....................................................................</w:t>
      </w:r>
    </w:p>
    <w:p w:rsidR="00CD1627" w:rsidRPr="0077595A" w:rsidRDefault="00CD1627">
      <w:r w:rsidRPr="0077595A">
        <w:t>Staż pracy w naszej firmie:</w:t>
      </w:r>
      <w:r w:rsidR="00C97065" w:rsidRPr="0077595A">
        <w:t xml:space="preserve"> </w:t>
      </w:r>
      <w:r w:rsidRPr="0077595A">
        <w:t>........................................................................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67"/>
        <w:gridCol w:w="1012"/>
        <w:gridCol w:w="1688"/>
        <w:gridCol w:w="823"/>
        <w:gridCol w:w="213"/>
        <w:gridCol w:w="1643"/>
        <w:gridCol w:w="890"/>
        <w:gridCol w:w="160"/>
        <w:gridCol w:w="1424"/>
      </w:tblGrid>
      <w:tr w:rsidR="00CD1627" w:rsidRPr="0077595A">
        <w:trPr>
          <w:cantSplit/>
          <w:trHeight w:val="430"/>
        </w:trPr>
        <w:tc>
          <w:tcPr>
            <w:tcW w:w="1367" w:type="dxa"/>
          </w:tcPr>
          <w:p w:rsidR="00CD1627" w:rsidRPr="0077595A" w:rsidRDefault="00CD1627">
            <w:r w:rsidRPr="0077595A">
              <w:t>Umiejętność</w:t>
            </w:r>
          </w:p>
        </w:tc>
        <w:tc>
          <w:tcPr>
            <w:tcW w:w="1012" w:type="dxa"/>
          </w:tcPr>
          <w:p w:rsidR="00CD1627" w:rsidRPr="0077595A" w:rsidRDefault="00CD1627">
            <w:r w:rsidRPr="0077595A">
              <w:t>Ważność</w:t>
            </w:r>
          </w:p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>
            <w:r w:rsidRPr="0077595A">
              <w:t xml:space="preserve">Stopień posiadania wg sprzedawcy </w:t>
            </w:r>
          </w:p>
        </w:tc>
        <w:tc>
          <w:tcPr>
            <w:tcW w:w="823" w:type="dxa"/>
          </w:tcPr>
          <w:p w:rsidR="00CD1627" w:rsidRPr="0077595A" w:rsidRDefault="00CD1627">
            <w:r w:rsidRPr="0077595A">
              <w:t>Różnica</w:t>
            </w:r>
          </w:p>
        </w:tc>
        <w:tc>
          <w:tcPr>
            <w:tcW w:w="213" w:type="dxa"/>
            <w:vMerge w:val="restart"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>
            <w:r w:rsidRPr="0077595A">
              <w:t>Stopień posiadania wg menedżera</w:t>
            </w:r>
          </w:p>
        </w:tc>
        <w:tc>
          <w:tcPr>
            <w:tcW w:w="890" w:type="dxa"/>
          </w:tcPr>
          <w:p w:rsidR="00CD1627" w:rsidRPr="0077595A" w:rsidRDefault="00CD1627">
            <w:r w:rsidRPr="0077595A">
              <w:t xml:space="preserve">Różnica </w:t>
            </w:r>
          </w:p>
        </w:tc>
        <w:tc>
          <w:tcPr>
            <w:tcW w:w="160" w:type="dxa"/>
            <w:vMerge w:val="restart"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Różnica pomiędzy ocenami</w:t>
            </w:r>
          </w:p>
        </w:tc>
      </w:tr>
      <w:tr w:rsidR="00CD1627" w:rsidRPr="0077595A">
        <w:trPr>
          <w:cantSplit/>
          <w:trHeight w:val="430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>
            <w:pPr>
              <w:pStyle w:val="Tekstkomentarza"/>
            </w:pPr>
          </w:p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  <w:tr w:rsidR="00CD1627" w:rsidRPr="0077595A">
        <w:trPr>
          <w:cantSplit/>
          <w:trHeight w:val="427"/>
        </w:trPr>
        <w:tc>
          <w:tcPr>
            <w:tcW w:w="1367" w:type="dxa"/>
          </w:tcPr>
          <w:p w:rsidR="00CD1627" w:rsidRPr="0077595A" w:rsidRDefault="00CD1627"/>
        </w:tc>
        <w:tc>
          <w:tcPr>
            <w:tcW w:w="1012" w:type="dxa"/>
          </w:tcPr>
          <w:p w:rsidR="00CD1627" w:rsidRPr="0077595A" w:rsidRDefault="00CD1627"/>
        </w:tc>
        <w:tc>
          <w:tcPr>
            <w:tcW w:w="1688" w:type="dxa"/>
          </w:tcPr>
          <w:p w:rsidR="00CD1627" w:rsidRPr="0077595A" w:rsidRDefault="00CD1627"/>
        </w:tc>
        <w:tc>
          <w:tcPr>
            <w:tcW w:w="823" w:type="dxa"/>
          </w:tcPr>
          <w:p w:rsidR="00CD1627" w:rsidRPr="0077595A" w:rsidRDefault="00CD1627"/>
        </w:tc>
        <w:tc>
          <w:tcPr>
            <w:tcW w:w="213" w:type="dxa"/>
            <w:vMerge/>
          </w:tcPr>
          <w:p w:rsidR="00CD1627" w:rsidRPr="0077595A" w:rsidRDefault="00CD1627"/>
        </w:tc>
        <w:tc>
          <w:tcPr>
            <w:tcW w:w="1643" w:type="dxa"/>
          </w:tcPr>
          <w:p w:rsidR="00CD1627" w:rsidRPr="0077595A" w:rsidRDefault="00CD1627"/>
        </w:tc>
        <w:tc>
          <w:tcPr>
            <w:tcW w:w="890" w:type="dxa"/>
          </w:tcPr>
          <w:p w:rsidR="00CD1627" w:rsidRPr="0077595A" w:rsidRDefault="00CD1627"/>
        </w:tc>
        <w:tc>
          <w:tcPr>
            <w:tcW w:w="160" w:type="dxa"/>
            <w:vMerge/>
          </w:tcPr>
          <w:p w:rsidR="00CD1627" w:rsidRPr="0077595A" w:rsidRDefault="00CD1627"/>
        </w:tc>
        <w:tc>
          <w:tcPr>
            <w:tcW w:w="1424" w:type="dxa"/>
          </w:tcPr>
          <w:p w:rsidR="00CD1627" w:rsidRPr="0077595A" w:rsidRDefault="00CD1627"/>
        </w:tc>
      </w:tr>
    </w:tbl>
    <w:p w:rsidR="00CD1627" w:rsidRPr="0077595A" w:rsidRDefault="00CD1627"/>
    <w:p w:rsidR="00CD1627" w:rsidRPr="0077595A" w:rsidRDefault="00CD1627">
      <w:pPr>
        <w:pStyle w:val="Nagwek2"/>
      </w:pPr>
      <w:r w:rsidRPr="0077595A">
        <w:rPr>
          <w:rFonts w:ascii="Times New Roman" w:hAnsi="Times New Roman"/>
          <w:b/>
          <w:sz w:val="20"/>
        </w:rPr>
        <w:br w:type="page"/>
      </w:r>
      <w:bookmarkStart w:id="15" w:name="_Toc471213531"/>
      <w:r w:rsidRPr="0077595A">
        <w:lastRenderedPageBreak/>
        <w:t>Kwestionariusz dla uczestnika szkolenia</w:t>
      </w:r>
      <w:bookmarkEnd w:id="15"/>
    </w:p>
    <w:p w:rsidR="00CD1627" w:rsidRPr="0077595A" w:rsidRDefault="00CD1627">
      <w:pPr>
        <w:jc w:val="center"/>
        <w:rPr>
          <w:rStyle w:val="pogrubienie"/>
        </w:rPr>
      </w:pPr>
      <w:r w:rsidRPr="0077595A">
        <w:rPr>
          <w:rStyle w:val="pogrubienie"/>
        </w:rPr>
        <w:t>Nazwa szkolenia</w:t>
      </w:r>
    </w:p>
    <w:p w:rsidR="00CD1627" w:rsidRPr="0077595A" w:rsidRDefault="00CD1627">
      <w:r w:rsidRPr="0077595A">
        <w:t>__________________________________________________________________________________________</w:t>
      </w:r>
    </w:p>
    <w:p w:rsidR="00CD1627" w:rsidRPr="0077595A" w:rsidRDefault="00CD1627">
      <w:r w:rsidRPr="0077595A">
        <w:t>Data:</w:t>
      </w:r>
      <w:r w:rsidR="00C27664" w:rsidRPr="0077595A">
        <w:t xml:space="preserve"> </w:t>
      </w:r>
      <w:r w:rsidRPr="0077595A">
        <w:t>............................................</w:t>
      </w:r>
    </w:p>
    <w:p w:rsidR="00CD1627" w:rsidRPr="0077595A" w:rsidRDefault="00CD1627">
      <w:r w:rsidRPr="0077595A">
        <w:t>Oddział</w:t>
      </w:r>
      <w:r w:rsidR="00C27664" w:rsidRPr="0077595A">
        <w:t xml:space="preserve"> (filia)</w:t>
      </w:r>
      <w:r w:rsidRPr="0077595A">
        <w:t>:</w:t>
      </w:r>
      <w:r w:rsidR="00C27664" w:rsidRPr="0077595A">
        <w:t xml:space="preserve"> </w:t>
      </w:r>
      <w:r w:rsidRPr="0077595A">
        <w:t>.............................................</w:t>
      </w:r>
    </w:p>
    <w:p w:rsidR="00CD1627" w:rsidRPr="0077595A" w:rsidRDefault="00CD1627">
      <w:r w:rsidRPr="0077595A">
        <w:t>__________________________________________________________________________________________</w:t>
      </w:r>
    </w:p>
    <w:p w:rsidR="00CD1627" w:rsidRPr="0077595A" w:rsidRDefault="00CD1627">
      <w:pPr>
        <w:pStyle w:val="Nagwek3"/>
      </w:pPr>
      <w:bookmarkStart w:id="16" w:name="_Toc471213532"/>
      <w:r w:rsidRPr="0077595A">
        <w:t>Znaczenie szkolenia w praktyce</w:t>
      </w:r>
      <w:bookmarkEnd w:id="16"/>
    </w:p>
    <w:p w:rsidR="00CD1627" w:rsidRPr="0077595A" w:rsidRDefault="00CD1627">
      <w:pPr>
        <w:numPr>
          <w:ilvl w:val="0"/>
          <w:numId w:val="97"/>
        </w:numPr>
      </w:pPr>
      <w:r w:rsidRPr="0077595A">
        <w:t>Jakich najbardziej użytecznych informacji dostarczyło Panu (Pani) szkolenie? Proszę uzasadnić.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97"/>
        </w:numPr>
      </w:pPr>
      <w:r w:rsidRPr="0077595A">
        <w:t>Które z informacji i umiejętności nabytych w trakcie szkolenia będzie Pan (Pani) wykorzystywać w pracy?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97"/>
        </w:numPr>
      </w:pPr>
      <w:r w:rsidRPr="0077595A">
        <w:t>Które z informacji i umiejętności nabytych po pierwszym etapie szkolenia zastosował już Pan (</w:t>
      </w:r>
      <w:r w:rsidR="006C0EB3" w:rsidRPr="0077595A">
        <w:t xml:space="preserve">zastosowała </w:t>
      </w:r>
      <w:r w:rsidRPr="0077595A">
        <w:t>Pani) w pracy?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97"/>
        </w:numPr>
      </w:pPr>
      <w:r w:rsidRPr="0077595A">
        <w:t>Jakie dodatkowe informacje chciałby Pan (</w:t>
      </w:r>
      <w:r w:rsidR="000109AD" w:rsidRPr="0077595A">
        <w:t xml:space="preserve">chciałaby </w:t>
      </w:r>
      <w:r w:rsidRPr="0077595A">
        <w:t xml:space="preserve">Pani) uzyskać na szkoleniu z zakresu </w:t>
      </w:r>
      <w:r w:rsidR="00B40B9C" w:rsidRPr="0077595A">
        <w:t xml:space="preserve">X </w:t>
      </w:r>
      <w:r w:rsidRPr="0077595A">
        <w:t>lub innym szkoleniu?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pStyle w:val="Nagwek3"/>
      </w:pPr>
      <w:bookmarkStart w:id="17" w:name="_Toc471213533"/>
      <w:r w:rsidRPr="0077595A">
        <w:t>Metody kształcenia</w:t>
      </w:r>
      <w:bookmarkEnd w:id="17"/>
    </w:p>
    <w:p w:rsidR="00CD1627" w:rsidRPr="0077595A" w:rsidRDefault="00CD1627">
      <w:r w:rsidRPr="0077595A">
        <w:t xml:space="preserve">Proszę </w:t>
      </w:r>
      <w:r w:rsidR="001D11B6" w:rsidRPr="0077595A">
        <w:t>wskazać</w:t>
      </w:r>
      <w:r w:rsidRPr="0077595A">
        <w:t>, zakreślając odpowiednią cyfrę na skali</w:t>
      </w:r>
      <w:r w:rsidR="001D11B6" w:rsidRPr="0077595A">
        <w:t>,</w:t>
      </w:r>
      <w:r w:rsidRPr="0077595A">
        <w:t xml:space="preserve"> stopień skuteczności poniższych metod kształcenia </w:t>
      </w:r>
      <w:r w:rsidR="00A36475" w:rsidRPr="0077595A">
        <w:t xml:space="preserve">w Pana (Pani) </w:t>
      </w:r>
      <w:r w:rsidR="00AE043F" w:rsidRPr="0077595A">
        <w:t>przypadku</w:t>
      </w:r>
      <w:r w:rsidR="00AE043F" w:rsidRPr="0077595A" w:rsidDel="00887708">
        <w:t xml:space="preserve"> </w:t>
      </w:r>
      <w:r w:rsidRPr="0077595A">
        <w:t>(0 — metoda nie była stosowana, 1 — skuteczność znikoma, 6 — skuteczność bardzo wysoka).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923"/>
        <w:gridCol w:w="924"/>
        <w:gridCol w:w="923"/>
        <w:gridCol w:w="924"/>
        <w:gridCol w:w="924"/>
        <w:gridCol w:w="923"/>
        <w:gridCol w:w="924"/>
        <w:gridCol w:w="924"/>
      </w:tblGrid>
      <w:tr w:rsidR="00CD1627" w:rsidRPr="0077595A">
        <w:tc>
          <w:tcPr>
            <w:tcW w:w="2055" w:type="dxa"/>
          </w:tcPr>
          <w:p w:rsidR="00CD1627" w:rsidRPr="0077595A" w:rsidRDefault="00CD1627">
            <w:r w:rsidRPr="0077595A">
              <w:t>Sesje wykładowe</w:t>
            </w:r>
          </w:p>
          <w:p w:rsidR="00CD1627" w:rsidRPr="0077595A" w:rsidRDefault="00CD1627">
            <w:r w:rsidRPr="0077595A">
              <w:t>Dyskusje w grupach</w:t>
            </w:r>
          </w:p>
          <w:p w:rsidR="00CD1627" w:rsidRPr="0077595A" w:rsidRDefault="00CD1627">
            <w:r w:rsidRPr="0077595A">
              <w:t>Studia przypadków</w:t>
            </w:r>
          </w:p>
          <w:p w:rsidR="00CD1627" w:rsidRPr="0077595A" w:rsidRDefault="00CD1627">
            <w:r w:rsidRPr="0077595A">
              <w:t>Ćwiczenia praktyczne</w:t>
            </w:r>
          </w:p>
          <w:p w:rsidR="00CD1627" w:rsidRPr="0077595A" w:rsidRDefault="00CD1627">
            <w:r w:rsidRPr="0077595A">
              <w:t>Odgrywanie ról</w:t>
            </w:r>
          </w:p>
          <w:p w:rsidR="00CD1627" w:rsidRPr="0077595A" w:rsidRDefault="00CD1627">
            <w:r w:rsidRPr="0077595A">
              <w:t>Projekcje filmów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0</w:t>
            </w:r>
          </w:p>
          <w:p w:rsidR="00CD1627" w:rsidRPr="0077595A" w:rsidRDefault="00CD1627">
            <w:r w:rsidRPr="0077595A">
              <w:t>0</w:t>
            </w:r>
          </w:p>
          <w:p w:rsidR="00CD1627" w:rsidRPr="0077595A" w:rsidRDefault="00CD1627">
            <w:r w:rsidRPr="0077595A">
              <w:t>0</w:t>
            </w:r>
          </w:p>
          <w:p w:rsidR="00CD1627" w:rsidRPr="0077595A" w:rsidRDefault="00CD1627">
            <w:r w:rsidRPr="0077595A">
              <w:t>0</w:t>
            </w:r>
          </w:p>
          <w:p w:rsidR="00CD1627" w:rsidRPr="0077595A" w:rsidRDefault="00CD1627">
            <w:r w:rsidRPr="0077595A">
              <w:t>0</w:t>
            </w:r>
          </w:p>
          <w:p w:rsidR="00CD1627" w:rsidRPr="0077595A" w:rsidRDefault="00CD1627">
            <w:r w:rsidRPr="0077595A">
              <w:t>0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1</w:t>
            </w:r>
          </w:p>
          <w:p w:rsidR="00CD1627" w:rsidRPr="0077595A" w:rsidRDefault="00CD1627">
            <w:r w:rsidRPr="0077595A">
              <w:t>1</w:t>
            </w:r>
          </w:p>
          <w:p w:rsidR="00CD1627" w:rsidRPr="0077595A" w:rsidRDefault="00CD1627">
            <w:r w:rsidRPr="0077595A">
              <w:t>1</w:t>
            </w:r>
          </w:p>
          <w:p w:rsidR="00CD1627" w:rsidRPr="0077595A" w:rsidRDefault="00CD1627">
            <w:r w:rsidRPr="0077595A">
              <w:t>1</w:t>
            </w:r>
          </w:p>
          <w:p w:rsidR="00CD1627" w:rsidRPr="0077595A" w:rsidRDefault="00CD1627">
            <w:r w:rsidRPr="0077595A">
              <w:t>1</w:t>
            </w:r>
          </w:p>
          <w:p w:rsidR="00CD1627" w:rsidRPr="0077595A" w:rsidRDefault="00CD1627">
            <w:r w:rsidRPr="0077595A">
              <w:t>1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2</w:t>
            </w:r>
          </w:p>
          <w:p w:rsidR="00CD1627" w:rsidRPr="0077595A" w:rsidRDefault="00CD1627">
            <w:r w:rsidRPr="0077595A">
              <w:t>2</w:t>
            </w:r>
          </w:p>
          <w:p w:rsidR="00CD1627" w:rsidRPr="0077595A" w:rsidRDefault="00CD1627">
            <w:r w:rsidRPr="0077595A">
              <w:t>2</w:t>
            </w:r>
          </w:p>
          <w:p w:rsidR="00CD1627" w:rsidRPr="0077595A" w:rsidRDefault="00CD1627">
            <w:r w:rsidRPr="0077595A">
              <w:t>2</w:t>
            </w:r>
          </w:p>
          <w:p w:rsidR="00CD1627" w:rsidRPr="0077595A" w:rsidRDefault="00CD1627">
            <w:r w:rsidRPr="0077595A">
              <w:t>2</w:t>
            </w:r>
          </w:p>
          <w:p w:rsidR="00CD1627" w:rsidRPr="0077595A" w:rsidRDefault="00CD1627">
            <w:r w:rsidRPr="0077595A">
              <w:t>2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3</w:t>
            </w:r>
          </w:p>
          <w:p w:rsidR="00CD1627" w:rsidRPr="0077595A" w:rsidRDefault="00CD1627">
            <w:r w:rsidRPr="0077595A">
              <w:t>3</w:t>
            </w:r>
          </w:p>
          <w:p w:rsidR="00CD1627" w:rsidRPr="0077595A" w:rsidRDefault="00CD1627">
            <w:r w:rsidRPr="0077595A">
              <w:t>3</w:t>
            </w:r>
          </w:p>
          <w:p w:rsidR="00CD1627" w:rsidRPr="0077595A" w:rsidRDefault="00CD1627">
            <w:r w:rsidRPr="0077595A">
              <w:t>3</w:t>
            </w:r>
          </w:p>
          <w:p w:rsidR="00CD1627" w:rsidRPr="0077595A" w:rsidRDefault="00CD1627">
            <w:r w:rsidRPr="0077595A">
              <w:t>3</w:t>
            </w:r>
          </w:p>
          <w:p w:rsidR="00CD1627" w:rsidRPr="0077595A" w:rsidRDefault="00CD1627">
            <w:r w:rsidRPr="0077595A">
              <w:t>3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4</w:t>
            </w:r>
          </w:p>
          <w:p w:rsidR="00CD1627" w:rsidRPr="0077595A" w:rsidRDefault="00CD1627">
            <w:r w:rsidRPr="0077595A">
              <w:t>4</w:t>
            </w:r>
          </w:p>
          <w:p w:rsidR="00CD1627" w:rsidRPr="0077595A" w:rsidRDefault="00CD1627">
            <w:r w:rsidRPr="0077595A">
              <w:t>4</w:t>
            </w:r>
          </w:p>
          <w:p w:rsidR="00CD1627" w:rsidRPr="0077595A" w:rsidRDefault="00CD1627">
            <w:r w:rsidRPr="0077595A">
              <w:t>4</w:t>
            </w:r>
          </w:p>
          <w:p w:rsidR="00CD1627" w:rsidRPr="0077595A" w:rsidRDefault="00CD1627">
            <w:r w:rsidRPr="0077595A">
              <w:t>4</w:t>
            </w:r>
          </w:p>
          <w:p w:rsidR="00CD1627" w:rsidRPr="0077595A" w:rsidRDefault="00CD1627">
            <w:r w:rsidRPr="0077595A">
              <w:t>4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5</w:t>
            </w:r>
          </w:p>
          <w:p w:rsidR="00CD1627" w:rsidRPr="0077595A" w:rsidRDefault="00CD1627">
            <w:r w:rsidRPr="0077595A">
              <w:t>5</w:t>
            </w:r>
          </w:p>
          <w:p w:rsidR="00CD1627" w:rsidRPr="0077595A" w:rsidRDefault="00CD1627">
            <w:r w:rsidRPr="0077595A">
              <w:t>5</w:t>
            </w:r>
          </w:p>
          <w:p w:rsidR="00CD1627" w:rsidRPr="0077595A" w:rsidRDefault="00CD1627">
            <w:r w:rsidRPr="0077595A">
              <w:t>5</w:t>
            </w:r>
          </w:p>
          <w:p w:rsidR="00CD1627" w:rsidRPr="0077595A" w:rsidRDefault="00CD1627">
            <w:r w:rsidRPr="0077595A">
              <w:t>5</w:t>
            </w:r>
          </w:p>
          <w:p w:rsidR="00CD1627" w:rsidRPr="0077595A" w:rsidRDefault="00CD1627">
            <w:r w:rsidRPr="0077595A">
              <w:t>5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6</w:t>
            </w:r>
          </w:p>
          <w:p w:rsidR="00CD1627" w:rsidRPr="0077595A" w:rsidRDefault="00CD1627">
            <w:r w:rsidRPr="0077595A">
              <w:t>6</w:t>
            </w:r>
          </w:p>
          <w:p w:rsidR="00CD1627" w:rsidRPr="0077595A" w:rsidRDefault="00CD1627">
            <w:r w:rsidRPr="0077595A">
              <w:t>6</w:t>
            </w:r>
          </w:p>
          <w:p w:rsidR="00CD1627" w:rsidRPr="0077595A" w:rsidRDefault="00CD1627">
            <w:r w:rsidRPr="0077595A">
              <w:t>6</w:t>
            </w:r>
          </w:p>
          <w:p w:rsidR="00CD1627" w:rsidRPr="0077595A" w:rsidRDefault="00CD1627">
            <w:r w:rsidRPr="0077595A">
              <w:t>6</w:t>
            </w:r>
          </w:p>
          <w:p w:rsidR="00CD1627" w:rsidRPr="0077595A" w:rsidRDefault="00CD1627">
            <w:r w:rsidRPr="0077595A">
              <w:t>6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7</w:t>
            </w:r>
          </w:p>
          <w:p w:rsidR="00CD1627" w:rsidRPr="0077595A" w:rsidRDefault="00CD1627">
            <w:r w:rsidRPr="0077595A">
              <w:t>7</w:t>
            </w:r>
          </w:p>
          <w:p w:rsidR="00CD1627" w:rsidRPr="0077595A" w:rsidRDefault="00CD1627">
            <w:r w:rsidRPr="0077595A">
              <w:t>7</w:t>
            </w:r>
          </w:p>
          <w:p w:rsidR="00CD1627" w:rsidRPr="0077595A" w:rsidRDefault="00CD1627">
            <w:r w:rsidRPr="0077595A">
              <w:t>7</w:t>
            </w:r>
          </w:p>
          <w:p w:rsidR="00CD1627" w:rsidRPr="0077595A" w:rsidRDefault="00CD1627">
            <w:r w:rsidRPr="0077595A">
              <w:t>7</w:t>
            </w:r>
          </w:p>
          <w:p w:rsidR="00CD1627" w:rsidRPr="0077595A" w:rsidRDefault="00CD1627">
            <w:r w:rsidRPr="0077595A">
              <w:t>7</w:t>
            </w:r>
          </w:p>
        </w:tc>
      </w:tr>
    </w:tbl>
    <w:p w:rsidR="00CD1627" w:rsidRPr="0077595A" w:rsidRDefault="00CD1627">
      <w:pPr>
        <w:pStyle w:val="Nagwek3"/>
      </w:pPr>
      <w:bookmarkStart w:id="18" w:name="_Toc471213534"/>
      <w:r w:rsidRPr="0077595A">
        <w:lastRenderedPageBreak/>
        <w:t>Rola trenera</w:t>
      </w:r>
      <w:bookmarkEnd w:id="18"/>
    </w:p>
    <w:p w:rsidR="00CD1627" w:rsidRPr="0077595A" w:rsidRDefault="00CD1627">
      <w:r w:rsidRPr="0077595A">
        <w:t>Proszę ocenić, zakreślając odpowiednią cyfrę na skali</w:t>
      </w:r>
      <w:r w:rsidR="00DB16ED" w:rsidRPr="0077595A">
        <w:t>,</w:t>
      </w:r>
      <w:r w:rsidRPr="0077595A">
        <w:t xml:space="preserve"> wpływ jakości pracy trenera na pogłębianie przez Pana (Panią) wiedzy i kształtowanie </w:t>
      </w:r>
      <w:r w:rsidR="005437E3" w:rsidRPr="0077595A">
        <w:t xml:space="preserve">Pana (Pani) </w:t>
      </w:r>
      <w:r w:rsidRPr="0077595A">
        <w:t>umiejętności (1 — zła jakość, 6 — doskonała jakość).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923"/>
        <w:gridCol w:w="924"/>
        <w:gridCol w:w="923"/>
        <w:gridCol w:w="924"/>
        <w:gridCol w:w="924"/>
        <w:gridCol w:w="923"/>
        <w:gridCol w:w="924"/>
        <w:gridCol w:w="924"/>
      </w:tblGrid>
      <w:tr w:rsidR="00CD1627" w:rsidRPr="0077595A">
        <w:tc>
          <w:tcPr>
            <w:tcW w:w="2055" w:type="dxa"/>
          </w:tcPr>
          <w:p w:rsidR="00CD1627" w:rsidRPr="0077595A" w:rsidRDefault="00CD1627">
            <w:r w:rsidRPr="0077595A">
              <w:t>Tempo zajęć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0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1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2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3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4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5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6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7</w:t>
            </w:r>
          </w:p>
        </w:tc>
      </w:tr>
      <w:tr w:rsidR="00CD1627" w:rsidRPr="0077595A">
        <w:tc>
          <w:tcPr>
            <w:tcW w:w="2055" w:type="dxa"/>
          </w:tcPr>
          <w:p w:rsidR="00CD1627" w:rsidRPr="0077595A" w:rsidRDefault="00CD1627">
            <w:r w:rsidRPr="0077595A">
              <w:t>Poziom wiedzy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0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1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2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3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4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5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6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7</w:t>
            </w:r>
          </w:p>
        </w:tc>
      </w:tr>
      <w:tr w:rsidR="00CD1627" w:rsidRPr="0077595A">
        <w:tc>
          <w:tcPr>
            <w:tcW w:w="2055" w:type="dxa"/>
          </w:tcPr>
          <w:p w:rsidR="00CD1627" w:rsidRPr="0077595A" w:rsidRDefault="00CD1627">
            <w:r w:rsidRPr="0077595A">
              <w:t>Umiejętność zainteresowania słuchaczy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0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1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2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3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4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5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6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7</w:t>
            </w:r>
          </w:p>
        </w:tc>
      </w:tr>
      <w:tr w:rsidR="00CD1627" w:rsidRPr="0077595A">
        <w:tc>
          <w:tcPr>
            <w:tcW w:w="2055" w:type="dxa"/>
          </w:tcPr>
          <w:p w:rsidR="00CD1627" w:rsidRPr="0077595A" w:rsidRDefault="00CD1627">
            <w:r w:rsidRPr="0077595A">
              <w:t>Umiejętność zaangażowania do pracy całej grupy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0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1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2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3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4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5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6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7</w:t>
            </w:r>
          </w:p>
        </w:tc>
      </w:tr>
      <w:tr w:rsidR="00CD1627" w:rsidRPr="0077595A">
        <w:tc>
          <w:tcPr>
            <w:tcW w:w="2055" w:type="dxa"/>
          </w:tcPr>
          <w:p w:rsidR="00CD1627" w:rsidRPr="0077595A" w:rsidRDefault="00CD1627">
            <w:r w:rsidRPr="0077595A">
              <w:t>Osobowość trenera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0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1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2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3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4</w:t>
            </w:r>
          </w:p>
        </w:tc>
        <w:tc>
          <w:tcPr>
            <w:tcW w:w="923" w:type="dxa"/>
          </w:tcPr>
          <w:p w:rsidR="00CD1627" w:rsidRPr="0077595A" w:rsidRDefault="00CD1627">
            <w:r w:rsidRPr="0077595A">
              <w:t>5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6</w:t>
            </w:r>
          </w:p>
        </w:tc>
        <w:tc>
          <w:tcPr>
            <w:tcW w:w="924" w:type="dxa"/>
          </w:tcPr>
          <w:p w:rsidR="00CD1627" w:rsidRPr="0077595A" w:rsidRDefault="00CD1627">
            <w:r w:rsidRPr="0077595A">
              <w:t>7</w:t>
            </w:r>
          </w:p>
        </w:tc>
      </w:tr>
    </w:tbl>
    <w:p w:rsidR="00CD1627" w:rsidRPr="0077595A" w:rsidRDefault="00CD1627">
      <w:pPr>
        <w:pStyle w:val="Nagwek2"/>
      </w:pPr>
      <w:r w:rsidRPr="0077595A">
        <w:rPr>
          <w:rFonts w:ascii="Times New Roman" w:hAnsi="Times New Roman"/>
          <w:sz w:val="20"/>
        </w:rPr>
        <w:br w:type="page"/>
      </w:r>
      <w:bookmarkStart w:id="19" w:name="_Toc471213535"/>
      <w:r w:rsidRPr="0077595A">
        <w:lastRenderedPageBreak/>
        <w:t>Kwestionariusz dla trenera</w:t>
      </w:r>
      <w:bookmarkEnd w:id="19"/>
    </w:p>
    <w:p w:rsidR="00CD1627" w:rsidRPr="0077595A" w:rsidRDefault="00CD1627">
      <w:pPr>
        <w:jc w:val="center"/>
        <w:rPr>
          <w:rStyle w:val="pogrubienie"/>
        </w:rPr>
      </w:pPr>
      <w:r w:rsidRPr="0077595A">
        <w:rPr>
          <w:rStyle w:val="pogrubienie"/>
        </w:rPr>
        <w:t>Szkolenie</w:t>
      </w:r>
    </w:p>
    <w:p w:rsidR="00CD1627" w:rsidRPr="0077595A" w:rsidRDefault="00CD1627">
      <w:pPr>
        <w:jc w:val="center"/>
      </w:pPr>
      <w:r w:rsidRPr="0077595A">
        <w:t>„Nazwa szkolenia”</w:t>
      </w:r>
    </w:p>
    <w:p w:rsidR="00CD1627" w:rsidRPr="0077595A" w:rsidRDefault="00CD1627">
      <w:pPr>
        <w:jc w:val="center"/>
      </w:pPr>
      <w:r w:rsidRPr="0077595A">
        <w:t>Dla:</w:t>
      </w:r>
    </w:p>
    <w:p w:rsidR="00CD1627" w:rsidRPr="0077595A" w:rsidRDefault="00CD1627">
      <w:pPr>
        <w:jc w:val="center"/>
      </w:pPr>
      <w:r w:rsidRPr="0077595A">
        <w:t>„Nazwa firmy”</w:t>
      </w:r>
    </w:p>
    <w:p w:rsidR="00CD1627" w:rsidRPr="0077595A" w:rsidRDefault="00CD1627">
      <w:r w:rsidRPr="0077595A">
        <w:t>__________________________________________________________________________________________</w:t>
      </w:r>
    </w:p>
    <w:p w:rsidR="00CD1627" w:rsidRPr="0077595A" w:rsidRDefault="00CD1627">
      <w:r w:rsidRPr="0077595A">
        <w:t>Data:</w:t>
      </w:r>
      <w:r w:rsidR="009B7904" w:rsidRPr="0077595A">
        <w:t xml:space="preserve"> </w:t>
      </w:r>
      <w:r w:rsidRPr="0077595A">
        <w:t>.......................</w:t>
      </w:r>
    </w:p>
    <w:p w:rsidR="00CD1627" w:rsidRPr="0077595A" w:rsidRDefault="00CD1627">
      <w:r w:rsidRPr="0077595A">
        <w:t>Imię i nazwisko trenera:</w:t>
      </w:r>
      <w:r w:rsidR="009B7904" w:rsidRPr="0077595A">
        <w:t xml:space="preserve"> </w:t>
      </w:r>
      <w:r w:rsidRPr="0077595A">
        <w:t>.............................................</w:t>
      </w:r>
    </w:p>
    <w:p w:rsidR="00CD1627" w:rsidRPr="0077595A" w:rsidRDefault="00CD1627">
      <w:r w:rsidRPr="0077595A">
        <w:t>Firma:</w:t>
      </w:r>
      <w:r w:rsidR="009B7904" w:rsidRPr="0077595A">
        <w:t xml:space="preserve"> </w:t>
      </w:r>
      <w:r w:rsidRPr="0077595A">
        <w:t>.............................................</w:t>
      </w:r>
    </w:p>
    <w:p w:rsidR="00CD1627" w:rsidRPr="0077595A" w:rsidRDefault="00CD1627">
      <w:r w:rsidRPr="0077595A">
        <w:t>Czy uczestniczył Pan (</w:t>
      </w:r>
      <w:r w:rsidR="00C118D8" w:rsidRPr="0077595A">
        <w:t xml:space="preserve">uczestniczyła </w:t>
      </w:r>
      <w:r w:rsidRPr="0077595A">
        <w:t>Pani) w przygotowaniu tego szkolenia?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1559"/>
      </w:tblGrid>
      <w:tr w:rsidR="00CD1627" w:rsidRPr="0077595A">
        <w:tc>
          <w:tcPr>
            <w:tcW w:w="1630" w:type="dxa"/>
          </w:tcPr>
          <w:p w:rsidR="00CD1627" w:rsidRPr="0077595A" w:rsidRDefault="00CD1627">
            <w:r w:rsidRPr="0077595A">
              <w:t>Tak □</w:t>
            </w:r>
          </w:p>
        </w:tc>
        <w:tc>
          <w:tcPr>
            <w:tcW w:w="1559" w:type="dxa"/>
          </w:tcPr>
          <w:p w:rsidR="00CD1627" w:rsidRPr="0077595A" w:rsidRDefault="00CD1627">
            <w:r w:rsidRPr="0077595A">
              <w:t>Nie □</w:t>
            </w:r>
          </w:p>
        </w:tc>
      </w:tr>
    </w:tbl>
    <w:p w:rsidR="00CD1627" w:rsidRPr="0077595A" w:rsidRDefault="00CD1627">
      <w:r w:rsidRPr="0077595A">
        <w:t>Czy prowadził Pan (</w:t>
      </w:r>
      <w:r w:rsidR="000349AD" w:rsidRPr="0077595A">
        <w:t xml:space="preserve">prowadziła </w:t>
      </w:r>
      <w:r w:rsidRPr="0077595A">
        <w:t>Pani) już takie szkolenia?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1559"/>
      </w:tblGrid>
      <w:tr w:rsidR="00CD1627" w:rsidRPr="0077595A">
        <w:tc>
          <w:tcPr>
            <w:tcW w:w="1630" w:type="dxa"/>
          </w:tcPr>
          <w:p w:rsidR="00CD1627" w:rsidRPr="0077595A" w:rsidRDefault="00CD1627">
            <w:r w:rsidRPr="0077595A">
              <w:t>Tak □</w:t>
            </w:r>
          </w:p>
        </w:tc>
        <w:tc>
          <w:tcPr>
            <w:tcW w:w="1559" w:type="dxa"/>
          </w:tcPr>
          <w:p w:rsidR="00CD1627" w:rsidRPr="0077595A" w:rsidRDefault="00CD1627">
            <w:r w:rsidRPr="0077595A">
              <w:t>Nie □</w:t>
            </w:r>
          </w:p>
        </w:tc>
      </w:tr>
    </w:tbl>
    <w:p w:rsidR="00CD1627" w:rsidRPr="0077595A" w:rsidRDefault="00CD1627">
      <w:r w:rsidRPr="0077595A">
        <w:t>__________________________________________________________________________________________</w:t>
      </w:r>
    </w:p>
    <w:p w:rsidR="00CD1627" w:rsidRPr="0077595A" w:rsidRDefault="00CD1627">
      <w:pPr>
        <w:pStyle w:val="Nagwek3"/>
      </w:pPr>
      <w:bookmarkStart w:id="20" w:name="_Toc471213536"/>
      <w:r w:rsidRPr="0077595A">
        <w:t>Cele szkolenia</w:t>
      </w:r>
      <w:bookmarkEnd w:id="20"/>
    </w:p>
    <w:p w:rsidR="00CD1627" w:rsidRPr="0077595A" w:rsidRDefault="00CD1627">
      <w:r w:rsidRPr="0077595A">
        <w:t>Proszę określić, czy i w jakim stopniu zdaniem Pana (Pani) osiągnięte zostały cele tego szkolenia.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r w:rsidRPr="0077595A">
        <w:t>Jakie czynniki zdaniem Pana (Pani) miały na to wpływ</w:t>
      </w:r>
      <w:r w:rsidR="004A445A" w:rsidRPr="0077595A">
        <w:t>?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pStyle w:val="Nagwek3"/>
      </w:pPr>
      <w:bookmarkStart w:id="21" w:name="_Toc471213537"/>
      <w:r w:rsidRPr="0077595A">
        <w:t>Metody kształcenia</w:t>
      </w:r>
      <w:bookmarkEnd w:id="21"/>
    </w:p>
    <w:p w:rsidR="00CD1627" w:rsidRPr="0077595A" w:rsidRDefault="00CD1627">
      <w:r w:rsidRPr="0077595A">
        <w:t>Czy biorąc pod uwagę zakładane cele szkoleniowe, Pana (Pani) zdaniem zastosowane meto</w:t>
      </w:r>
      <w:r w:rsidR="00311A45" w:rsidRPr="0077595A">
        <w:t>d</w:t>
      </w:r>
      <w:r w:rsidR="008156C4" w:rsidRPr="0077595A">
        <w:t>y</w:t>
      </w:r>
      <w:r w:rsidR="00311A45" w:rsidRPr="0077595A">
        <w:t xml:space="preserve"> kształcenia były odpowiednie?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1559"/>
      </w:tblGrid>
      <w:tr w:rsidR="00CD1627" w:rsidRPr="0077595A">
        <w:tc>
          <w:tcPr>
            <w:tcW w:w="1630" w:type="dxa"/>
          </w:tcPr>
          <w:p w:rsidR="00CD1627" w:rsidRPr="0077595A" w:rsidRDefault="00CD1627">
            <w:r w:rsidRPr="0077595A">
              <w:t>Tak □</w:t>
            </w:r>
          </w:p>
        </w:tc>
        <w:tc>
          <w:tcPr>
            <w:tcW w:w="1559" w:type="dxa"/>
          </w:tcPr>
          <w:p w:rsidR="00CD1627" w:rsidRPr="0077595A" w:rsidRDefault="00CD1627">
            <w:r w:rsidRPr="0077595A">
              <w:t>Nie □</w:t>
            </w:r>
          </w:p>
        </w:tc>
      </w:tr>
    </w:tbl>
    <w:p w:rsidR="00CD1627" w:rsidRPr="0077595A" w:rsidRDefault="00CD1627">
      <w:r w:rsidRPr="0077595A">
        <w:t>Jeżeli nie</w:t>
      </w:r>
      <w:r w:rsidR="00895FC4" w:rsidRPr="0077595A">
        <w:t>,</w:t>
      </w:r>
      <w:r w:rsidRPr="0077595A">
        <w:t xml:space="preserve"> proszę uzasadnić </w:t>
      </w:r>
      <w:r w:rsidR="0042642B" w:rsidRPr="0077595A">
        <w:t xml:space="preserve">odpowiedź </w:t>
      </w:r>
      <w:r w:rsidR="00311A45" w:rsidRPr="0077595A">
        <w:t>i podać swoje sugestie.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pStyle w:val="Nagwek2"/>
      </w:pPr>
      <w:r w:rsidRPr="0077595A">
        <w:rPr>
          <w:rFonts w:ascii="Times New Roman" w:hAnsi="Times New Roman"/>
          <w:sz w:val="20"/>
        </w:rPr>
        <w:br w:type="page"/>
      </w:r>
      <w:bookmarkStart w:id="22" w:name="_Toc471213538"/>
      <w:r w:rsidRPr="0077595A">
        <w:lastRenderedPageBreak/>
        <w:t>Formularz wywiadu telefonicznego z uczestnikiem szkolenia</w:t>
      </w:r>
      <w:bookmarkEnd w:id="22"/>
    </w:p>
    <w:p w:rsidR="00CD1627" w:rsidRPr="0077595A" w:rsidRDefault="00CD1627">
      <w:pPr>
        <w:jc w:val="center"/>
        <w:rPr>
          <w:rStyle w:val="pogrubienie"/>
        </w:rPr>
      </w:pPr>
      <w:r w:rsidRPr="0077595A">
        <w:rPr>
          <w:rStyle w:val="pogrubienie"/>
        </w:rPr>
        <w:t>Nazwa szkolenia</w:t>
      </w:r>
    </w:p>
    <w:p w:rsidR="00CD1627" w:rsidRPr="0077595A" w:rsidRDefault="00CD1627">
      <w:r w:rsidRPr="0077595A">
        <w:t>__________________________________________________________________________________________</w:t>
      </w:r>
    </w:p>
    <w:p w:rsidR="00CD1627" w:rsidRPr="0077595A" w:rsidRDefault="00CD1627">
      <w:pPr>
        <w:rPr>
          <w:rStyle w:val="pogrubienie"/>
        </w:rPr>
      </w:pPr>
      <w:r w:rsidRPr="0077595A">
        <w:rPr>
          <w:rStyle w:val="pogrubienie"/>
        </w:rPr>
        <w:t>Uczestnik szkolenia</w:t>
      </w:r>
    </w:p>
    <w:p w:rsidR="00CD1627" w:rsidRPr="0077595A" w:rsidRDefault="00CD1627">
      <w:r w:rsidRPr="0077595A">
        <w:t>Imię i nazwisko:</w:t>
      </w:r>
      <w:r w:rsidR="00324F4F" w:rsidRPr="0077595A">
        <w:t xml:space="preserve"> </w:t>
      </w:r>
      <w:r w:rsidRPr="0077595A">
        <w:t>........................................ Stanowisko:</w:t>
      </w:r>
      <w:r w:rsidR="00324F4F" w:rsidRPr="0077595A">
        <w:t xml:space="preserve"> </w:t>
      </w:r>
      <w:r w:rsidRPr="0077595A">
        <w:t>........................................</w:t>
      </w:r>
    </w:p>
    <w:p w:rsidR="00CD1627" w:rsidRPr="0077595A" w:rsidRDefault="00CD1627">
      <w:pPr>
        <w:rPr>
          <w:rStyle w:val="pogrubienie"/>
        </w:rPr>
      </w:pPr>
      <w:r w:rsidRPr="0077595A">
        <w:rPr>
          <w:rStyle w:val="pogrubienie"/>
        </w:rPr>
        <w:t>Ankieter</w:t>
      </w:r>
    </w:p>
    <w:p w:rsidR="00CD1627" w:rsidRPr="0077595A" w:rsidRDefault="00CD1627">
      <w:r w:rsidRPr="0077595A">
        <w:t>Imię i nazwisko:</w:t>
      </w:r>
      <w:r w:rsidR="00AC09B5" w:rsidRPr="0077595A">
        <w:t xml:space="preserve"> </w:t>
      </w:r>
      <w:r w:rsidRPr="0077595A">
        <w:t>........................................</w:t>
      </w:r>
    </w:p>
    <w:p w:rsidR="00CD1627" w:rsidRPr="0077595A" w:rsidRDefault="00CD1627">
      <w:r w:rsidRPr="0077595A">
        <w:t xml:space="preserve">Data </w:t>
      </w:r>
      <w:r w:rsidR="00102AE6" w:rsidRPr="0077595A">
        <w:t xml:space="preserve">przeprowadzenia </w:t>
      </w:r>
      <w:r w:rsidRPr="0077595A">
        <w:t>wywiadu:</w:t>
      </w:r>
      <w:r w:rsidR="00AC09B5" w:rsidRPr="0077595A">
        <w:t xml:space="preserve"> </w:t>
      </w:r>
      <w:r w:rsidRPr="0077595A">
        <w:t>........................................</w:t>
      </w:r>
    </w:p>
    <w:p w:rsidR="00CD1627" w:rsidRPr="0077595A" w:rsidRDefault="00CD1627">
      <w:r w:rsidRPr="0077595A">
        <w:t>Czas trwania wywiadu:</w:t>
      </w:r>
      <w:r w:rsidR="00D54D61" w:rsidRPr="0077595A">
        <w:t xml:space="preserve"> </w:t>
      </w:r>
      <w:r w:rsidRPr="0077595A">
        <w:t>........................................</w:t>
      </w:r>
    </w:p>
    <w:p w:rsidR="00CD1627" w:rsidRPr="0077595A" w:rsidRDefault="00CD1627">
      <w:r w:rsidRPr="0077595A">
        <w:t>__________________________________________________________________________________________</w:t>
      </w:r>
    </w:p>
    <w:p w:rsidR="00CD1627" w:rsidRPr="0077595A" w:rsidRDefault="00CD1627">
      <w:pPr>
        <w:pStyle w:val="Nagwek3"/>
      </w:pPr>
      <w:bookmarkStart w:id="23" w:name="_Toc471213539"/>
      <w:r w:rsidRPr="0077595A">
        <w:t>Przedstawienie się ankietera</w:t>
      </w:r>
      <w:bookmarkEnd w:id="23"/>
    </w:p>
    <w:p w:rsidR="00CD1627" w:rsidRPr="0077595A" w:rsidRDefault="00CD1627">
      <w:pPr>
        <w:rPr>
          <w:rStyle w:val="wyrnienie"/>
        </w:rPr>
      </w:pPr>
      <w:r w:rsidRPr="0077595A">
        <w:rPr>
          <w:rStyle w:val="wyrnienie"/>
        </w:rPr>
        <w:t>Nazywam się</w:t>
      </w:r>
      <w:r w:rsidR="008F29FA" w:rsidRPr="0077595A">
        <w:rPr>
          <w:rStyle w:val="wyrnienie"/>
        </w:rPr>
        <w:t xml:space="preserve"> </w:t>
      </w:r>
      <w:r w:rsidRPr="0077595A">
        <w:rPr>
          <w:rStyle w:val="wyrnienie"/>
        </w:rPr>
        <w:t>......................................... Pracuję w</w:t>
      </w:r>
      <w:r w:rsidR="008F29FA" w:rsidRPr="0077595A">
        <w:rPr>
          <w:rStyle w:val="wyrnienie"/>
        </w:rPr>
        <w:t xml:space="preserve"> </w:t>
      </w:r>
      <w:r w:rsidRPr="0077595A">
        <w:rPr>
          <w:rStyle w:val="wyrnienie"/>
        </w:rPr>
        <w:t>......................................... Dzwonię, żeby zapoznać się z Pana (Pani) opinią na temat szkolenia</w:t>
      </w:r>
      <w:r w:rsidR="00281CFF" w:rsidRPr="0077595A">
        <w:rPr>
          <w:rStyle w:val="wyrnienie"/>
        </w:rPr>
        <w:t xml:space="preserve"> </w:t>
      </w:r>
      <w:r w:rsidRPr="0077595A">
        <w:rPr>
          <w:rStyle w:val="wyrnienie"/>
        </w:rPr>
        <w:t>........................................,</w:t>
      </w:r>
      <w:r w:rsidR="00281CFF" w:rsidRPr="0077595A">
        <w:rPr>
          <w:rStyle w:val="wyrnienie"/>
        </w:rPr>
        <w:t xml:space="preserve"> </w:t>
      </w:r>
      <w:r w:rsidRPr="0077595A">
        <w:rPr>
          <w:rStyle w:val="wyrnienie"/>
        </w:rPr>
        <w:t>w którym uczestniczył Pan (</w:t>
      </w:r>
      <w:r w:rsidR="00180EEA" w:rsidRPr="0077595A">
        <w:rPr>
          <w:rStyle w:val="wyrnienie"/>
        </w:rPr>
        <w:t xml:space="preserve">uczestniczyła </w:t>
      </w:r>
      <w:r w:rsidRPr="0077595A">
        <w:rPr>
          <w:rStyle w:val="wyrnienie"/>
        </w:rPr>
        <w:t>Pani) w dniach</w:t>
      </w:r>
      <w:r w:rsidR="0085754E" w:rsidRPr="0077595A">
        <w:rPr>
          <w:rStyle w:val="wyrnienie"/>
        </w:rPr>
        <w:t xml:space="preserve"> </w:t>
      </w:r>
      <w:r w:rsidRPr="0077595A">
        <w:rPr>
          <w:rStyle w:val="wyrnienie"/>
        </w:rPr>
        <w:t>........................................</w:t>
      </w:r>
    </w:p>
    <w:p w:rsidR="00CD1627" w:rsidRPr="0077595A" w:rsidRDefault="00CD1627">
      <w:pPr>
        <w:rPr>
          <w:rStyle w:val="wyrnienie"/>
        </w:rPr>
      </w:pPr>
      <w:r w:rsidRPr="0077595A">
        <w:rPr>
          <w:rStyle w:val="wyrnienie"/>
        </w:rPr>
        <w:t>Nasza rozmowa powinna potrwać około dziesięciu minut. Czy dysponuje Pan (Pani) teraz czasem? (Jeżeli nie, ustal inny termin rozmowy i zadzwoń w tym terminie).</w:t>
      </w:r>
    </w:p>
    <w:p w:rsidR="00CD1627" w:rsidRPr="0077595A" w:rsidRDefault="00EC281D">
      <w:pPr>
        <w:rPr>
          <w:rStyle w:val="wyrnienie"/>
        </w:rPr>
      </w:pPr>
      <w:r w:rsidRPr="0077595A">
        <w:rPr>
          <w:rStyle w:val="wyrnienie"/>
        </w:rPr>
        <w:t>Aby</w:t>
      </w:r>
      <w:r w:rsidR="00CD1627" w:rsidRPr="0077595A">
        <w:rPr>
          <w:rStyle w:val="wyrnienie"/>
        </w:rPr>
        <w:t xml:space="preserve"> </w:t>
      </w:r>
      <w:r w:rsidRPr="0077595A">
        <w:rPr>
          <w:rStyle w:val="wyrnienie"/>
        </w:rPr>
        <w:t xml:space="preserve">zapewnić </w:t>
      </w:r>
      <w:r w:rsidR="00CD1627" w:rsidRPr="0077595A">
        <w:rPr>
          <w:rStyle w:val="wyrnienie"/>
        </w:rPr>
        <w:t xml:space="preserve">jak </w:t>
      </w:r>
      <w:r w:rsidR="008773B5" w:rsidRPr="0077595A">
        <w:rPr>
          <w:rStyle w:val="wyrnienie"/>
        </w:rPr>
        <w:t xml:space="preserve">najlepszą </w:t>
      </w:r>
      <w:r w:rsidR="004C664F" w:rsidRPr="0077595A">
        <w:rPr>
          <w:rStyle w:val="wyrnienie"/>
        </w:rPr>
        <w:t xml:space="preserve">jakość </w:t>
      </w:r>
      <w:r w:rsidR="00CD1627" w:rsidRPr="0077595A">
        <w:rPr>
          <w:rStyle w:val="wyrnienie"/>
        </w:rPr>
        <w:t>szkoleń, dążymy do tego, aby były one w jak najwyższym stopniu przydatne w wykonywanej przez Pana (Panią) pracy. Bylibyśmy wdzięczni, gdyby zechciał Pan (</w:t>
      </w:r>
      <w:r w:rsidR="008154D8" w:rsidRPr="0077595A">
        <w:rPr>
          <w:rStyle w:val="wyrnienie"/>
        </w:rPr>
        <w:t xml:space="preserve">zechciała </w:t>
      </w:r>
      <w:r w:rsidR="00CD1627" w:rsidRPr="0077595A">
        <w:rPr>
          <w:rStyle w:val="wyrnienie"/>
        </w:rPr>
        <w:t>Pani) odpowiedzieć na pytania, które za chwilę zadam. Proszę udzielić szczerych i wyczerpujących</w:t>
      </w:r>
      <w:r w:rsidR="000D1B35" w:rsidRPr="0077595A">
        <w:t xml:space="preserve"> </w:t>
      </w:r>
      <w:r w:rsidR="000D1B35" w:rsidRPr="0077595A">
        <w:rPr>
          <w:rStyle w:val="wyrnienie"/>
        </w:rPr>
        <w:t>odpowiedzi</w:t>
      </w:r>
      <w:r w:rsidR="00CD1627" w:rsidRPr="0077595A">
        <w:rPr>
          <w:rStyle w:val="wyrnienie"/>
        </w:rPr>
        <w:t>. Wszystkie Pana (Pani) odpowiedzi są traktowane jako poufne. Wszystkie informacje uzyskane podczas wszystkich wywiadów zostaną w zbiorczej formie zaprezentowane w sprawozdaniu końcowym. Jeżeli będzie Pan</w:t>
      </w:r>
      <w:r w:rsidR="008F6EE7" w:rsidRPr="0077595A">
        <w:rPr>
          <w:rStyle w:val="wyrnienie"/>
        </w:rPr>
        <w:t xml:space="preserve"> </w:t>
      </w:r>
      <w:r w:rsidR="00CD1627" w:rsidRPr="0077595A">
        <w:rPr>
          <w:rStyle w:val="wyrnienie"/>
        </w:rPr>
        <w:t xml:space="preserve">miał </w:t>
      </w:r>
      <w:r w:rsidR="008F6EE7" w:rsidRPr="0077595A">
        <w:rPr>
          <w:rStyle w:val="wyrnienie"/>
        </w:rPr>
        <w:t xml:space="preserve">(Pani miała) </w:t>
      </w:r>
      <w:r w:rsidR="00CD1627" w:rsidRPr="0077595A">
        <w:rPr>
          <w:rStyle w:val="wyrnienie"/>
        </w:rPr>
        <w:t>dodatkowe pytania</w:t>
      </w:r>
      <w:r w:rsidR="001B5261" w:rsidRPr="0077595A">
        <w:rPr>
          <w:rStyle w:val="wyrnienie"/>
        </w:rPr>
        <w:t>,</w:t>
      </w:r>
      <w:r w:rsidR="00CD1627" w:rsidRPr="0077595A">
        <w:rPr>
          <w:rStyle w:val="wyrnienie"/>
        </w:rPr>
        <w:t xml:space="preserve"> z przyjemnością na nie odpowiem</w:t>
      </w:r>
      <w:r w:rsidR="001B5261" w:rsidRPr="0077595A">
        <w:rPr>
          <w:rStyle w:val="wyrnienie"/>
        </w:rPr>
        <w:t>.</w:t>
      </w:r>
    </w:p>
    <w:p w:rsidR="00CD1627" w:rsidRPr="0077595A" w:rsidRDefault="00CD1627">
      <w:pPr>
        <w:pStyle w:val="Nagwek3"/>
      </w:pPr>
      <w:bookmarkStart w:id="24" w:name="_Toc471213540"/>
      <w:r w:rsidRPr="0077595A">
        <w:t>Wywiad</w:t>
      </w:r>
      <w:bookmarkEnd w:id="24"/>
    </w:p>
    <w:p w:rsidR="00CD1627" w:rsidRPr="0077595A" w:rsidRDefault="00CD1627">
      <w:pPr>
        <w:numPr>
          <w:ilvl w:val="0"/>
          <w:numId w:val="112"/>
        </w:numPr>
      </w:pPr>
      <w:r w:rsidRPr="0077595A">
        <w:t>Dlaczego wziął Pan (</w:t>
      </w:r>
      <w:r w:rsidR="00F37AB2" w:rsidRPr="0077595A">
        <w:t xml:space="preserve">wzięła </w:t>
      </w:r>
      <w:r w:rsidRPr="0077595A">
        <w:t>Pani) udział w szkoleniu?</w:t>
      </w:r>
    </w:p>
    <w:p w:rsidR="00CD1627" w:rsidRPr="0077595A" w:rsidRDefault="00CD1627">
      <w:pPr>
        <w:numPr>
          <w:ilvl w:val="0"/>
          <w:numId w:val="112"/>
        </w:numPr>
      </w:pPr>
      <w:r w:rsidRPr="0077595A">
        <w:t>W jakim stopniu Pana (Pani) zdaniem szkolenie zaspokoiło Pana (Pani) potrzeby w zakresie kształcenia?</w:t>
      </w:r>
    </w:p>
    <w:p w:rsidR="00CD1627" w:rsidRPr="0077595A" w:rsidRDefault="00CD1627">
      <w:pPr>
        <w:numPr>
          <w:ilvl w:val="0"/>
          <w:numId w:val="112"/>
        </w:numPr>
      </w:pPr>
      <w:r w:rsidRPr="0077595A">
        <w:t>Które części lub elementy szkolenia Pana (Pani) zdaniem były najprzydatn</w:t>
      </w:r>
      <w:r w:rsidR="009E3BCC" w:rsidRPr="0077595A">
        <w:t>iejsz</w:t>
      </w:r>
      <w:r w:rsidRPr="0077595A">
        <w:t>e i dlaczego? Które części szkolenia Pana (Pani) zdaniem były najmniej użyteczne i dlaczego?</w:t>
      </w:r>
    </w:p>
    <w:p w:rsidR="00CD1627" w:rsidRPr="0077595A" w:rsidRDefault="00CD1627">
      <w:pPr>
        <w:numPr>
          <w:ilvl w:val="0"/>
          <w:numId w:val="112"/>
        </w:numPr>
      </w:pPr>
      <w:r w:rsidRPr="0077595A">
        <w:t>Jakie ma Pan (Pani) uwagi na temat skuteczności trenera z punktu widzenia pomocy w przyswajaniu nowej wiedzy i umiejętności?</w:t>
      </w:r>
    </w:p>
    <w:p w:rsidR="00CD1627" w:rsidRPr="0077595A" w:rsidRDefault="00CD1627">
      <w:pPr>
        <w:numPr>
          <w:ilvl w:val="0"/>
          <w:numId w:val="112"/>
        </w:numPr>
      </w:pPr>
      <w:r w:rsidRPr="0077595A">
        <w:t>Jak w skali od 1 do 6 ocenia Pan (Pani)</w:t>
      </w:r>
      <w:r w:rsidR="00EF5324" w:rsidRPr="0077595A">
        <w:t xml:space="preserve"> </w:t>
      </w:r>
      <w:r w:rsidRPr="0077595A">
        <w:t>wpływ jakości pracy trenera na pogłębianie przez Pana (Panią) wiedzy i kształtowanie umiejętności (1 — zła jakość, 6 — doskonała jakość).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535"/>
        <w:gridCol w:w="1535"/>
        <w:gridCol w:w="1535"/>
        <w:gridCol w:w="1535"/>
        <w:gridCol w:w="1535"/>
        <w:gridCol w:w="1535"/>
      </w:tblGrid>
      <w:tr w:rsidR="00CD1627" w:rsidRPr="0077595A">
        <w:tc>
          <w:tcPr>
            <w:tcW w:w="1535" w:type="dxa"/>
          </w:tcPr>
          <w:p w:rsidR="00CD1627" w:rsidRPr="0077595A" w:rsidRDefault="00CD1627">
            <w:pPr>
              <w:pStyle w:val="Tekstkomentarza"/>
              <w:jc w:val="center"/>
              <w:rPr>
                <w:rStyle w:val="pogrubienie"/>
              </w:rPr>
            </w:pPr>
            <w:r w:rsidRPr="0077595A">
              <w:rPr>
                <w:rStyle w:val="pogrubienie"/>
              </w:rPr>
              <w:t>1</w:t>
            </w:r>
          </w:p>
        </w:tc>
        <w:tc>
          <w:tcPr>
            <w:tcW w:w="1535" w:type="dxa"/>
          </w:tcPr>
          <w:p w:rsidR="00CD1627" w:rsidRPr="0077595A" w:rsidRDefault="00CD1627">
            <w:pPr>
              <w:jc w:val="center"/>
              <w:rPr>
                <w:rStyle w:val="pogrubienie"/>
              </w:rPr>
            </w:pPr>
            <w:r w:rsidRPr="0077595A">
              <w:rPr>
                <w:rStyle w:val="pogrubienie"/>
              </w:rPr>
              <w:t>2</w:t>
            </w:r>
          </w:p>
        </w:tc>
        <w:tc>
          <w:tcPr>
            <w:tcW w:w="1535" w:type="dxa"/>
          </w:tcPr>
          <w:p w:rsidR="00CD1627" w:rsidRPr="0077595A" w:rsidRDefault="00CD1627">
            <w:pPr>
              <w:jc w:val="center"/>
              <w:rPr>
                <w:rStyle w:val="pogrubienie"/>
              </w:rPr>
            </w:pPr>
            <w:r w:rsidRPr="0077595A">
              <w:rPr>
                <w:rStyle w:val="pogrubienie"/>
              </w:rPr>
              <w:t>3</w:t>
            </w:r>
          </w:p>
        </w:tc>
        <w:tc>
          <w:tcPr>
            <w:tcW w:w="1535" w:type="dxa"/>
          </w:tcPr>
          <w:p w:rsidR="00CD1627" w:rsidRPr="0077595A" w:rsidRDefault="00CD1627">
            <w:pPr>
              <w:jc w:val="center"/>
              <w:rPr>
                <w:rStyle w:val="pogrubienie"/>
              </w:rPr>
            </w:pPr>
            <w:r w:rsidRPr="0077595A">
              <w:rPr>
                <w:rStyle w:val="pogrubienie"/>
              </w:rPr>
              <w:t>4</w:t>
            </w:r>
          </w:p>
        </w:tc>
        <w:tc>
          <w:tcPr>
            <w:tcW w:w="1535" w:type="dxa"/>
          </w:tcPr>
          <w:p w:rsidR="00CD1627" w:rsidRPr="0077595A" w:rsidRDefault="00CD1627">
            <w:pPr>
              <w:jc w:val="center"/>
              <w:rPr>
                <w:rStyle w:val="pogrubienie"/>
              </w:rPr>
            </w:pPr>
            <w:r w:rsidRPr="0077595A">
              <w:rPr>
                <w:rStyle w:val="pogrubienie"/>
              </w:rPr>
              <w:t>5</w:t>
            </w:r>
          </w:p>
        </w:tc>
        <w:tc>
          <w:tcPr>
            <w:tcW w:w="1535" w:type="dxa"/>
          </w:tcPr>
          <w:p w:rsidR="00CD1627" w:rsidRPr="0077595A" w:rsidRDefault="00CD1627">
            <w:pPr>
              <w:jc w:val="center"/>
              <w:rPr>
                <w:rStyle w:val="pogrubienie"/>
              </w:rPr>
            </w:pPr>
            <w:r w:rsidRPr="0077595A">
              <w:rPr>
                <w:rStyle w:val="pogrubienie"/>
              </w:rPr>
              <w:t>6</w:t>
            </w:r>
          </w:p>
        </w:tc>
      </w:tr>
    </w:tbl>
    <w:p w:rsidR="00CD1627" w:rsidRPr="0077595A" w:rsidRDefault="00CD1627">
      <w:pPr>
        <w:numPr>
          <w:ilvl w:val="0"/>
          <w:numId w:val="112"/>
        </w:numPr>
      </w:pPr>
      <w:r w:rsidRPr="0077595A">
        <w:t>W jaki sposób zamierza Pan (Pani) wykorzystać wiedzę i umiejętności nabyte podczas tego szkolenia w swojej pracy zawodowej?</w:t>
      </w:r>
    </w:p>
    <w:p w:rsidR="00CD1627" w:rsidRPr="0077595A" w:rsidRDefault="00827579">
      <w:pPr>
        <w:numPr>
          <w:ilvl w:val="0"/>
          <w:numId w:val="112"/>
        </w:numPr>
      </w:pPr>
      <w:r w:rsidRPr="0077595A">
        <w:t>J</w:t>
      </w:r>
      <w:r w:rsidR="00CD1627" w:rsidRPr="0077595A">
        <w:t>akie jeszcze uwagi nasuwają się Panu (Pani) w związku z tym szkoleniem</w:t>
      </w:r>
      <w:r w:rsidR="00232328" w:rsidRPr="0077595A">
        <w:t>?</w:t>
      </w:r>
    </w:p>
    <w:p w:rsidR="00CD1627" w:rsidRPr="0077595A" w:rsidRDefault="00CD1627">
      <w:pPr>
        <w:pStyle w:val="Nagwek2"/>
      </w:pPr>
      <w:r w:rsidRPr="0077595A">
        <w:rPr>
          <w:b/>
        </w:rPr>
        <w:br w:type="page"/>
      </w:r>
      <w:bookmarkStart w:id="25" w:name="_Toc471213541"/>
      <w:r w:rsidRPr="0077595A">
        <w:lastRenderedPageBreak/>
        <w:t>Egzamin pisemny. Przykład</w:t>
      </w:r>
      <w:r w:rsidRPr="0077595A">
        <w:rPr>
          <w:rStyle w:val="Odwoanieprzypisudolnego"/>
        </w:rPr>
        <w:footnoteReference w:id="1"/>
      </w:r>
      <w:bookmarkEnd w:id="25"/>
    </w:p>
    <w:p w:rsidR="00CD1627" w:rsidRPr="0077595A" w:rsidRDefault="00CD1627">
      <w:pPr>
        <w:jc w:val="center"/>
        <w:rPr>
          <w:rStyle w:val="pogrubienie"/>
        </w:rPr>
      </w:pPr>
      <w:r w:rsidRPr="0077595A">
        <w:rPr>
          <w:rStyle w:val="pogrubienie"/>
        </w:rPr>
        <w:t>Nazwa szkolenia</w:t>
      </w:r>
    </w:p>
    <w:p w:rsidR="00CD1627" w:rsidRPr="0077595A" w:rsidRDefault="00CD1627">
      <w:r w:rsidRPr="0077595A">
        <w:t>Imię i nazwisko:</w:t>
      </w:r>
      <w:r w:rsidR="00180BE7" w:rsidRPr="0077595A">
        <w:t xml:space="preserve"> </w:t>
      </w:r>
      <w:r w:rsidRPr="0077595A">
        <w:t>..............................................................................................................</w:t>
      </w:r>
    </w:p>
    <w:p w:rsidR="00CD1627" w:rsidRPr="0077595A" w:rsidRDefault="00CD1627">
      <w:r w:rsidRPr="0077595A">
        <w:t>Oddział</w:t>
      </w:r>
      <w:r w:rsidR="00180BE7" w:rsidRPr="0077595A">
        <w:t xml:space="preserve"> (</w:t>
      </w:r>
      <w:r w:rsidRPr="0077595A">
        <w:t>filia</w:t>
      </w:r>
      <w:r w:rsidR="00180BE7" w:rsidRPr="0077595A">
        <w:t>)</w:t>
      </w:r>
      <w:r w:rsidRPr="0077595A">
        <w:t>:</w:t>
      </w:r>
      <w:r w:rsidR="00180BE7" w:rsidRPr="0077595A">
        <w:t xml:space="preserve"> </w:t>
      </w:r>
      <w:r w:rsidRPr="0077595A">
        <w:t>...................................................................................................................</w:t>
      </w:r>
    </w:p>
    <w:p w:rsidR="00CD1627" w:rsidRPr="0077595A" w:rsidRDefault="00CD1627">
      <w:r w:rsidRPr="0077595A">
        <w:t>Data:</w:t>
      </w:r>
      <w:r w:rsidR="00DC5B51" w:rsidRPr="0077595A">
        <w:t xml:space="preserve"> </w:t>
      </w:r>
      <w:r w:rsidRPr="0077595A">
        <w:t>...........................</w:t>
      </w:r>
    </w:p>
    <w:p w:rsidR="00CD1627" w:rsidRPr="0077595A" w:rsidRDefault="00CD1627"/>
    <w:p w:rsidR="00CD1627" w:rsidRPr="0077595A" w:rsidRDefault="00CD1627">
      <w:r w:rsidRPr="0077595A">
        <w:t xml:space="preserve">Odpowiedz na poniższe pytania. </w:t>
      </w:r>
      <w:r w:rsidR="005A003D" w:rsidRPr="0077595A">
        <w:t>W</w:t>
      </w:r>
      <w:r w:rsidRPr="0077595A">
        <w:t xml:space="preserve"> przypadku kilku </w:t>
      </w:r>
      <w:r w:rsidR="005A003D" w:rsidRPr="0077595A">
        <w:t xml:space="preserve">możliwych </w:t>
      </w:r>
      <w:r w:rsidRPr="0077595A">
        <w:t>odpowiedzi za</w:t>
      </w:r>
      <w:r w:rsidR="00311A45" w:rsidRPr="0077595A">
        <w:t>kreśl jedną właściwą.</w:t>
      </w:r>
    </w:p>
    <w:p w:rsidR="00CD1627" w:rsidRPr="0077595A" w:rsidRDefault="00CD1627">
      <w:pPr>
        <w:rPr>
          <w:rStyle w:val="wyrnienie"/>
        </w:rPr>
      </w:pPr>
      <w:r w:rsidRPr="0077595A">
        <w:rPr>
          <w:rStyle w:val="wyrnienie"/>
        </w:rPr>
        <w:t>Czas trwania egzaminu:</w:t>
      </w:r>
      <w:r w:rsidR="00A63EDF" w:rsidRPr="0077595A">
        <w:rPr>
          <w:rStyle w:val="wyrnienie"/>
        </w:rPr>
        <w:t xml:space="preserve"> </w:t>
      </w:r>
      <w:r w:rsidRPr="0077595A">
        <w:rPr>
          <w:rStyle w:val="wyrnienie"/>
        </w:rPr>
        <w:t>................................................</w:t>
      </w:r>
    </w:p>
    <w:p w:rsidR="00CD1627" w:rsidRPr="0077595A" w:rsidRDefault="00CD1627">
      <w:pPr>
        <w:numPr>
          <w:ilvl w:val="0"/>
          <w:numId w:val="1"/>
        </w:numPr>
      </w:pPr>
      <w:r w:rsidRPr="0077595A">
        <w:t>Wymień minimum trzy metody zdobywania referencji.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1"/>
        </w:numPr>
      </w:pPr>
      <w:r w:rsidRPr="0077595A">
        <w:t>Na spotkaniu handlowym prosisz klienta o kilka poleceń. W jaki sposób to zrobisz?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1"/>
        </w:numPr>
      </w:pPr>
      <w:r w:rsidRPr="0077595A">
        <w:t>Wymień minimum pięć cech oferty pisemnej.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1"/>
        </w:numPr>
      </w:pPr>
      <w:r w:rsidRPr="0077595A">
        <w:t>Do treści poniższej wypowiedzi wstaw odpowiednie słowa spośród podanych w nawiasach.</w:t>
      </w:r>
    </w:p>
    <w:p w:rsidR="00CD1627" w:rsidRPr="0077595A" w:rsidRDefault="00CD1627">
      <w:pPr>
        <w:rPr>
          <w:rStyle w:val="wyrnienie"/>
        </w:rPr>
      </w:pPr>
      <w:r w:rsidRPr="0077595A">
        <w:rPr>
          <w:rStyle w:val="wyrnienie"/>
        </w:rPr>
        <w:t>Pana numer telefonu otrzymałem od naszego wspólnego znajomego</w:t>
      </w:r>
      <w:r w:rsidR="00A57776" w:rsidRPr="0077595A">
        <w:rPr>
          <w:rStyle w:val="wyrnienie"/>
        </w:rPr>
        <w:t>,</w:t>
      </w:r>
      <w:r w:rsidRPr="0077595A">
        <w:rPr>
          <w:rStyle w:val="wyrnienie"/>
        </w:rPr>
        <w:t xml:space="preserve"> </w:t>
      </w:r>
      <w:r w:rsidR="00860F9A" w:rsidRPr="0077595A">
        <w:rPr>
          <w:rStyle w:val="wyrnienie"/>
        </w:rPr>
        <w:t xml:space="preserve">pana </w:t>
      </w:r>
      <w:r w:rsidRPr="0077595A">
        <w:rPr>
          <w:rStyle w:val="wyrnienie"/>
        </w:rPr>
        <w:t>Andrzeja Nowaka. Pan Andrzej jest od dwóch lat moim klientem i (</w:t>
      </w:r>
      <w:r w:rsidRPr="0077595A">
        <w:rPr>
          <w:rStyle w:val="wyrnienieipogrubienie"/>
        </w:rPr>
        <w:t xml:space="preserve">polecił mi </w:t>
      </w:r>
      <w:r w:rsidR="00BE46D6" w:rsidRPr="0077595A">
        <w:rPr>
          <w:rStyle w:val="wyrnienieipogrubienie"/>
        </w:rPr>
        <w:t>p</w:t>
      </w:r>
      <w:r w:rsidRPr="0077595A">
        <w:rPr>
          <w:rStyle w:val="wyrnienieipogrubienie"/>
        </w:rPr>
        <w:t>ana</w:t>
      </w:r>
      <w:r w:rsidR="002314D9" w:rsidRPr="0077595A">
        <w:rPr>
          <w:rStyle w:val="wyrnienie"/>
        </w:rPr>
        <w:t xml:space="preserve">; </w:t>
      </w:r>
      <w:r w:rsidRPr="0077595A">
        <w:rPr>
          <w:rStyle w:val="wyrnienieipogrubienie"/>
        </w:rPr>
        <w:t xml:space="preserve">kazał do </w:t>
      </w:r>
      <w:r w:rsidR="00BE46D6" w:rsidRPr="0077595A">
        <w:rPr>
          <w:rStyle w:val="wyrnienieipogrubienie"/>
        </w:rPr>
        <w:t xml:space="preserve">pana </w:t>
      </w:r>
      <w:r w:rsidRPr="0077595A">
        <w:rPr>
          <w:rStyle w:val="wyrnienieipogrubienie"/>
        </w:rPr>
        <w:t>zadzwonić</w:t>
      </w:r>
      <w:r w:rsidR="002314D9" w:rsidRPr="0077595A">
        <w:rPr>
          <w:rStyle w:val="wyrnienie"/>
        </w:rPr>
        <w:t xml:space="preserve">; </w:t>
      </w:r>
      <w:r w:rsidRPr="0077595A">
        <w:rPr>
          <w:rStyle w:val="wyrnienieipogrubienie"/>
        </w:rPr>
        <w:t xml:space="preserve">mówił, żeby się </w:t>
      </w:r>
      <w:r w:rsidR="00955929" w:rsidRPr="0077595A">
        <w:rPr>
          <w:rStyle w:val="wyrnienieipogrubienie"/>
        </w:rPr>
        <w:t>p</w:t>
      </w:r>
      <w:r w:rsidRPr="0077595A">
        <w:rPr>
          <w:rStyle w:val="wyrnienieipogrubienie"/>
        </w:rPr>
        <w:t xml:space="preserve">an </w:t>
      </w:r>
      <w:r w:rsidR="002314D9" w:rsidRPr="0077595A">
        <w:rPr>
          <w:rStyle w:val="wyrnienieipogrubienie"/>
        </w:rPr>
        <w:t xml:space="preserve">ze </w:t>
      </w:r>
      <w:r w:rsidRPr="0077595A">
        <w:rPr>
          <w:rStyle w:val="wyrnienieipogrubienie"/>
        </w:rPr>
        <w:t>mną spotkał</w:t>
      </w:r>
      <w:r w:rsidRPr="0077595A">
        <w:rPr>
          <w:rStyle w:val="wyrnienie"/>
        </w:rPr>
        <w:t>)</w:t>
      </w:r>
      <w:r w:rsidR="00A42CE0" w:rsidRPr="0077595A">
        <w:rPr>
          <w:rStyle w:val="wyrnienie"/>
        </w:rPr>
        <w:t>.</w:t>
      </w:r>
      <w:r w:rsidRPr="0077595A">
        <w:rPr>
          <w:rStyle w:val="wyrnienie"/>
        </w:rPr>
        <w:t xml:space="preserve"> </w:t>
      </w:r>
      <w:r w:rsidR="001F63E4" w:rsidRPr="0077595A">
        <w:rPr>
          <w:rStyle w:val="wyrnienie"/>
        </w:rPr>
        <w:t>Właśnie została</w:t>
      </w:r>
      <w:r w:rsidRPr="0077595A">
        <w:rPr>
          <w:rStyle w:val="wyrnienie"/>
        </w:rPr>
        <w:t xml:space="preserve"> </w:t>
      </w:r>
      <w:r w:rsidR="001F63E4" w:rsidRPr="0077595A">
        <w:rPr>
          <w:rStyle w:val="wyrnienie"/>
        </w:rPr>
        <w:t>otwarta nowa filia</w:t>
      </w:r>
      <w:r w:rsidR="00760152" w:rsidRPr="0077595A">
        <w:rPr>
          <w:rStyle w:val="wyrnienie"/>
        </w:rPr>
        <w:t xml:space="preserve"> i</w:t>
      </w:r>
      <w:r w:rsidR="001F63E4" w:rsidRPr="0077595A">
        <w:rPr>
          <w:rStyle w:val="wyrnienie"/>
        </w:rPr>
        <w:t xml:space="preserve"> </w:t>
      </w:r>
      <w:r w:rsidRPr="0077595A">
        <w:rPr>
          <w:rStyle w:val="wyrnienie"/>
        </w:rPr>
        <w:t xml:space="preserve">mógłby </w:t>
      </w:r>
      <w:r w:rsidR="00BE46D6" w:rsidRPr="0077595A">
        <w:rPr>
          <w:rStyle w:val="wyrnienie"/>
        </w:rPr>
        <w:t>pan</w:t>
      </w:r>
      <w:r w:rsidRPr="0077595A">
        <w:rPr>
          <w:rStyle w:val="wyrnienie"/>
        </w:rPr>
        <w:t xml:space="preserve">, podobnie jak </w:t>
      </w:r>
      <w:r w:rsidR="00760152" w:rsidRPr="0077595A">
        <w:rPr>
          <w:rStyle w:val="wyrnienie"/>
        </w:rPr>
        <w:t>p</w:t>
      </w:r>
      <w:r w:rsidR="009F3626" w:rsidRPr="0077595A">
        <w:rPr>
          <w:rStyle w:val="wyrnienie"/>
        </w:rPr>
        <w:t>an Andrzej</w:t>
      </w:r>
      <w:r w:rsidRPr="0077595A">
        <w:rPr>
          <w:rStyle w:val="wyrnienie"/>
        </w:rPr>
        <w:t xml:space="preserve">, dużo zaoszczędzić na ubezpieczeniu od </w:t>
      </w:r>
      <w:r w:rsidR="00BA3062" w:rsidRPr="0077595A">
        <w:rPr>
          <w:rStyle w:val="wyrnienie"/>
        </w:rPr>
        <w:t xml:space="preserve">pożaru </w:t>
      </w:r>
      <w:r w:rsidRPr="0077595A">
        <w:rPr>
          <w:rStyle w:val="wyrnienie"/>
        </w:rPr>
        <w:t>i innych zdarzeń losowych.</w:t>
      </w:r>
    </w:p>
    <w:p w:rsidR="00CD1627" w:rsidRPr="0077595A" w:rsidRDefault="00CD1627">
      <w:pPr>
        <w:rPr>
          <w:rStyle w:val="wyrnienie"/>
        </w:rPr>
      </w:pPr>
      <w:r w:rsidRPr="0077595A">
        <w:rPr>
          <w:rStyle w:val="wyrnienie"/>
        </w:rPr>
        <w:t>W związku z tym (</w:t>
      </w:r>
      <w:r w:rsidRPr="0077595A">
        <w:rPr>
          <w:rStyle w:val="wyrnienieipogrubienie"/>
        </w:rPr>
        <w:t>chciałbym się spotkać i</w:t>
      </w:r>
      <w:r w:rsidR="004A7F2C" w:rsidRPr="0077595A">
        <w:rPr>
          <w:rStyle w:val="wyrnienieipogrubienie"/>
        </w:rPr>
        <w:t>…</w:t>
      </w:r>
      <w:r w:rsidR="007F16A2" w:rsidRPr="0077595A">
        <w:rPr>
          <w:rStyle w:val="wyrnienie"/>
        </w:rPr>
        <w:t>;</w:t>
      </w:r>
      <w:r w:rsidR="004A7F2C" w:rsidRPr="0077595A">
        <w:rPr>
          <w:rStyle w:val="wyrnienie"/>
        </w:rPr>
        <w:t xml:space="preserve"> </w:t>
      </w:r>
      <w:r w:rsidRPr="0077595A">
        <w:rPr>
          <w:rStyle w:val="wyrnienieipogrubienie"/>
        </w:rPr>
        <w:t xml:space="preserve">muszę się z </w:t>
      </w:r>
      <w:r w:rsidR="004A7F2C" w:rsidRPr="0077595A">
        <w:rPr>
          <w:rStyle w:val="wyrnienieipogrubienie"/>
        </w:rPr>
        <w:t xml:space="preserve">panem </w:t>
      </w:r>
      <w:r w:rsidRPr="0077595A">
        <w:rPr>
          <w:rStyle w:val="wyrnienieipogrubienie"/>
        </w:rPr>
        <w:t>umówić</w:t>
      </w:r>
      <w:r w:rsidR="004A7F2C" w:rsidRPr="0077595A">
        <w:rPr>
          <w:rStyle w:val="wyrnienieipogrubienie"/>
        </w:rPr>
        <w:t>…</w:t>
      </w:r>
      <w:r w:rsidR="007F16A2" w:rsidRPr="0077595A">
        <w:rPr>
          <w:rStyle w:val="wyrnienie"/>
        </w:rPr>
        <w:t>;</w:t>
      </w:r>
      <w:r w:rsidR="004A7F2C" w:rsidRPr="0077595A">
        <w:rPr>
          <w:rStyle w:val="wyrnienie"/>
        </w:rPr>
        <w:t xml:space="preserve"> </w:t>
      </w:r>
      <w:r w:rsidRPr="0077595A">
        <w:rPr>
          <w:rStyle w:val="wyrnienieipogrubienie"/>
        </w:rPr>
        <w:t xml:space="preserve">chcę </w:t>
      </w:r>
      <w:r w:rsidR="00BA3062" w:rsidRPr="0077595A">
        <w:rPr>
          <w:rStyle w:val="wyrnienieipogrubienie"/>
        </w:rPr>
        <w:t xml:space="preserve">pana </w:t>
      </w:r>
      <w:r w:rsidRPr="0077595A">
        <w:rPr>
          <w:rStyle w:val="wyrnienieipogrubienie"/>
        </w:rPr>
        <w:t>zainteresować</w:t>
      </w:r>
      <w:r w:rsidR="009F5089" w:rsidRPr="0077595A">
        <w:rPr>
          <w:rStyle w:val="wyrnienieipogrubienie"/>
        </w:rPr>
        <w:t>…</w:t>
      </w:r>
      <w:r w:rsidR="007F16A2" w:rsidRPr="0077595A">
        <w:rPr>
          <w:rStyle w:val="wyrnienie"/>
        </w:rPr>
        <w:t>;</w:t>
      </w:r>
      <w:r w:rsidR="009F5089" w:rsidRPr="0077595A">
        <w:rPr>
          <w:rStyle w:val="wyrnienie"/>
        </w:rPr>
        <w:t xml:space="preserve"> </w:t>
      </w:r>
      <w:r w:rsidRPr="0077595A">
        <w:rPr>
          <w:rStyle w:val="wyrnienieipogrubienie"/>
        </w:rPr>
        <w:t>dzwonię, aby</w:t>
      </w:r>
      <w:r w:rsidR="00352A9D" w:rsidRPr="0077595A">
        <w:rPr>
          <w:rStyle w:val="wyrnienieipogrubienie"/>
        </w:rPr>
        <w:t>…</w:t>
      </w:r>
      <w:r w:rsidR="007F16A2" w:rsidRPr="0077595A">
        <w:rPr>
          <w:rStyle w:val="wyrnienie"/>
        </w:rPr>
        <w:t>;</w:t>
      </w:r>
      <w:r w:rsidR="00352A9D" w:rsidRPr="0077595A">
        <w:rPr>
          <w:rStyle w:val="wyrnienie"/>
        </w:rPr>
        <w:t xml:space="preserve"> </w:t>
      </w:r>
      <w:r w:rsidRPr="0077595A">
        <w:rPr>
          <w:rStyle w:val="wyrnienieipogrubienie"/>
        </w:rPr>
        <w:t xml:space="preserve">chcę spytać, czy jest </w:t>
      </w:r>
      <w:r w:rsidR="00BA3062" w:rsidRPr="0077595A">
        <w:rPr>
          <w:rStyle w:val="wyrnienieipogrubienie"/>
        </w:rPr>
        <w:t xml:space="preserve">pan </w:t>
      </w:r>
      <w:r w:rsidRPr="0077595A">
        <w:rPr>
          <w:rStyle w:val="wyrnienieipogrubienie"/>
        </w:rPr>
        <w:t>zainteresowany</w:t>
      </w:r>
      <w:r w:rsidR="00BA3062" w:rsidRPr="0077595A">
        <w:rPr>
          <w:rStyle w:val="wyrnienieipogrubienie"/>
        </w:rPr>
        <w:t>…</w:t>
      </w:r>
      <w:r w:rsidR="00BA3062" w:rsidRPr="0077595A">
        <w:rPr>
          <w:rStyle w:val="wyrnienie"/>
        </w:rPr>
        <w:t xml:space="preserve">) </w:t>
      </w:r>
      <w:r w:rsidRPr="0077595A">
        <w:rPr>
          <w:rStyle w:val="wyrnienie"/>
        </w:rPr>
        <w:t xml:space="preserve">i ustalić dogodny termin spotkania, na którym będziemy mogli o tym porozmawiać. Czy odpowiada </w:t>
      </w:r>
      <w:r w:rsidR="006A2A92" w:rsidRPr="0077595A">
        <w:rPr>
          <w:rStyle w:val="wyrnienie"/>
        </w:rPr>
        <w:t xml:space="preserve">panu </w:t>
      </w:r>
      <w:r w:rsidRPr="0077595A">
        <w:rPr>
          <w:rStyle w:val="wyrnienie"/>
        </w:rPr>
        <w:t>(</w:t>
      </w:r>
      <w:r w:rsidRPr="0077595A">
        <w:rPr>
          <w:rStyle w:val="wyrnienieipogrubienie"/>
        </w:rPr>
        <w:t>czwartek godz. 16.00</w:t>
      </w:r>
      <w:r w:rsidR="006A2A92" w:rsidRPr="0077595A">
        <w:rPr>
          <w:rStyle w:val="wyrnienie"/>
        </w:rPr>
        <w:t xml:space="preserve">; </w:t>
      </w:r>
      <w:r w:rsidRPr="0077595A">
        <w:rPr>
          <w:rStyle w:val="wyrnienieipogrubienie"/>
        </w:rPr>
        <w:t>poniedziałek</w:t>
      </w:r>
      <w:r w:rsidR="006A2A92" w:rsidRPr="0077595A">
        <w:rPr>
          <w:rStyle w:val="wyrnienieipogrubienie"/>
        </w:rPr>
        <w:t>, godz.</w:t>
      </w:r>
      <w:r w:rsidRPr="0077595A">
        <w:rPr>
          <w:rStyle w:val="wyrnienieipogrubienie"/>
        </w:rPr>
        <w:t xml:space="preserve"> 13.00</w:t>
      </w:r>
      <w:r w:rsidR="006A2A92" w:rsidRPr="0077595A">
        <w:rPr>
          <w:rStyle w:val="wyrnienieipogrubienie"/>
        </w:rPr>
        <w:t>,</w:t>
      </w:r>
      <w:r w:rsidRPr="0077595A">
        <w:rPr>
          <w:rStyle w:val="wyrnienieipogrubienie"/>
        </w:rPr>
        <w:t xml:space="preserve"> czy może wtorek</w:t>
      </w:r>
      <w:r w:rsidR="006A2A92" w:rsidRPr="0077595A">
        <w:rPr>
          <w:rStyle w:val="wyrnienieipogrubienie"/>
        </w:rPr>
        <w:t>, godz.</w:t>
      </w:r>
      <w:r w:rsidRPr="0077595A">
        <w:rPr>
          <w:rStyle w:val="wyrnienieipogrubienie"/>
        </w:rPr>
        <w:t xml:space="preserve"> 15.00</w:t>
      </w:r>
      <w:r w:rsidR="006A2A92" w:rsidRPr="0077595A">
        <w:rPr>
          <w:rStyle w:val="wyrnienie"/>
        </w:rPr>
        <w:t xml:space="preserve">; </w:t>
      </w:r>
      <w:r w:rsidRPr="0077595A">
        <w:rPr>
          <w:rStyle w:val="wyrnienieipogrubienie"/>
        </w:rPr>
        <w:t>koniec tego tygodnia czy początek następnego</w:t>
      </w:r>
      <w:r w:rsidR="00D24849" w:rsidRPr="0077595A">
        <w:rPr>
          <w:rStyle w:val="wyrnienie"/>
        </w:rPr>
        <w:t>)</w:t>
      </w:r>
      <w:r w:rsidR="00C91FB7" w:rsidRPr="0077595A">
        <w:rPr>
          <w:rStyle w:val="wyrnienie"/>
        </w:rPr>
        <w:t>?</w:t>
      </w:r>
    </w:p>
    <w:p w:rsidR="00CD1627" w:rsidRPr="0077595A" w:rsidRDefault="00CD1627">
      <w:pPr>
        <w:numPr>
          <w:ilvl w:val="0"/>
          <w:numId w:val="1"/>
        </w:numPr>
      </w:pPr>
      <w:r w:rsidRPr="0077595A">
        <w:t xml:space="preserve">Podczas rozmowy telefonicznej mogą wystąpić </w:t>
      </w:r>
      <w:r w:rsidR="00A21535" w:rsidRPr="0077595A">
        <w:t>pytania</w:t>
      </w:r>
      <w:r w:rsidRPr="0077595A">
        <w:t>. Jaki jest schemat udzielania na ni</w:t>
      </w:r>
      <w:r w:rsidR="00311A45" w:rsidRPr="0077595A">
        <w:t>e odpowiedzi?</w:t>
      </w:r>
    </w:p>
    <w:p w:rsidR="00CD1627" w:rsidRPr="0077595A" w:rsidRDefault="00CD1627">
      <w:pPr>
        <w:numPr>
          <w:ilvl w:val="0"/>
          <w:numId w:val="113"/>
        </w:numPr>
      </w:pPr>
      <w:r w:rsidRPr="0077595A">
        <w:t>Odpowiadasz</w:t>
      </w:r>
      <w:r w:rsidR="005E2517" w:rsidRPr="0077595A">
        <w:t>,</w:t>
      </w:r>
      <w:r w:rsidRPr="0077595A">
        <w:t xml:space="preserve"> udzielając krótkiej informacji</w:t>
      </w:r>
      <w:r w:rsidR="005E2517" w:rsidRPr="0077595A">
        <w:t>,</w:t>
      </w:r>
      <w:r w:rsidRPr="0077595A">
        <w:t xml:space="preserve"> i proponujesz, że porozmawiasz o tym na spotkaniu. </w:t>
      </w:r>
      <w:r w:rsidR="00C45E4E" w:rsidRPr="0077595A">
        <w:t>U</w:t>
      </w:r>
      <w:r w:rsidRPr="0077595A">
        <w:t>stalasz termin spotkania.</w:t>
      </w:r>
    </w:p>
    <w:p w:rsidR="00CD1627" w:rsidRPr="0077595A" w:rsidRDefault="00CD1627">
      <w:pPr>
        <w:numPr>
          <w:ilvl w:val="0"/>
          <w:numId w:val="113"/>
        </w:numPr>
      </w:pPr>
      <w:r w:rsidRPr="0077595A">
        <w:t>Używasz wszystkich możliwych argumentów, aby przekonać</w:t>
      </w:r>
      <w:r w:rsidR="00556A20" w:rsidRPr="0077595A">
        <w:t xml:space="preserve"> klienta</w:t>
      </w:r>
      <w:r w:rsidRPr="0077595A">
        <w:t>, że nie ma racji.</w:t>
      </w:r>
    </w:p>
    <w:p w:rsidR="00CD1627" w:rsidRPr="0077595A" w:rsidRDefault="00CD1627">
      <w:pPr>
        <w:numPr>
          <w:ilvl w:val="0"/>
          <w:numId w:val="113"/>
        </w:numPr>
      </w:pPr>
      <w:r w:rsidRPr="0077595A">
        <w:t>Ignorujesz zastrzeżenia i kontynuujesz rozmowę.</w:t>
      </w:r>
    </w:p>
    <w:p w:rsidR="00CD1627" w:rsidRPr="0077595A" w:rsidRDefault="00CD1627">
      <w:pPr>
        <w:numPr>
          <w:ilvl w:val="0"/>
          <w:numId w:val="113"/>
        </w:numPr>
      </w:pPr>
      <w:r w:rsidRPr="0077595A">
        <w:t>Wyjaśniasz wyczerpująco każde zastrzeżenie i starasz się dociec, czy kl</w:t>
      </w:r>
      <w:r w:rsidR="00311A45" w:rsidRPr="0077595A">
        <w:t>ient wszystko dobrze zrozumiał.</w:t>
      </w:r>
    </w:p>
    <w:p w:rsidR="00CD1627" w:rsidRPr="0077595A" w:rsidRDefault="00CD1627">
      <w:pPr>
        <w:numPr>
          <w:ilvl w:val="0"/>
          <w:numId w:val="1"/>
        </w:numPr>
      </w:pPr>
      <w:r w:rsidRPr="0077595A">
        <w:t>Dzwonisz do klienta z zamiarem umówienia spotkania handlowego. Jaki „produkt” sprzedajesz?</w:t>
      </w:r>
    </w:p>
    <w:p w:rsidR="00CD1627" w:rsidRPr="0077595A" w:rsidRDefault="00CD1627">
      <w:pPr>
        <w:numPr>
          <w:ilvl w:val="0"/>
          <w:numId w:val="114"/>
        </w:numPr>
      </w:pPr>
      <w:r w:rsidRPr="0077595A">
        <w:t>Spotkanie handlowe.</w:t>
      </w:r>
    </w:p>
    <w:p w:rsidR="00CD1627" w:rsidRPr="0077595A" w:rsidRDefault="00CD1627">
      <w:pPr>
        <w:numPr>
          <w:ilvl w:val="0"/>
          <w:numId w:val="114"/>
        </w:numPr>
      </w:pPr>
      <w:r w:rsidRPr="0077595A">
        <w:t xml:space="preserve">Rozwianie wątpliwości klienta co do niewypłacalności </w:t>
      </w:r>
      <w:r w:rsidR="0043479F" w:rsidRPr="0077595A">
        <w:t>towarzystwa</w:t>
      </w:r>
      <w:r w:rsidRPr="0077595A">
        <w:t>.</w:t>
      </w:r>
    </w:p>
    <w:p w:rsidR="00CD1627" w:rsidRPr="0077595A" w:rsidRDefault="00CD1627">
      <w:pPr>
        <w:numPr>
          <w:ilvl w:val="0"/>
          <w:numId w:val="114"/>
        </w:numPr>
      </w:pPr>
      <w:r w:rsidRPr="0077595A">
        <w:t>Produkt objęty rabatem</w:t>
      </w:r>
      <w:r w:rsidR="000810BA" w:rsidRPr="0077595A">
        <w:t>.</w:t>
      </w:r>
    </w:p>
    <w:p w:rsidR="00CD1627" w:rsidRPr="0077595A" w:rsidRDefault="00CD1627">
      <w:pPr>
        <w:numPr>
          <w:ilvl w:val="0"/>
          <w:numId w:val="1"/>
        </w:numPr>
      </w:pPr>
      <w:r w:rsidRPr="0077595A">
        <w:t>Które z poniższych zdań są prawdą, a które fałszem w przypadku rozmowy telefonicznej?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63"/>
        <w:gridCol w:w="974"/>
        <w:gridCol w:w="831"/>
      </w:tblGrid>
      <w:tr w:rsidR="00CD1627" w:rsidRPr="0077595A">
        <w:trPr>
          <w:trHeight w:val="506"/>
        </w:trPr>
        <w:tc>
          <w:tcPr>
            <w:tcW w:w="6263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Czynność</w:t>
            </w:r>
          </w:p>
        </w:tc>
        <w:tc>
          <w:tcPr>
            <w:tcW w:w="974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Prawda</w:t>
            </w:r>
          </w:p>
        </w:tc>
        <w:tc>
          <w:tcPr>
            <w:tcW w:w="831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Fałsz</w:t>
            </w:r>
          </w:p>
        </w:tc>
      </w:tr>
      <w:tr w:rsidR="00CD1627" w:rsidRPr="0077595A">
        <w:trPr>
          <w:trHeight w:val="690"/>
        </w:trPr>
        <w:tc>
          <w:tcPr>
            <w:tcW w:w="6263" w:type="dxa"/>
          </w:tcPr>
          <w:p w:rsidR="00CD1627" w:rsidRPr="0077595A" w:rsidRDefault="00CD1627">
            <w:r w:rsidRPr="0077595A">
              <w:t>Podczas rozmowy zawsze używam języka potocznego</w:t>
            </w:r>
            <w:r w:rsidR="00645384" w:rsidRPr="0077595A">
              <w:t>.</w:t>
            </w:r>
          </w:p>
        </w:tc>
        <w:tc>
          <w:tcPr>
            <w:tcW w:w="974" w:type="dxa"/>
          </w:tcPr>
          <w:p w:rsidR="00CD1627" w:rsidRPr="0077595A" w:rsidRDefault="00CD1627"/>
          <w:p w:rsidR="00CD1627" w:rsidRPr="0077595A" w:rsidRDefault="00CD1627"/>
        </w:tc>
        <w:tc>
          <w:tcPr>
            <w:tcW w:w="831" w:type="dxa"/>
          </w:tcPr>
          <w:p w:rsidR="00CD1627" w:rsidRPr="0077595A" w:rsidRDefault="00CD1627"/>
        </w:tc>
      </w:tr>
      <w:tr w:rsidR="00CD1627" w:rsidRPr="0077595A">
        <w:trPr>
          <w:trHeight w:val="690"/>
        </w:trPr>
        <w:tc>
          <w:tcPr>
            <w:tcW w:w="6263" w:type="dxa"/>
          </w:tcPr>
          <w:p w:rsidR="00CD1627" w:rsidRPr="0077595A" w:rsidRDefault="00CD1627">
            <w:r w:rsidRPr="0077595A">
              <w:lastRenderedPageBreak/>
              <w:t xml:space="preserve">Przekazuję </w:t>
            </w:r>
            <w:r w:rsidR="00645384" w:rsidRPr="0077595A">
              <w:t xml:space="preserve">maksymalną </w:t>
            </w:r>
            <w:r w:rsidRPr="0077595A">
              <w:t>ilość informacji o produktach</w:t>
            </w:r>
            <w:r w:rsidR="00645384" w:rsidRPr="0077595A">
              <w:t>.</w:t>
            </w:r>
          </w:p>
        </w:tc>
        <w:tc>
          <w:tcPr>
            <w:tcW w:w="974" w:type="dxa"/>
          </w:tcPr>
          <w:p w:rsidR="00CD1627" w:rsidRPr="0077595A" w:rsidRDefault="00CD1627"/>
        </w:tc>
        <w:tc>
          <w:tcPr>
            <w:tcW w:w="831" w:type="dxa"/>
          </w:tcPr>
          <w:p w:rsidR="00CD1627" w:rsidRPr="0077595A" w:rsidRDefault="00CD1627"/>
        </w:tc>
      </w:tr>
      <w:tr w:rsidR="00CD1627" w:rsidRPr="0077595A">
        <w:trPr>
          <w:trHeight w:val="690"/>
        </w:trPr>
        <w:tc>
          <w:tcPr>
            <w:tcW w:w="6263" w:type="dxa"/>
          </w:tcPr>
          <w:p w:rsidR="00CD1627" w:rsidRPr="0077595A" w:rsidRDefault="00CD1627">
            <w:r w:rsidRPr="0077595A">
              <w:t>Zawsze zgadzam się z klientem</w:t>
            </w:r>
            <w:r w:rsidR="00645384" w:rsidRPr="0077595A">
              <w:t>.</w:t>
            </w:r>
          </w:p>
        </w:tc>
        <w:tc>
          <w:tcPr>
            <w:tcW w:w="974" w:type="dxa"/>
          </w:tcPr>
          <w:p w:rsidR="00CD1627" w:rsidRPr="0077595A" w:rsidRDefault="00CD1627"/>
        </w:tc>
        <w:tc>
          <w:tcPr>
            <w:tcW w:w="831" w:type="dxa"/>
          </w:tcPr>
          <w:p w:rsidR="00CD1627" w:rsidRPr="0077595A" w:rsidRDefault="00CD1627"/>
        </w:tc>
      </w:tr>
      <w:tr w:rsidR="00CD1627" w:rsidRPr="0077595A">
        <w:trPr>
          <w:trHeight w:val="690"/>
        </w:trPr>
        <w:tc>
          <w:tcPr>
            <w:tcW w:w="6263" w:type="dxa"/>
          </w:tcPr>
          <w:p w:rsidR="00CD1627" w:rsidRPr="0077595A" w:rsidRDefault="00CD1627">
            <w:r w:rsidRPr="0077595A">
              <w:t>Aby mieć przewagę</w:t>
            </w:r>
            <w:r w:rsidR="00645384" w:rsidRPr="0077595A">
              <w:t>,</w:t>
            </w:r>
            <w:r w:rsidRPr="0077595A">
              <w:t xml:space="preserve"> krytykuję inne firmy z branży</w:t>
            </w:r>
            <w:r w:rsidR="00645384" w:rsidRPr="0077595A">
              <w:t>.</w:t>
            </w:r>
          </w:p>
        </w:tc>
        <w:tc>
          <w:tcPr>
            <w:tcW w:w="974" w:type="dxa"/>
          </w:tcPr>
          <w:p w:rsidR="00CD1627" w:rsidRPr="0077595A" w:rsidRDefault="00CD1627"/>
        </w:tc>
        <w:tc>
          <w:tcPr>
            <w:tcW w:w="831" w:type="dxa"/>
          </w:tcPr>
          <w:p w:rsidR="00CD1627" w:rsidRPr="0077595A" w:rsidRDefault="00CD1627"/>
        </w:tc>
      </w:tr>
      <w:tr w:rsidR="00CD1627" w:rsidRPr="0077595A">
        <w:trPr>
          <w:trHeight w:val="690"/>
        </w:trPr>
        <w:tc>
          <w:tcPr>
            <w:tcW w:w="6263" w:type="dxa"/>
          </w:tcPr>
          <w:p w:rsidR="00CD1627" w:rsidRPr="0077595A" w:rsidRDefault="00CD1627">
            <w:r w:rsidRPr="0077595A">
              <w:t>Zawsze mówię</w:t>
            </w:r>
            <w:r w:rsidR="00645384" w:rsidRPr="0077595A">
              <w:t>,</w:t>
            </w:r>
            <w:r w:rsidRPr="0077595A">
              <w:t xml:space="preserve"> skąd mam numer telefonu</w:t>
            </w:r>
            <w:r w:rsidR="00645384" w:rsidRPr="0077595A">
              <w:t>.</w:t>
            </w:r>
          </w:p>
        </w:tc>
        <w:tc>
          <w:tcPr>
            <w:tcW w:w="974" w:type="dxa"/>
          </w:tcPr>
          <w:p w:rsidR="00CD1627" w:rsidRPr="0077595A" w:rsidRDefault="00CD1627"/>
        </w:tc>
        <w:tc>
          <w:tcPr>
            <w:tcW w:w="831" w:type="dxa"/>
          </w:tcPr>
          <w:p w:rsidR="00CD1627" w:rsidRPr="0077595A" w:rsidRDefault="00CD1627"/>
        </w:tc>
      </w:tr>
      <w:tr w:rsidR="00CD1627" w:rsidRPr="0077595A">
        <w:trPr>
          <w:trHeight w:val="690"/>
        </w:trPr>
        <w:tc>
          <w:tcPr>
            <w:tcW w:w="6263" w:type="dxa"/>
          </w:tcPr>
          <w:p w:rsidR="00CD1627" w:rsidRPr="0077595A" w:rsidRDefault="00CD1627">
            <w:r w:rsidRPr="0077595A">
              <w:t>Powinienem odbierać bardzo osobiście każdą odmowę klienta</w:t>
            </w:r>
            <w:r w:rsidR="00DD311B" w:rsidRPr="0077595A">
              <w:t>.</w:t>
            </w:r>
          </w:p>
        </w:tc>
        <w:tc>
          <w:tcPr>
            <w:tcW w:w="974" w:type="dxa"/>
          </w:tcPr>
          <w:p w:rsidR="00CD1627" w:rsidRPr="0077595A" w:rsidRDefault="00CD1627"/>
        </w:tc>
        <w:tc>
          <w:tcPr>
            <w:tcW w:w="831" w:type="dxa"/>
          </w:tcPr>
          <w:p w:rsidR="00CD1627" w:rsidRPr="0077595A" w:rsidRDefault="00CD1627"/>
        </w:tc>
      </w:tr>
      <w:tr w:rsidR="00CD1627" w:rsidRPr="0077595A">
        <w:trPr>
          <w:trHeight w:val="690"/>
        </w:trPr>
        <w:tc>
          <w:tcPr>
            <w:tcW w:w="6263" w:type="dxa"/>
          </w:tcPr>
          <w:p w:rsidR="00CD1627" w:rsidRPr="0077595A" w:rsidRDefault="00CD1627">
            <w:r w:rsidRPr="0077595A">
              <w:t>Zawsze powtarzam ustalony termin i miejsce spotkania</w:t>
            </w:r>
            <w:r w:rsidR="00DD311B" w:rsidRPr="0077595A">
              <w:t>.</w:t>
            </w:r>
          </w:p>
        </w:tc>
        <w:tc>
          <w:tcPr>
            <w:tcW w:w="974" w:type="dxa"/>
          </w:tcPr>
          <w:p w:rsidR="00CD1627" w:rsidRPr="0077595A" w:rsidRDefault="00CD1627"/>
        </w:tc>
        <w:tc>
          <w:tcPr>
            <w:tcW w:w="831" w:type="dxa"/>
          </w:tcPr>
          <w:p w:rsidR="00CD1627" w:rsidRPr="0077595A" w:rsidRDefault="00CD1627"/>
        </w:tc>
      </w:tr>
    </w:tbl>
    <w:p w:rsidR="00CD1627" w:rsidRPr="0077595A" w:rsidRDefault="00CD1627">
      <w:pPr>
        <w:numPr>
          <w:ilvl w:val="0"/>
          <w:numId w:val="1"/>
        </w:numPr>
      </w:pPr>
      <w:r w:rsidRPr="0077595A">
        <w:t>Używając znanych Ci technik aktywnego słuchania (</w:t>
      </w:r>
      <w:r w:rsidRPr="0077595A">
        <w:rPr>
          <w:rStyle w:val="wyrnienie"/>
        </w:rPr>
        <w:t>parafraza i klaryfikacja</w:t>
      </w:r>
      <w:r w:rsidRPr="0077595A">
        <w:t>)</w:t>
      </w:r>
      <w:r w:rsidR="00F278C4" w:rsidRPr="0077595A">
        <w:t>,</w:t>
      </w:r>
      <w:r w:rsidRPr="0077595A">
        <w:t xml:space="preserve"> zadaj po dwa pytania (</w:t>
      </w:r>
      <w:r w:rsidRPr="0077595A">
        <w:rPr>
          <w:rStyle w:val="wyrnienie"/>
        </w:rPr>
        <w:t>razem cztery</w:t>
      </w:r>
      <w:r w:rsidRPr="0077595A">
        <w:t xml:space="preserve">) </w:t>
      </w:r>
      <w:r w:rsidR="00173D6D" w:rsidRPr="0077595A">
        <w:t>dotyczące poniższych</w:t>
      </w:r>
      <w:r w:rsidR="006234BA" w:rsidRPr="0077595A">
        <w:t xml:space="preserve"> stwierdzeń.</w:t>
      </w:r>
    </w:p>
    <w:p w:rsidR="00CD1627" w:rsidRPr="0077595A" w:rsidRDefault="00CD1627">
      <w:pPr>
        <w:rPr>
          <w:rStyle w:val="wyrnienie"/>
        </w:rPr>
      </w:pPr>
      <w:r w:rsidRPr="0077595A">
        <w:rPr>
          <w:rStyle w:val="wyrnienie"/>
        </w:rPr>
        <w:t>Nie wiem, czy w ogóle powinienem się ubezpieczać</w:t>
      </w:r>
      <w:r w:rsidR="00B91395" w:rsidRPr="0077595A">
        <w:rPr>
          <w:rStyle w:val="wyrnienie"/>
        </w:rPr>
        <w:t>.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</w:t>
      </w:r>
    </w:p>
    <w:p w:rsidR="00CD1627" w:rsidRPr="0077595A" w:rsidRDefault="00311A45">
      <w:pPr>
        <w:rPr>
          <w:rStyle w:val="wyrnienie"/>
        </w:rPr>
      </w:pPr>
      <w:r w:rsidRPr="0077595A">
        <w:rPr>
          <w:rStyle w:val="wyrnienie"/>
        </w:rPr>
        <w:t>Nie mam czasu</w:t>
      </w:r>
      <w:r w:rsidR="00E44466" w:rsidRPr="0077595A">
        <w:rPr>
          <w:rStyle w:val="wyrnienie"/>
        </w:rPr>
        <w:t>.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</w:t>
      </w:r>
    </w:p>
    <w:p w:rsidR="00CD1627" w:rsidRPr="0077595A" w:rsidRDefault="00CD1627">
      <w:pPr>
        <w:numPr>
          <w:ilvl w:val="0"/>
          <w:numId w:val="1"/>
        </w:numPr>
      </w:pPr>
      <w:r w:rsidRPr="0077595A">
        <w:t>W poniższym liście znajdź i podkreśl błędne sformułowania.</w:t>
      </w:r>
    </w:p>
    <w:p w:rsidR="00CD1627" w:rsidRPr="0077595A" w:rsidRDefault="00CD1627">
      <w:pPr>
        <w:rPr>
          <w:rStyle w:val="wyrnienie"/>
        </w:rPr>
      </w:pPr>
      <w:r w:rsidRPr="0077595A">
        <w:rPr>
          <w:rStyle w:val="wyrnienie"/>
        </w:rPr>
        <w:t>Szanowny Panie</w:t>
      </w:r>
      <w:r w:rsidR="004A0356" w:rsidRPr="0077595A">
        <w:rPr>
          <w:rStyle w:val="wyrnienie"/>
        </w:rPr>
        <w:t>!</w:t>
      </w:r>
    </w:p>
    <w:p w:rsidR="00CD1627" w:rsidRPr="0077595A" w:rsidRDefault="004620E6">
      <w:pPr>
        <w:rPr>
          <w:rStyle w:val="wyrnienie"/>
        </w:rPr>
      </w:pPr>
      <w:r w:rsidRPr="0077595A">
        <w:rPr>
          <w:rStyle w:val="wyrnienie"/>
        </w:rPr>
        <w:t xml:space="preserve">Pański </w:t>
      </w:r>
      <w:r w:rsidR="00CD1627" w:rsidRPr="0077595A">
        <w:rPr>
          <w:rStyle w:val="wyrnienie"/>
        </w:rPr>
        <w:t>adres otrzymałem od Pana Kowalskiego, z którym ostatnio spotkałem się przy okazji targów „Budujemy w Unii”. Polecił mi Pana jako osobę, która poszukuje solidnego i wiarygodnego towarzystwa ubezpieczeń. Ponieważ od dwóch lat zajmuję się sprzedażą i pracowałem w kilku różnych firmach</w:t>
      </w:r>
      <w:r w:rsidR="007E7D4A" w:rsidRPr="0077595A">
        <w:rPr>
          <w:rStyle w:val="wyrnienie"/>
        </w:rPr>
        <w:t>,</w:t>
      </w:r>
      <w:r w:rsidR="00CD1627" w:rsidRPr="0077595A">
        <w:rPr>
          <w:rStyle w:val="wyrnienie"/>
        </w:rPr>
        <w:t xml:space="preserve"> mam duże doświadczenie </w:t>
      </w:r>
      <w:r w:rsidR="00615D21" w:rsidRPr="0077595A">
        <w:rPr>
          <w:rStyle w:val="wyrnienie"/>
        </w:rPr>
        <w:t xml:space="preserve">w </w:t>
      </w:r>
      <w:r w:rsidR="00CD1627" w:rsidRPr="0077595A">
        <w:rPr>
          <w:rStyle w:val="wyrnienie"/>
        </w:rPr>
        <w:t xml:space="preserve">sprzedaży. Obecnie pracuję w ubezpieczeniach. Na pewno będzie Pan zadowolony z moich usług. Chcę Panu zaproponować spotkanie, żeby przekonać Pana, </w:t>
      </w:r>
      <w:r w:rsidR="00615D21" w:rsidRPr="0077595A">
        <w:rPr>
          <w:rStyle w:val="wyrnienie"/>
        </w:rPr>
        <w:t xml:space="preserve">że </w:t>
      </w:r>
      <w:r w:rsidR="00CD1627" w:rsidRPr="0077595A">
        <w:rPr>
          <w:rStyle w:val="wyrnienie"/>
        </w:rPr>
        <w:t>warto się ubezpieczyć u mnie. Dlatego napisałem ten list. W ciągu kilku dni przedzwonię, aby ustalić dogodny dla Pana termin spotkania.</w:t>
      </w:r>
      <w:r w:rsidR="00F81F03" w:rsidRPr="0077595A">
        <w:rPr>
          <w:rStyle w:val="wyrnienie"/>
        </w:rPr>
        <w:t xml:space="preserve"> </w:t>
      </w:r>
      <w:r w:rsidR="00CD1627" w:rsidRPr="0077595A">
        <w:rPr>
          <w:rStyle w:val="wyrnienie"/>
        </w:rPr>
        <w:t>Z poważaniem.</w:t>
      </w:r>
    </w:p>
    <w:p w:rsidR="00CD1627" w:rsidRPr="0077595A" w:rsidRDefault="00CD1627">
      <w:pPr>
        <w:numPr>
          <w:ilvl w:val="0"/>
          <w:numId w:val="1"/>
        </w:numPr>
      </w:pPr>
      <w:r w:rsidRPr="0077595A">
        <w:t>Zakreśl odpowiedź, która właściwie opisuje poszczególne etapy rozmowy handlowej:</w:t>
      </w:r>
    </w:p>
    <w:p w:rsidR="00CD1627" w:rsidRPr="0077595A" w:rsidRDefault="00CD1627">
      <w:pPr>
        <w:numPr>
          <w:ilvl w:val="0"/>
          <w:numId w:val="115"/>
        </w:numPr>
        <w:rPr>
          <w:rStyle w:val="pogrubienie"/>
        </w:rPr>
      </w:pPr>
    </w:p>
    <w:p w:rsidR="00CD1627" w:rsidRPr="0077595A" w:rsidRDefault="00CD1627">
      <w:pPr>
        <w:numPr>
          <w:ilvl w:val="0"/>
          <w:numId w:val="116"/>
        </w:numPr>
      </w:pPr>
      <w:r w:rsidRPr="0077595A">
        <w:t>Zbieranie informacji i uświadamianie potrzeb</w:t>
      </w:r>
    </w:p>
    <w:p w:rsidR="00CD1627" w:rsidRPr="0077595A" w:rsidRDefault="00CD1627">
      <w:pPr>
        <w:numPr>
          <w:ilvl w:val="0"/>
          <w:numId w:val="116"/>
        </w:numPr>
      </w:pPr>
      <w:r w:rsidRPr="0077595A">
        <w:t>Przedstawienie propozycji rozwiązania i prezentacja</w:t>
      </w:r>
    </w:p>
    <w:p w:rsidR="00CD1627" w:rsidRPr="0077595A" w:rsidRDefault="00CD1627">
      <w:pPr>
        <w:numPr>
          <w:ilvl w:val="0"/>
          <w:numId w:val="116"/>
        </w:numPr>
      </w:pPr>
      <w:r w:rsidRPr="0077595A">
        <w:t>Nawiązanie kontaktu</w:t>
      </w:r>
    </w:p>
    <w:p w:rsidR="00CD1627" w:rsidRPr="0077595A" w:rsidRDefault="00CD1627">
      <w:pPr>
        <w:numPr>
          <w:ilvl w:val="0"/>
          <w:numId w:val="116"/>
        </w:numPr>
      </w:pPr>
      <w:r w:rsidRPr="0077595A">
        <w:t>Zamknięcie sprzedaży</w:t>
      </w:r>
    </w:p>
    <w:p w:rsidR="00CD1627" w:rsidRPr="0077595A" w:rsidRDefault="00CD1627">
      <w:pPr>
        <w:numPr>
          <w:ilvl w:val="0"/>
          <w:numId w:val="115"/>
        </w:numPr>
        <w:rPr>
          <w:rStyle w:val="pogrubienie"/>
        </w:rPr>
      </w:pPr>
    </w:p>
    <w:p w:rsidR="00CD1627" w:rsidRPr="0077595A" w:rsidRDefault="00CD1627">
      <w:pPr>
        <w:numPr>
          <w:ilvl w:val="0"/>
          <w:numId w:val="117"/>
        </w:numPr>
      </w:pPr>
      <w:r w:rsidRPr="0077595A">
        <w:t>Nawiązanie kontaktu</w:t>
      </w:r>
    </w:p>
    <w:p w:rsidR="00CD1627" w:rsidRPr="0077595A" w:rsidRDefault="00CD1627">
      <w:pPr>
        <w:numPr>
          <w:ilvl w:val="0"/>
          <w:numId w:val="117"/>
        </w:numPr>
      </w:pPr>
      <w:r w:rsidRPr="0077595A">
        <w:t>Przedstawienie propozycji rozwiązania i prezentacja</w:t>
      </w:r>
    </w:p>
    <w:p w:rsidR="00CD1627" w:rsidRPr="0077595A" w:rsidRDefault="00CD1627">
      <w:pPr>
        <w:numPr>
          <w:ilvl w:val="0"/>
          <w:numId w:val="117"/>
        </w:numPr>
      </w:pPr>
      <w:r w:rsidRPr="0077595A">
        <w:t>Zbieranie informacji i uświadamianie potrzeb</w:t>
      </w:r>
    </w:p>
    <w:p w:rsidR="00CD1627" w:rsidRPr="0077595A" w:rsidRDefault="00CD1627">
      <w:pPr>
        <w:numPr>
          <w:ilvl w:val="0"/>
          <w:numId w:val="117"/>
        </w:numPr>
      </w:pPr>
      <w:r w:rsidRPr="0077595A">
        <w:t>Zamknięcie sprzedaży</w:t>
      </w:r>
    </w:p>
    <w:p w:rsidR="00CD1627" w:rsidRPr="0077595A" w:rsidRDefault="00CD1627">
      <w:pPr>
        <w:numPr>
          <w:ilvl w:val="0"/>
          <w:numId w:val="115"/>
        </w:numPr>
        <w:rPr>
          <w:rStyle w:val="pogrubienie"/>
        </w:rPr>
      </w:pPr>
    </w:p>
    <w:p w:rsidR="00CD1627" w:rsidRPr="0077595A" w:rsidRDefault="00CD1627">
      <w:pPr>
        <w:numPr>
          <w:ilvl w:val="0"/>
          <w:numId w:val="118"/>
        </w:numPr>
      </w:pPr>
      <w:r w:rsidRPr="0077595A">
        <w:t>Nawiązanie kontaktu</w:t>
      </w:r>
    </w:p>
    <w:p w:rsidR="00CD1627" w:rsidRPr="0077595A" w:rsidRDefault="00CD1627">
      <w:pPr>
        <w:numPr>
          <w:ilvl w:val="0"/>
          <w:numId w:val="118"/>
        </w:numPr>
      </w:pPr>
      <w:r w:rsidRPr="0077595A">
        <w:t>Zbieranie informacji i uświadamianie potrzeb</w:t>
      </w:r>
    </w:p>
    <w:p w:rsidR="00CD1627" w:rsidRPr="0077595A" w:rsidRDefault="00CD1627">
      <w:pPr>
        <w:numPr>
          <w:ilvl w:val="0"/>
          <w:numId w:val="118"/>
        </w:numPr>
      </w:pPr>
      <w:r w:rsidRPr="0077595A">
        <w:t>Przedstawienie propozycji rozwiązania i prezentacja</w:t>
      </w:r>
    </w:p>
    <w:p w:rsidR="00CD1627" w:rsidRPr="0077595A" w:rsidRDefault="00CD1627">
      <w:pPr>
        <w:numPr>
          <w:ilvl w:val="0"/>
          <w:numId w:val="118"/>
        </w:numPr>
      </w:pPr>
      <w:r w:rsidRPr="0077595A">
        <w:t>Zamknięcie sprzedaży</w:t>
      </w:r>
    </w:p>
    <w:p w:rsidR="00CD1627" w:rsidRPr="0077595A" w:rsidRDefault="00CD1627">
      <w:pPr>
        <w:numPr>
          <w:ilvl w:val="0"/>
          <w:numId w:val="1"/>
        </w:numPr>
      </w:pPr>
      <w:r w:rsidRPr="0077595A">
        <w:lastRenderedPageBreak/>
        <w:t>Opisz swoimi słowami, na czym polega wyprzedzanie zastrzeżeń i obiekcji.</w:t>
      </w:r>
    </w:p>
    <w:p w:rsidR="00CD1627" w:rsidRPr="0077595A" w:rsidRDefault="00CD1627">
      <w:r w:rsidRPr="0077595A">
        <w:t>.....................................................................................................................................................................................</w:t>
      </w:r>
    </w:p>
    <w:p w:rsidR="00CD1627" w:rsidRPr="0077595A" w:rsidRDefault="004C5A0C">
      <w:r w:rsidRPr="0077595A">
        <w:t xml:space="preserve">Liczba </w:t>
      </w:r>
      <w:r w:rsidR="00CD1627" w:rsidRPr="0077595A">
        <w:t>uzyskanych punktów:</w:t>
      </w:r>
      <w:r w:rsidRPr="0077595A">
        <w:t xml:space="preserve"> </w:t>
      </w:r>
      <w:r w:rsidR="00CD1627" w:rsidRPr="0077595A">
        <w:t>..............</w:t>
      </w:r>
    </w:p>
    <w:p w:rsidR="00CD1627" w:rsidRPr="0077595A" w:rsidRDefault="00CD1627">
      <w:r w:rsidRPr="0077595A">
        <w:t xml:space="preserve">Maksymalna </w:t>
      </w:r>
      <w:r w:rsidR="002D6F2E" w:rsidRPr="0077595A">
        <w:t xml:space="preserve">liczba </w:t>
      </w:r>
      <w:r w:rsidRPr="0077595A">
        <w:t>punktów: 20</w:t>
      </w:r>
    </w:p>
    <w:p w:rsidR="00CD1627" w:rsidRPr="0077595A" w:rsidRDefault="00CD1627">
      <w:r w:rsidRPr="0077595A">
        <w:t>Test zaliczony: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1559"/>
      </w:tblGrid>
      <w:tr w:rsidR="00CD1627" w:rsidRPr="0077595A">
        <w:tc>
          <w:tcPr>
            <w:tcW w:w="1630" w:type="dxa"/>
          </w:tcPr>
          <w:p w:rsidR="00CD1627" w:rsidRPr="0077595A" w:rsidRDefault="00CD1627">
            <w:r w:rsidRPr="0077595A">
              <w:t>Tak □</w:t>
            </w:r>
          </w:p>
        </w:tc>
        <w:tc>
          <w:tcPr>
            <w:tcW w:w="1559" w:type="dxa"/>
          </w:tcPr>
          <w:p w:rsidR="00CD1627" w:rsidRPr="0077595A" w:rsidRDefault="00CD1627">
            <w:r w:rsidRPr="0077595A">
              <w:t>Nie □</w:t>
            </w:r>
          </w:p>
        </w:tc>
      </w:tr>
    </w:tbl>
    <w:p w:rsidR="00CD1627" w:rsidRPr="0077595A" w:rsidRDefault="00CD1627">
      <w:pPr>
        <w:pStyle w:val="Nagwek2"/>
      </w:pPr>
      <w:r w:rsidRPr="0077595A">
        <w:br w:type="page"/>
      </w:r>
      <w:bookmarkStart w:id="26" w:name="_Toc471213542"/>
      <w:r w:rsidRPr="0077595A">
        <w:lastRenderedPageBreak/>
        <w:t>Karta diagnozująca W/P</w:t>
      </w:r>
      <w:bookmarkEnd w:id="26"/>
    </w:p>
    <w:p w:rsidR="00CD1627" w:rsidRPr="0077595A" w:rsidRDefault="00CD1627">
      <w:r w:rsidRPr="0077595A">
        <w:t>Formularz zawiera określone działania (wskazówki postępowania oraz pytania), które pomogą diagnozować system wartości oraz przekonania ograniczające. Diagnoza składa się z pięciu działań:</w:t>
      </w:r>
    </w:p>
    <w:p w:rsidR="00CD1627" w:rsidRPr="0077595A" w:rsidRDefault="00CD1627">
      <w:pPr>
        <w:numPr>
          <w:ilvl w:val="0"/>
          <w:numId w:val="109"/>
        </w:numPr>
      </w:pPr>
      <w:r w:rsidRPr="0077595A">
        <w:t xml:space="preserve">Słuchaj </w:t>
      </w:r>
      <w:r w:rsidR="00330741" w:rsidRPr="0077595A">
        <w:t xml:space="preserve">wypowiedzi </w:t>
      </w:r>
      <w:r w:rsidRPr="0077595A">
        <w:t>w określony sposób, w określonych okolicznościach.</w:t>
      </w:r>
    </w:p>
    <w:p w:rsidR="00CD1627" w:rsidRPr="0077595A" w:rsidRDefault="00CD1627">
      <w:pPr>
        <w:numPr>
          <w:ilvl w:val="0"/>
          <w:numId w:val="109"/>
        </w:numPr>
      </w:pPr>
      <w:r w:rsidRPr="0077595A">
        <w:t>Zadawaj odpowiednie pytania i słuchaj uważnie odpowiedzi.</w:t>
      </w:r>
    </w:p>
    <w:p w:rsidR="00CD1627" w:rsidRPr="0077595A" w:rsidRDefault="00CD1627">
      <w:pPr>
        <w:numPr>
          <w:ilvl w:val="0"/>
          <w:numId w:val="109"/>
        </w:numPr>
      </w:pPr>
      <w:r w:rsidRPr="0077595A">
        <w:t>Obserwuj zachowanie</w:t>
      </w:r>
      <w:r w:rsidR="00D77C6C" w:rsidRPr="0077595A">
        <w:t xml:space="preserve"> rozmówcy</w:t>
      </w:r>
      <w:r w:rsidRPr="0077595A">
        <w:t>.</w:t>
      </w:r>
    </w:p>
    <w:p w:rsidR="00CD1627" w:rsidRPr="0077595A" w:rsidRDefault="00CD1627">
      <w:pPr>
        <w:numPr>
          <w:ilvl w:val="0"/>
          <w:numId w:val="109"/>
        </w:numPr>
      </w:pPr>
      <w:r w:rsidRPr="0077595A">
        <w:t>Notuj wypowiedzi i spostrzeżenia.</w:t>
      </w:r>
    </w:p>
    <w:p w:rsidR="00CD1627" w:rsidRPr="0077595A" w:rsidRDefault="00CD1627">
      <w:pPr>
        <w:numPr>
          <w:ilvl w:val="0"/>
          <w:numId w:val="109"/>
        </w:numPr>
      </w:pPr>
      <w:r w:rsidRPr="0077595A">
        <w:t>Stwórz portret tej osoby oparty na systemie wartości.</w:t>
      </w:r>
    </w:p>
    <w:p w:rsidR="00CD1627" w:rsidRPr="0077595A" w:rsidRDefault="00CD1627">
      <w:pPr>
        <w:pStyle w:val="Nagwek3"/>
      </w:pPr>
      <w:bookmarkStart w:id="27" w:name="_Toc471213543"/>
      <w:r w:rsidRPr="0077595A">
        <w:t>1. Słuchaj w określony sposób</w:t>
      </w:r>
      <w:bookmarkEnd w:id="27"/>
    </w:p>
    <w:p w:rsidR="00CD1627" w:rsidRPr="0077595A" w:rsidRDefault="00CD1627">
      <w:pPr>
        <w:rPr>
          <w:rStyle w:val="pogrubienie"/>
        </w:rPr>
      </w:pPr>
      <w:r w:rsidRPr="0077595A">
        <w:rPr>
          <w:rStyle w:val="pogrubienie"/>
        </w:rPr>
        <w:t>Słuchaj</w:t>
      </w:r>
    </w:p>
    <w:p w:rsidR="00CD1627" w:rsidRPr="0077595A" w:rsidRDefault="00CD1627">
      <w:r w:rsidRPr="0077595A">
        <w:t xml:space="preserve">W naturalnych </w:t>
      </w:r>
      <w:r w:rsidR="003F4E51" w:rsidRPr="0077595A">
        <w:t xml:space="preserve">warunkach </w:t>
      </w:r>
      <w:r w:rsidRPr="0077595A">
        <w:t>każdy człowiek wypowiada pewne słowa, które określają jego wartości oraz przekonania. Uważne słuch</w:t>
      </w:r>
      <w:r w:rsidR="00311A45" w:rsidRPr="0077595A">
        <w:t xml:space="preserve">anie </w:t>
      </w:r>
      <w:r w:rsidR="0039146C" w:rsidRPr="0077595A">
        <w:t xml:space="preserve">pozwala zebrać </w:t>
      </w:r>
      <w:r w:rsidR="00311A45" w:rsidRPr="0077595A">
        <w:t>d</w:t>
      </w:r>
      <w:r w:rsidR="0039146C" w:rsidRPr="0077595A">
        <w:t>użo</w:t>
      </w:r>
      <w:r w:rsidR="00311A45" w:rsidRPr="0077595A">
        <w:t xml:space="preserve"> informacji.</w:t>
      </w:r>
    </w:p>
    <w:p w:rsidR="00CD1627" w:rsidRPr="0077595A" w:rsidRDefault="00CD1627">
      <w:pPr>
        <w:rPr>
          <w:rStyle w:val="pogrubienie"/>
        </w:rPr>
      </w:pPr>
      <w:r w:rsidRPr="0077595A">
        <w:rPr>
          <w:rStyle w:val="pogrubienie"/>
        </w:rPr>
        <w:t>W określony sposób</w:t>
      </w:r>
    </w:p>
    <w:p w:rsidR="00CD1627" w:rsidRPr="0077595A" w:rsidRDefault="00CD1627">
      <w:r w:rsidRPr="0077595A">
        <w:t xml:space="preserve">Ważne jest to, co dana osoba mówi, ale najważniejsze </w:t>
      </w:r>
      <w:r w:rsidR="002A6144" w:rsidRPr="0077595A">
        <w:t xml:space="preserve">jest to, </w:t>
      </w:r>
      <w:r w:rsidRPr="0077595A">
        <w:t>w jakich okolicznościach</w:t>
      </w:r>
      <w:r w:rsidR="00311A45" w:rsidRPr="0077595A">
        <w:t xml:space="preserve"> </w:t>
      </w:r>
      <w:r w:rsidR="002A6144" w:rsidRPr="0077595A">
        <w:t xml:space="preserve">odbywa się rozmowa </w:t>
      </w:r>
      <w:r w:rsidR="00311A45" w:rsidRPr="0077595A">
        <w:t>i w jakim stanie emocjonalnym</w:t>
      </w:r>
      <w:r w:rsidR="002A6144" w:rsidRPr="0077595A">
        <w:t xml:space="preserve"> jest ta osoba</w:t>
      </w:r>
      <w:r w:rsidR="00311A45" w:rsidRPr="0077595A">
        <w:t>.</w:t>
      </w:r>
    </w:p>
    <w:p w:rsidR="00CD1627" w:rsidRPr="0077595A" w:rsidRDefault="00CD1627">
      <w:pPr>
        <w:rPr>
          <w:rStyle w:val="pogrubienie"/>
        </w:rPr>
      </w:pPr>
      <w:r w:rsidRPr="0077595A">
        <w:rPr>
          <w:rStyle w:val="pogrubienie"/>
        </w:rPr>
        <w:t>Okoliczności</w:t>
      </w:r>
    </w:p>
    <w:p w:rsidR="00CD1627" w:rsidRPr="0077595A" w:rsidRDefault="00CD1627">
      <w:pPr>
        <w:numPr>
          <w:ilvl w:val="0"/>
          <w:numId w:val="111"/>
        </w:numPr>
      </w:pPr>
      <w:r w:rsidRPr="0077595A">
        <w:t>Pozyskanie klienta (podpisanie umowy, sprzedaż, wysyłka towaru, przyjęcie płatności).</w:t>
      </w:r>
    </w:p>
    <w:p w:rsidR="00CD1627" w:rsidRPr="0077595A" w:rsidRDefault="00CD1627">
      <w:pPr>
        <w:numPr>
          <w:ilvl w:val="0"/>
          <w:numId w:val="111"/>
        </w:numPr>
      </w:pPr>
      <w:r w:rsidRPr="0077595A">
        <w:t>Umówione spotkanie handlowe.</w:t>
      </w:r>
    </w:p>
    <w:p w:rsidR="00CD1627" w:rsidRPr="0077595A" w:rsidRDefault="00CD1627">
      <w:pPr>
        <w:numPr>
          <w:ilvl w:val="0"/>
          <w:numId w:val="111"/>
        </w:numPr>
      </w:pPr>
      <w:r w:rsidRPr="0077595A">
        <w:t>Powrót po spotkaniu, które nie zakończyło się pozyskaniem klienta.</w:t>
      </w:r>
    </w:p>
    <w:p w:rsidR="00CD1627" w:rsidRPr="0077595A" w:rsidRDefault="00CD1627">
      <w:pPr>
        <w:numPr>
          <w:ilvl w:val="0"/>
          <w:numId w:val="111"/>
        </w:numPr>
      </w:pPr>
      <w:r w:rsidRPr="0077595A">
        <w:t xml:space="preserve">Kolejne spotkanie z klientem </w:t>
      </w:r>
      <w:r w:rsidR="00D84384" w:rsidRPr="0077595A">
        <w:t xml:space="preserve">będzie </w:t>
      </w:r>
      <w:r w:rsidRPr="0077595A">
        <w:t>czwartym lub piątym z serii spotkań, z których nic nie wynika.</w:t>
      </w:r>
    </w:p>
    <w:p w:rsidR="00CD1627" w:rsidRPr="0077595A" w:rsidRDefault="00CD1627">
      <w:pPr>
        <w:numPr>
          <w:ilvl w:val="0"/>
          <w:numId w:val="111"/>
        </w:numPr>
      </w:pPr>
      <w:r w:rsidRPr="0077595A">
        <w:t>Niewykonanie planu sprzedaży.</w:t>
      </w:r>
    </w:p>
    <w:p w:rsidR="00CD1627" w:rsidRPr="0077595A" w:rsidRDefault="00CD1627">
      <w:pPr>
        <w:numPr>
          <w:ilvl w:val="0"/>
          <w:numId w:val="111"/>
        </w:numPr>
      </w:pPr>
      <w:r w:rsidRPr="0077595A">
        <w:t>Znaczące przekroczenie planu sprzedaży.</w:t>
      </w:r>
    </w:p>
    <w:p w:rsidR="00CD1627" w:rsidRPr="0077595A" w:rsidRDefault="00CD1627">
      <w:pPr>
        <w:numPr>
          <w:ilvl w:val="0"/>
          <w:numId w:val="111"/>
        </w:numPr>
      </w:pPr>
      <w:r w:rsidRPr="0077595A">
        <w:t>Brak oczekiwanej premii.</w:t>
      </w:r>
    </w:p>
    <w:p w:rsidR="00CD1627" w:rsidRPr="0077595A" w:rsidRDefault="007A314F">
      <w:r w:rsidRPr="0077595A">
        <w:t>S</w:t>
      </w:r>
      <w:r w:rsidR="00CD1627" w:rsidRPr="0077595A">
        <w:t>zczególnie uważnie należy słuchać wypowiedzi, które ma</w:t>
      </w:r>
      <w:r w:rsidR="00311A45" w:rsidRPr="0077595A">
        <w:t>ją miejsce w takich sytuacjach.</w:t>
      </w:r>
    </w:p>
    <w:p w:rsidR="00CD1627" w:rsidRPr="0077595A" w:rsidRDefault="00CD1627">
      <w:r w:rsidRPr="0077595A">
        <w:t>Notuj w</w:t>
      </w:r>
      <w:r w:rsidR="00311A45" w:rsidRPr="0077595A">
        <w:t>ypowiedzi. Pamięć jest zawodna.</w:t>
      </w:r>
    </w:p>
    <w:p w:rsidR="00CD1627" w:rsidRPr="0077595A" w:rsidRDefault="00CD1627">
      <w:r w:rsidRPr="0077595A">
        <w:rPr>
          <w:rStyle w:val="pogrubienie"/>
        </w:rPr>
        <w:t>Wypowiedzi</w:t>
      </w:r>
      <w:r w:rsidRPr="0077595A">
        <w:t xml:space="preserve"> mogą być różne. Poniżej przykładowe wypowiedzi i komentarz do każde</w:t>
      </w:r>
      <w:r w:rsidR="00311A45" w:rsidRPr="0077595A">
        <w:t>j z nich ujęte w tabelę.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8"/>
        <w:gridCol w:w="3069"/>
        <w:gridCol w:w="3069"/>
      </w:tblGrid>
      <w:tr w:rsidR="00CD1627" w:rsidRPr="0077595A">
        <w:tc>
          <w:tcPr>
            <w:tcW w:w="3068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>Wypowiedź</w:t>
            </w:r>
          </w:p>
        </w:tc>
        <w:tc>
          <w:tcPr>
            <w:tcW w:w="3069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 xml:space="preserve">Co może oznaczać </w:t>
            </w:r>
          </w:p>
        </w:tc>
        <w:tc>
          <w:tcPr>
            <w:tcW w:w="3069" w:type="dxa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 xml:space="preserve">Uwagi </w:t>
            </w:r>
          </w:p>
        </w:tc>
      </w:tr>
      <w:tr w:rsidR="00CD1627" w:rsidRPr="0077595A">
        <w:tc>
          <w:tcPr>
            <w:tcW w:w="3068" w:type="dxa"/>
          </w:tcPr>
          <w:p w:rsidR="00CD1627" w:rsidRPr="0077595A" w:rsidRDefault="00CD1627">
            <w:r w:rsidRPr="0077595A">
              <w:t>Znów mi nie wyszło.</w:t>
            </w:r>
          </w:p>
        </w:tc>
        <w:tc>
          <w:tcPr>
            <w:tcW w:w="3069" w:type="dxa"/>
          </w:tcPr>
          <w:p w:rsidR="00CD1627" w:rsidRPr="0077595A" w:rsidRDefault="00CD1627">
            <w:r w:rsidRPr="0077595A">
              <w:t>Ograniczające przekonanie — nic mi nie wychodzi.</w:t>
            </w:r>
          </w:p>
          <w:p w:rsidR="00CD1627" w:rsidRPr="0077595A" w:rsidRDefault="00CD1627">
            <w:r w:rsidRPr="0077595A">
              <w:t>Jeśli wypowiedzi towarzyszy lęk lub zdenerwowanie</w:t>
            </w:r>
            <w:r w:rsidR="004B506C" w:rsidRPr="0077595A">
              <w:t>,</w:t>
            </w:r>
            <w:r w:rsidRPr="0077595A">
              <w:t xml:space="preserve"> może </w:t>
            </w:r>
            <w:r w:rsidR="004B506C" w:rsidRPr="0077595A">
              <w:t xml:space="preserve">to </w:t>
            </w:r>
            <w:r w:rsidRPr="0077595A">
              <w:t xml:space="preserve">oznaczać, że </w:t>
            </w:r>
            <w:r w:rsidR="004B506C" w:rsidRPr="0077595A">
              <w:t xml:space="preserve">dana osoba </w:t>
            </w:r>
            <w:r w:rsidRPr="0077595A">
              <w:t>nie czuje się bezpiecznie (system wartości).</w:t>
            </w:r>
          </w:p>
        </w:tc>
        <w:tc>
          <w:tcPr>
            <w:tcW w:w="3069" w:type="dxa"/>
          </w:tcPr>
          <w:p w:rsidR="00CD1627" w:rsidRPr="0077595A" w:rsidRDefault="00CD1627"/>
        </w:tc>
      </w:tr>
      <w:tr w:rsidR="00CD1627" w:rsidRPr="0077595A">
        <w:tc>
          <w:tcPr>
            <w:tcW w:w="3068" w:type="dxa"/>
          </w:tcPr>
          <w:p w:rsidR="00CD1627" w:rsidRPr="0077595A" w:rsidRDefault="00CD1627">
            <w:r w:rsidRPr="0077595A">
              <w:t xml:space="preserve">Nie nadaję </w:t>
            </w:r>
            <w:r w:rsidR="00731DC5" w:rsidRPr="0077595A">
              <w:t xml:space="preserve">się </w:t>
            </w:r>
            <w:r w:rsidRPr="0077595A">
              <w:t>do tego.</w:t>
            </w:r>
          </w:p>
        </w:tc>
        <w:tc>
          <w:tcPr>
            <w:tcW w:w="3069" w:type="dxa"/>
          </w:tcPr>
          <w:p w:rsidR="00CD1627" w:rsidRPr="0077595A" w:rsidRDefault="00CD1627">
            <w:r w:rsidRPr="0077595A">
              <w:t>Ograniczające przekonanie — trzeba dowiedzieć się, jakie konkretnie przekonanie stoi za tym stwierdzeniem.</w:t>
            </w:r>
          </w:p>
        </w:tc>
        <w:tc>
          <w:tcPr>
            <w:tcW w:w="3069" w:type="dxa"/>
          </w:tcPr>
          <w:p w:rsidR="00CD1627" w:rsidRPr="0077595A" w:rsidRDefault="00CD1627"/>
        </w:tc>
      </w:tr>
      <w:tr w:rsidR="00CD1627" w:rsidRPr="0077595A">
        <w:tc>
          <w:tcPr>
            <w:tcW w:w="3068" w:type="dxa"/>
          </w:tcPr>
          <w:p w:rsidR="00CD1627" w:rsidRPr="0077595A" w:rsidRDefault="00627D74">
            <w:r w:rsidRPr="0077595A">
              <w:t>Z</w:t>
            </w:r>
            <w:r w:rsidR="00CD1627" w:rsidRPr="0077595A">
              <w:t>nów przekroczyłem plan</w:t>
            </w:r>
            <w:r w:rsidRPr="0077595A">
              <w:t>.</w:t>
            </w:r>
          </w:p>
        </w:tc>
        <w:tc>
          <w:tcPr>
            <w:tcW w:w="3069" w:type="dxa"/>
          </w:tcPr>
          <w:p w:rsidR="00CD1627" w:rsidRPr="0077595A" w:rsidRDefault="00CD1627">
            <w:r w:rsidRPr="0077595A">
              <w:t>System wartości — uznanie.</w:t>
            </w:r>
          </w:p>
        </w:tc>
        <w:tc>
          <w:tcPr>
            <w:tcW w:w="3069" w:type="dxa"/>
          </w:tcPr>
          <w:p w:rsidR="00CD1627" w:rsidRPr="0077595A" w:rsidRDefault="00CD1627">
            <w:r w:rsidRPr="0077595A">
              <w:t xml:space="preserve">Trzeba położyć </w:t>
            </w:r>
            <w:r w:rsidR="001202BB" w:rsidRPr="0077595A">
              <w:t xml:space="preserve">większy nacisk </w:t>
            </w:r>
            <w:r w:rsidRPr="0077595A">
              <w:t>na danie możliwości rozwoju, np. poprzez delegowanie zadań</w:t>
            </w:r>
            <w:r w:rsidR="008B2EDA" w:rsidRPr="0077595A">
              <w:t>,</w:t>
            </w:r>
            <w:r w:rsidRPr="0077595A">
              <w:t xml:space="preserve"> skierowanie do szkolenia innych </w:t>
            </w:r>
            <w:r w:rsidRPr="0077595A">
              <w:lastRenderedPageBreak/>
              <w:t xml:space="preserve">sprzedawców. </w:t>
            </w:r>
          </w:p>
        </w:tc>
      </w:tr>
      <w:tr w:rsidR="00CD1627" w:rsidRPr="0077595A">
        <w:tc>
          <w:tcPr>
            <w:tcW w:w="3068" w:type="dxa"/>
          </w:tcPr>
          <w:p w:rsidR="00CD1627" w:rsidRPr="0077595A" w:rsidRDefault="00CD1627">
            <w:r w:rsidRPr="0077595A">
              <w:lastRenderedPageBreak/>
              <w:t xml:space="preserve">Jakoś nie umiem przekonać klientów. </w:t>
            </w:r>
          </w:p>
        </w:tc>
        <w:tc>
          <w:tcPr>
            <w:tcW w:w="3069" w:type="dxa"/>
          </w:tcPr>
          <w:p w:rsidR="00CD1627" w:rsidRPr="0077595A" w:rsidRDefault="00CD1627">
            <w:r w:rsidRPr="0077595A">
              <w:t>Ograniczające przekonanie — nie umiem wpływać na innych, inni nie widzą we mnie partnera. Najlepiej dowiedzieć się, jakie konkretnie przekonanie stoi za tym stwierdzeniem.</w:t>
            </w:r>
          </w:p>
          <w:p w:rsidR="00CD1627" w:rsidRPr="0077595A" w:rsidRDefault="00CD1627">
            <w:r w:rsidRPr="0077595A">
              <w:t>System wartości — uznanie.</w:t>
            </w:r>
          </w:p>
          <w:p w:rsidR="00CD1627" w:rsidRPr="0077595A" w:rsidRDefault="00CD1627">
            <w:r w:rsidRPr="0077595A">
              <w:t>System wartości — pewność.</w:t>
            </w:r>
          </w:p>
          <w:p w:rsidR="00CD1627" w:rsidRPr="0077595A" w:rsidRDefault="00CD1627">
            <w:r w:rsidRPr="0077595A">
              <w:t xml:space="preserve">Też informacja o braku kompetencji. </w:t>
            </w:r>
          </w:p>
        </w:tc>
        <w:tc>
          <w:tcPr>
            <w:tcW w:w="3069" w:type="dxa"/>
          </w:tcPr>
          <w:p w:rsidR="00CD1627" w:rsidRPr="0077595A" w:rsidRDefault="00CD1627">
            <w:r w:rsidRPr="0077595A">
              <w:t>W prz</w:t>
            </w:r>
            <w:r w:rsidR="00F41167" w:rsidRPr="0077595A">
              <w:t>y</w:t>
            </w:r>
            <w:r w:rsidRPr="0077595A">
              <w:t xml:space="preserve">padku stwierdzenia braku kompetencji, np. na treningu — szkolenie lub coaching. </w:t>
            </w:r>
          </w:p>
        </w:tc>
      </w:tr>
      <w:tr w:rsidR="00CD1627" w:rsidRPr="0077595A">
        <w:tc>
          <w:tcPr>
            <w:tcW w:w="3068" w:type="dxa"/>
          </w:tcPr>
          <w:p w:rsidR="00CD1627" w:rsidRPr="0077595A" w:rsidRDefault="00CD1627">
            <w:r w:rsidRPr="0077595A">
              <w:t>Cholera</w:t>
            </w:r>
            <w:r w:rsidR="00FB74B7" w:rsidRPr="0077595A">
              <w:t>,</w:t>
            </w:r>
            <w:r w:rsidRPr="0077595A">
              <w:t xml:space="preserve"> jak tak dalej pójdzie, to stracę prace. </w:t>
            </w:r>
          </w:p>
        </w:tc>
        <w:tc>
          <w:tcPr>
            <w:tcW w:w="3069" w:type="dxa"/>
          </w:tcPr>
          <w:p w:rsidR="00CD1627" w:rsidRPr="0077595A" w:rsidRDefault="00CD1627">
            <w:r w:rsidRPr="0077595A">
              <w:t>System wartości — pewność.</w:t>
            </w:r>
          </w:p>
          <w:p w:rsidR="00CD1627" w:rsidRPr="0077595A" w:rsidRDefault="00CD1627">
            <w:r w:rsidRPr="0077595A">
              <w:t>System wartości — bezpieczeństwo.</w:t>
            </w:r>
          </w:p>
        </w:tc>
        <w:tc>
          <w:tcPr>
            <w:tcW w:w="3069" w:type="dxa"/>
          </w:tcPr>
          <w:p w:rsidR="00CD1627" w:rsidRPr="0077595A" w:rsidRDefault="00CD1627"/>
        </w:tc>
      </w:tr>
      <w:tr w:rsidR="00CD1627" w:rsidRPr="0077595A">
        <w:tc>
          <w:tcPr>
            <w:tcW w:w="3068" w:type="dxa"/>
          </w:tcPr>
          <w:p w:rsidR="00CD1627" w:rsidRPr="0077595A" w:rsidRDefault="00CD1627">
            <w:r w:rsidRPr="0077595A">
              <w:t>Ile razy będę jeździć do niej</w:t>
            </w:r>
            <w:r w:rsidR="00B007D6" w:rsidRPr="0077595A">
              <w:t xml:space="preserve">? </w:t>
            </w:r>
            <w:r w:rsidRPr="0077595A">
              <w:t>To jest męczące.</w:t>
            </w:r>
          </w:p>
        </w:tc>
        <w:tc>
          <w:tcPr>
            <w:tcW w:w="3069" w:type="dxa"/>
          </w:tcPr>
          <w:p w:rsidR="00CD1627" w:rsidRPr="0077595A" w:rsidRDefault="00CD1627">
            <w:r w:rsidRPr="0077595A">
              <w:t>System wartości — komfort.</w:t>
            </w:r>
          </w:p>
        </w:tc>
        <w:tc>
          <w:tcPr>
            <w:tcW w:w="3069" w:type="dxa"/>
          </w:tcPr>
          <w:p w:rsidR="00CD1627" w:rsidRPr="0077595A" w:rsidRDefault="00CD1627"/>
        </w:tc>
      </w:tr>
      <w:tr w:rsidR="00CD1627" w:rsidRPr="0077595A">
        <w:tc>
          <w:tcPr>
            <w:tcW w:w="3068" w:type="dxa"/>
          </w:tcPr>
          <w:p w:rsidR="00CD1627" w:rsidRPr="0077595A" w:rsidRDefault="00CD1627">
            <w:r w:rsidRPr="0077595A">
              <w:t xml:space="preserve">Ci klienci mnie wykończą. </w:t>
            </w:r>
          </w:p>
        </w:tc>
        <w:tc>
          <w:tcPr>
            <w:tcW w:w="3069" w:type="dxa"/>
          </w:tcPr>
          <w:p w:rsidR="00CD1627" w:rsidRPr="0077595A" w:rsidRDefault="00CD1627">
            <w:r w:rsidRPr="0077595A">
              <w:t>Ograniczające przekonanie — nie umiem wpływać na innych, inni nie widzą we mnie partnera. Najlepiej dowiedzieć się, jakie konkretnie przekonanie stoi za tym stwierdzeniem.</w:t>
            </w:r>
          </w:p>
          <w:p w:rsidR="00CD1627" w:rsidRPr="0077595A" w:rsidRDefault="00CD1627">
            <w:r w:rsidRPr="0077595A">
              <w:t>System wartości — komfort.</w:t>
            </w:r>
          </w:p>
          <w:p w:rsidR="00CD1627" w:rsidRPr="0077595A" w:rsidRDefault="00662C5A">
            <w:r w:rsidRPr="0077595A">
              <w:t>I</w:t>
            </w:r>
            <w:r w:rsidR="00CD1627" w:rsidRPr="0077595A">
              <w:t xml:space="preserve">nformacja o braku kompetencji. </w:t>
            </w:r>
          </w:p>
        </w:tc>
        <w:tc>
          <w:tcPr>
            <w:tcW w:w="3069" w:type="dxa"/>
          </w:tcPr>
          <w:p w:rsidR="00CD1627" w:rsidRPr="0077595A" w:rsidRDefault="00CD1627"/>
        </w:tc>
      </w:tr>
      <w:tr w:rsidR="00CD1627" w:rsidRPr="0077595A">
        <w:tc>
          <w:tcPr>
            <w:tcW w:w="3068" w:type="dxa"/>
          </w:tcPr>
          <w:p w:rsidR="00CD1627" w:rsidRPr="0077595A" w:rsidRDefault="00CD1627">
            <w:r w:rsidRPr="0077595A">
              <w:t>Boże, chyba nigdy nie zrobię tego planu.</w:t>
            </w:r>
          </w:p>
        </w:tc>
        <w:tc>
          <w:tcPr>
            <w:tcW w:w="3069" w:type="dxa"/>
          </w:tcPr>
          <w:p w:rsidR="00CD1627" w:rsidRPr="0077595A" w:rsidRDefault="00CD1627">
            <w:r w:rsidRPr="0077595A">
              <w:t>System wartości — pewność.</w:t>
            </w:r>
          </w:p>
        </w:tc>
        <w:tc>
          <w:tcPr>
            <w:tcW w:w="3069" w:type="dxa"/>
          </w:tcPr>
          <w:p w:rsidR="00CD1627" w:rsidRPr="0077595A" w:rsidRDefault="00CD1627"/>
        </w:tc>
      </w:tr>
    </w:tbl>
    <w:p w:rsidR="00CD1627" w:rsidRPr="0077595A" w:rsidRDefault="00CD1627">
      <w:pPr>
        <w:spacing w:line="360" w:lineRule="auto"/>
      </w:pPr>
    </w:p>
    <w:p w:rsidR="00CD1627" w:rsidRPr="0077595A" w:rsidRDefault="00CD1627">
      <w:pPr>
        <w:pStyle w:val="Nagwek3"/>
      </w:pPr>
      <w:bookmarkStart w:id="28" w:name="_Toc471213544"/>
      <w:r w:rsidRPr="0077595A">
        <w:t>2. Zadawaj odpowiednie pytania i słuchaj uważnie odpowiedzi</w:t>
      </w:r>
      <w:bookmarkEnd w:id="28"/>
    </w:p>
    <w:p w:rsidR="00CD1627" w:rsidRPr="0077595A" w:rsidRDefault="00CD1627">
      <w:r w:rsidRPr="0077595A">
        <w:t>Są dwa narzędzia:</w:t>
      </w:r>
    </w:p>
    <w:p w:rsidR="00CD1627" w:rsidRPr="0077595A" w:rsidRDefault="00CD1627">
      <w:pPr>
        <w:numPr>
          <w:ilvl w:val="0"/>
          <w:numId w:val="110"/>
        </w:numPr>
        <w:rPr>
          <w:rStyle w:val="pogrubienie"/>
        </w:rPr>
      </w:pPr>
      <w:r w:rsidRPr="0077595A">
        <w:rPr>
          <w:rStyle w:val="pogrubienie"/>
        </w:rPr>
        <w:t>Prze</w:t>
      </w:r>
      <w:r w:rsidR="00311A45" w:rsidRPr="0077595A">
        <w:rPr>
          <w:rStyle w:val="pogrubienie"/>
        </w:rPr>
        <w:t>konania ograniczające — ankieta</w:t>
      </w:r>
    </w:p>
    <w:p w:rsidR="00CD1627" w:rsidRPr="0077595A" w:rsidRDefault="00CD1627">
      <w:r w:rsidRPr="0077595A">
        <w:t>Przekaż osobie diagnozowanej następujące stwierdzenia i poproś</w:t>
      </w:r>
      <w:r w:rsidR="00F024EC" w:rsidRPr="0077595A">
        <w:t>,</w:t>
      </w:r>
      <w:r w:rsidRPr="0077595A">
        <w:t xml:space="preserve"> aby dokończ</w:t>
      </w:r>
      <w:r w:rsidR="0077595A" w:rsidRPr="0077595A">
        <w:t>ył</w:t>
      </w:r>
      <w:r w:rsidRPr="0077595A">
        <w:t xml:space="preserve">a zdania. Powiedz, że jest </w:t>
      </w:r>
      <w:r w:rsidR="00F024EC" w:rsidRPr="0077595A">
        <w:t xml:space="preserve">to </w:t>
      </w:r>
      <w:r w:rsidRPr="0077595A">
        <w:t xml:space="preserve">element ankiety </w:t>
      </w:r>
      <w:r w:rsidR="00311A45" w:rsidRPr="0077595A">
        <w:t>badającej potrzeby szkoleniowe.</w:t>
      </w:r>
    </w:p>
    <w:p w:rsidR="00CD1627" w:rsidRPr="0077595A" w:rsidRDefault="00311A45">
      <w:r w:rsidRPr="0077595A">
        <w:t>Dokończ każde ze zdań: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Sprzedaż to</w:t>
      </w:r>
      <w:r w:rsidR="00136393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Klienci to</w:t>
      </w:r>
      <w:r w:rsidR="00136393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Sprzedaję, kiedy</w:t>
      </w:r>
      <w:r w:rsidR="00136393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Klient kupi, kiedy</w:t>
      </w:r>
      <w:r w:rsidR="00136393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Nie sprzedaję, kiedy</w:t>
      </w:r>
      <w:r w:rsidR="00136393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Gdy mam się umówić na spotkanie handlowe, to myślę, że</w:t>
      </w:r>
      <w:r w:rsidR="00FB6AE7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Obiekcje klientów powodują, że</w:t>
      </w:r>
      <w:r w:rsidR="00442A8F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Gdybym nie musiał (musiała) sprzedawać, zająłbym (zajęłabym) się</w:t>
      </w:r>
      <w:r w:rsidR="00407D3B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W sprzedaży najbardziej nie lubię</w:t>
      </w:r>
      <w:r w:rsidR="0014649F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lastRenderedPageBreak/>
        <w:t>Produkt (usługa), który sprzedaję, jest</w:t>
      </w:r>
      <w:r w:rsidR="00024E79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Na spotkaniach handlowych może się zdarzyć, że</w:t>
      </w:r>
      <w:r w:rsidR="009A6439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Myślę, że rynek, na którym działam, jest</w:t>
      </w:r>
      <w:r w:rsidR="0093301E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>Uważam, że czasy są dla sprzedawców</w:t>
      </w:r>
      <w:r w:rsidR="00EA16A2" w:rsidRPr="0077595A">
        <w:t>…</w:t>
      </w:r>
    </w:p>
    <w:p w:rsidR="00CD1627" w:rsidRPr="0077595A" w:rsidRDefault="00CD1627">
      <w:pPr>
        <w:numPr>
          <w:ilvl w:val="0"/>
          <w:numId w:val="105"/>
        </w:numPr>
      </w:pPr>
      <w:r w:rsidRPr="0077595A">
        <w:t xml:space="preserve">Kiedy ludzie wyrażają negatywne opinie na </w:t>
      </w:r>
      <w:r w:rsidR="00311A45" w:rsidRPr="0077595A">
        <w:t>temat sprzedaży</w:t>
      </w:r>
      <w:r w:rsidR="00E93D3E" w:rsidRPr="0077595A">
        <w:t>…</w:t>
      </w:r>
    </w:p>
    <w:p w:rsidR="00CD1627" w:rsidRPr="0077595A" w:rsidRDefault="00CD1627">
      <w:pPr>
        <w:numPr>
          <w:ilvl w:val="0"/>
          <w:numId w:val="110"/>
        </w:numPr>
        <w:rPr>
          <w:rStyle w:val="pogrubienie"/>
        </w:rPr>
      </w:pPr>
      <w:r w:rsidRPr="0077595A">
        <w:rPr>
          <w:rStyle w:val="pogrubienie"/>
        </w:rPr>
        <w:t>Przekonania ograniczają</w:t>
      </w:r>
      <w:r w:rsidR="00311A45" w:rsidRPr="0077595A">
        <w:rPr>
          <w:rStyle w:val="pogrubienie"/>
        </w:rPr>
        <w:t>ce i system wartości — pytania</w:t>
      </w:r>
    </w:p>
    <w:p w:rsidR="00CD1627" w:rsidRPr="0077595A" w:rsidRDefault="00CD1627">
      <w:r w:rsidRPr="0077595A">
        <w:t>Podczas rozmowy ze sprzedawcą zadawaj następujące pytania: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>Co jest dla ciebie ważne w życiu</w:t>
      </w:r>
      <w:r w:rsidR="00907781">
        <w:t>?</w:t>
      </w:r>
      <w:r w:rsidRPr="0077595A">
        <w:rPr>
          <w:rStyle w:val="Odwoanieprzypisudolnego"/>
        </w:rPr>
        <w:footnoteReference w:id="2"/>
      </w:r>
    </w:p>
    <w:p w:rsidR="00CD1627" w:rsidRPr="0077595A" w:rsidRDefault="00CD1627">
      <w:pPr>
        <w:numPr>
          <w:ilvl w:val="0"/>
          <w:numId w:val="106"/>
        </w:numPr>
      </w:pPr>
      <w:r w:rsidRPr="0077595A">
        <w:t xml:space="preserve">Co jest dla </w:t>
      </w:r>
      <w:r w:rsidR="00311A45" w:rsidRPr="0077595A">
        <w:t>ciebie ważne w pracy? Dlaczego?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>Jaki typ klientów lubisz najbardziej</w:t>
      </w:r>
      <w:r w:rsidR="00907781">
        <w:t>?</w:t>
      </w:r>
      <w:r w:rsidRPr="0077595A">
        <w:rPr>
          <w:rStyle w:val="Odwoanieprzypisudolnego"/>
        </w:rPr>
        <w:footnoteReference w:id="3"/>
      </w:r>
      <w:r w:rsidRPr="0077595A">
        <w:t xml:space="preserve"> Dlaczego?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>Co sprawia ci największą trudność w pracy? Dlaczego?</w:t>
      </w:r>
    </w:p>
    <w:p w:rsidR="00CD1627" w:rsidRPr="0077595A" w:rsidRDefault="00311A45">
      <w:pPr>
        <w:numPr>
          <w:ilvl w:val="0"/>
          <w:numId w:val="106"/>
        </w:numPr>
      </w:pPr>
      <w:r w:rsidRPr="0077595A">
        <w:t>Co lubisz robić najbardziej?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 xml:space="preserve">Co sprawia ci </w:t>
      </w:r>
      <w:r w:rsidR="000B6650" w:rsidRPr="0077595A">
        <w:t xml:space="preserve">największą </w:t>
      </w:r>
      <w:r w:rsidRPr="0077595A">
        <w:t xml:space="preserve">przyjemność w pracy z klientem </w:t>
      </w:r>
      <w:r w:rsidR="00DB4571" w:rsidRPr="0077595A">
        <w:t xml:space="preserve">(jeżeli </w:t>
      </w:r>
      <w:r w:rsidRPr="0077595A">
        <w:t>możemy rozpatrywać to w kategoriach przyjemności</w:t>
      </w:r>
      <w:r w:rsidR="00DB4571" w:rsidRPr="0077595A">
        <w:t>)?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>Czy dla ciebie praca to miejsce, w którym zarabiasz pieniądze, czy jest także czymś innym? Jeżeli tak, to czym?</w:t>
      </w:r>
    </w:p>
    <w:p w:rsidR="00CD1627" w:rsidRPr="0077595A" w:rsidRDefault="00311A45">
      <w:pPr>
        <w:numPr>
          <w:ilvl w:val="0"/>
          <w:numId w:val="106"/>
        </w:numPr>
      </w:pPr>
      <w:r w:rsidRPr="0077595A">
        <w:t>Co jest dla ciebie sukcesem?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>Co jest dla ciebie porażką?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>Co cię najbardziej motywuje w pracy?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>Co cię najbardziej motywuje w życiu?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 xml:space="preserve">Jak się czujesz, kiedy klient wywiera na ciebie presję, np. </w:t>
      </w:r>
      <w:r w:rsidR="009B1792" w:rsidRPr="0077595A">
        <w:t>u</w:t>
      </w:r>
      <w:r w:rsidRPr="0077595A">
        <w:t xml:space="preserve">silnie </w:t>
      </w:r>
      <w:r w:rsidR="009B1792" w:rsidRPr="0077595A">
        <w:t>domaga się</w:t>
      </w:r>
      <w:r w:rsidRPr="0077595A">
        <w:t xml:space="preserve"> rabat</w:t>
      </w:r>
      <w:r w:rsidR="009B1792" w:rsidRPr="0077595A">
        <w:t>u</w:t>
      </w:r>
      <w:r w:rsidRPr="0077595A">
        <w:t>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>Jak się czujesz, kiedy inni realizują plany sprzedaży, a ty nie?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>Jak byś się czuł, gdyby inni realizowali plany sprzedaży, a ty nie?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>Które z rzeczy ważnych dla ciebie możesz zrealizować</w:t>
      </w:r>
      <w:r w:rsidR="005B1AEA" w:rsidRPr="0077595A">
        <w:t>,</w:t>
      </w:r>
      <w:r w:rsidRPr="0077595A">
        <w:t xml:space="preserve"> pracują</w:t>
      </w:r>
      <w:r w:rsidR="005B1AEA" w:rsidRPr="0077595A">
        <w:t>c</w:t>
      </w:r>
      <w:r w:rsidRPr="0077595A">
        <w:t xml:space="preserve"> w naszej firmie?</w:t>
      </w:r>
    </w:p>
    <w:p w:rsidR="00CD1627" w:rsidRPr="0077595A" w:rsidRDefault="006709DC">
      <w:pPr>
        <w:numPr>
          <w:ilvl w:val="0"/>
          <w:numId w:val="106"/>
        </w:numPr>
      </w:pPr>
      <w:r w:rsidRPr="0077595A">
        <w:t xml:space="preserve">Których </w:t>
      </w:r>
      <w:r w:rsidR="00CD1627" w:rsidRPr="0077595A">
        <w:t>z rzeczy ważnych dla ciebie nie możesz zrealizować</w:t>
      </w:r>
      <w:r w:rsidRPr="0077595A">
        <w:t>,</w:t>
      </w:r>
      <w:r w:rsidR="00CD1627" w:rsidRPr="0077595A">
        <w:t xml:space="preserve"> pracują</w:t>
      </w:r>
      <w:r w:rsidRPr="0077595A">
        <w:t>c</w:t>
      </w:r>
      <w:r w:rsidR="00CD1627" w:rsidRPr="0077595A">
        <w:t xml:space="preserve"> w naszej firmie?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 xml:space="preserve">Czy czytałeś ostatnio jakieś </w:t>
      </w:r>
      <w:r w:rsidR="004222AE" w:rsidRPr="0077595A">
        <w:t>książki</w:t>
      </w:r>
      <w:r w:rsidRPr="0077595A">
        <w:t xml:space="preserve"> </w:t>
      </w:r>
      <w:r w:rsidR="004222AE" w:rsidRPr="0077595A">
        <w:t xml:space="preserve">na temat </w:t>
      </w:r>
      <w:r w:rsidRPr="0077595A">
        <w:t>sprzedaży? Jakie?</w:t>
      </w:r>
    </w:p>
    <w:p w:rsidR="00CD1627" w:rsidRPr="0077595A" w:rsidRDefault="00CD1627">
      <w:pPr>
        <w:numPr>
          <w:ilvl w:val="0"/>
          <w:numId w:val="106"/>
        </w:numPr>
      </w:pPr>
      <w:r w:rsidRPr="0077595A">
        <w:t>Na jakie szkolenie niezwiązane z pracą w sprzedaży chciałbyś się wybrać?</w:t>
      </w:r>
    </w:p>
    <w:p w:rsidR="00CD1627" w:rsidRPr="0077595A" w:rsidRDefault="00CD1627">
      <w:r w:rsidRPr="0077595A">
        <w:t>Możesz także zadawać inne pytania, które przybliżą Ci to</w:t>
      </w:r>
      <w:r w:rsidR="00A569DA" w:rsidRPr="0077595A">
        <w:t>,</w:t>
      </w:r>
      <w:r w:rsidRPr="0077595A">
        <w:t xml:space="preserve"> jakie wartości i jakie przekonania kierują daną osobą.</w:t>
      </w:r>
    </w:p>
    <w:p w:rsidR="00CD1627" w:rsidRPr="0077595A" w:rsidRDefault="00CD1627">
      <w:r w:rsidRPr="0077595A">
        <w:t xml:space="preserve">Jeśli sprzedawca nie będzie </w:t>
      </w:r>
      <w:r w:rsidR="00BB705D" w:rsidRPr="0077595A">
        <w:t xml:space="preserve">umiał </w:t>
      </w:r>
      <w:r w:rsidRPr="0077595A">
        <w:t xml:space="preserve">udzielić odpowiedzi na jakieś pytanie, zastosuj pytanie projekcyjne (opisane w formularzu: </w:t>
      </w:r>
      <w:r w:rsidRPr="00CD54CB">
        <w:rPr>
          <w:rStyle w:val="odwoanie"/>
        </w:rPr>
        <w:t>„R</w:t>
      </w:r>
      <w:r w:rsidR="00311A45" w:rsidRPr="00CD54CB">
        <w:rPr>
          <w:rStyle w:val="odwoanie"/>
        </w:rPr>
        <w:t>ozmowa — rozwiązanie problemu”</w:t>
      </w:r>
      <w:r w:rsidR="00CD54CB">
        <w:t>)</w:t>
      </w:r>
      <w:r w:rsidR="00311A45" w:rsidRPr="0077595A">
        <w:t>.</w:t>
      </w:r>
    </w:p>
    <w:p w:rsidR="00CD1627" w:rsidRPr="0077595A" w:rsidRDefault="00CD1627">
      <w:r w:rsidRPr="0077595A">
        <w:t>Na przykład:</w:t>
      </w:r>
    </w:p>
    <w:p w:rsidR="00CD1627" w:rsidRPr="0077595A" w:rsidRDefault="00CD1627">
      <w:r w:rsidRPr="0077595A">
        <w:t xml:space="preserve">Pytanie: „Co sprawia ci </w:t>
      </w:r>
      <w:r w:rsidR="006C2184" w:rsidRPr="0077595A">
        <w:t xml:space="preserve">największą </w:t>
      </w:r>
      <w:r w:rsidRPr="0077595A">
        <w:t>przyjemność w pracy z klientem? Jeżeli możemy rozpatrywać to w kategoriach przyjemności?”</w:t>
      </w:r>
      <w:r w:rsidR="00B54C4F" w:rsidRPr="0077595A">
        <w:t>.</w:t>
      </w:r>
    </w:p>
    <w:p w:rsidR="00CD1627" w:rsidRPr="0077595A" w:rsidRDefault="00CD1627">
      <w:r w:rsidRPr="0077595A">
        <w:t>Odpowiedź: „Trudno powiedzieć”</w:t>
      </w:r>
      <w:r w:rsidR="00D44E1B" w:rsidRPr="0077595A">
        <w:t>.</w:t>
      </w:r>
    </w:p>
    <w:p w:rsidR="00CD1627" w:rsidRPr="0077595A" w:rsidRDefault="00CD1627">
      <w:r w:rsidRPr="0077595A">
        <w:t xml:space="preserve">Pytanie: </w:t>
      </w:r>
      <w:r w:rsidR="00572A0D" w:rsidRPr="0077595A">
        <w:t>„</w:t>
      </w:r>
      <w:r w:rsidRPr="0077595A">
        <w:t>A gdyby rozmowa z klientem przebiegała tak, że sprawiałaby ci przyjemność,</w:t>
      </w:r>
      <w:r w:rsidR="00667AC8" w:rsidRPr="0077595A">
        <w:t xml:space="preserve"> to</w:t>
      </w:r>
      <w:r w:rsidRPr="0077595A">
        <w:t xml:space="preserve"> co byłoby przyjemne?”</w:t>
      </w:r>
      <w:r w:rsidR="00667AC8" w:rsidRPr="0077595A">
        <w:t>.</w:t>
      </w:r>
    </w:p>
    <w:p w:rsidR="00CD1627" w:rsidRPr="0077595A" w:rsidRDefault="00CD1627">
      <w:pPr>
        <w:pStyle w:val="Nagwek3"/>
      </w:pPr>
      <w:bookmarkStart w:id="29" w:name="_Toc471213545"/>
      <w:r w:rsidRPr="0077595A">
        <w:lastRenderedPageBreak/>
        <w:t>3. Obserwuj zachowanie</w:t>
      </w:r>
      <w:bookmarkEnd w:id="29"/>
    </w:p>
    <w:p w:rsidR="00CD1627" w:rsidRPr="0077595A" w:rsidRDefault="00CD1627">
      <w:r w:rsidRPr="0077595A">
        <w:t>Słowa, które wypowiadamy</w:t>
      </w:r>
      <w:r w:rsidR="008674DB" w:rsidRPr="0077595A">
        <w:t>,</w:t>
      </w:r>
      <w:r w:rsidRPr="0077595A">
        <w:t xml:space="preserve"> to tylko część procesu komunikacji. </w:t>
      </w:r>
      <w:r w:rsidR="008674DB" w:rsidRPr="0077595A">
        <w:t xml:space="preserve">Ważne są </w:t>
      </w:r>
      <w:r w:rsidRPr="0077595A">
        <w:t xml:space="preserve">ton wypowiedzi i </w:t>
      </w:r>
      <w:r w:rsidR="006A0CD4" w:rsidRPr="0077595A">
        <w:t xml:space="preserve">postawa </w:t>
      </w:r>
      <w:r w:rsidRPr="0077595A">
        <w:t xml:space="preserve">ciała. Jeżeli ktoś wypowiada treści pozytywne, a jego ton wskazuje tłumione </w:t>
      </w:r>
      <w:r w:rsidR="00C721C7" w:rsidRPr="0077595A">
        <w:t>e</w:t>
      </w:r>
      <w:r w:rsidRPr="0077595A">
        <w:t xml:space="preserve">mocje, jest zamknięty (skrzyżowane ręce i nogi, skulona sylwetka, </w:t>
      </w:r>
      <w:r w:rsidR="007B03F8" w:rsidRPr="0077595A">
        <w:t xml:space="preserve">odwracanie </w:t>
      </w:r>
      <w:r w:rsidRPr="0077595A">
        <w:t>wzrok</w:t>
      </w:r>
      <w:r w:rsidR="001D75C1" w:rsidRPr="0077595A">
        <w:t>u</w:t>
      </w:r>
      <w:r w:rsidRPr="0077595A">
        <w:t xml:space="preserve"> itd.)</w:t>
      </w:r>
      <w:r w:rsidR="00D8556D" w:rsidRPr="0077595A">
        <w:t>,</w:t>
      </w:r>
      <w:r w:rsidRPr="0077595A">
        <w:t xml:space="preserve"> najprawdopodobniej nie mówi prawdy lub chce </w:t>
      </w:r>
      <w:r w:rsidR="00D8556D" w:rsidRPr="0077595A">
        <w:t xml:space="preserve">coś </w:t>
      </w:r>
      <w:r w:rsidRPr="0077595A">
        <w:t xml:space="preserve">ukryć. </w:t>
      </w:r>
      <w:r w:rsidR="00C314F9" w:rsidRPr="0077595A">
        <w:t xml:space="preserve">W takiej sytuacji </w:t>
      </w:r>
      <w:r w:rsidRPr="0077595A">
        <w:t>przerwij sesję</w:t>
      </w:r>
      <w:r w:rsidR="00C314F9" w:rsidRPr="0077595A">
        <w:t xml:space="preserve"> albo </w:t>
      </w:r>
      <w:r w:rsidRPr="0077595A">
        <w:t>zmień pytanie, zadaj pytani</w:t>
      </w:r>
      <w:r w:rsidR="00C314F9" w:rsidRPr="0077595A">
        <w:t>e</w:t>
      </w:r>
      <w:r w:rsidRPr="0077595A">
        <w:t xml:space="preserve"> projekcyjne, zacznij mówić o czymś zupełnie innym. Obserwuj przy tym zachowanie</w:t>
      </w:r>
      <w:r w:rsidR="004A0674" w:rsidRPr="0077595A">
        <w:t xml:space="preserve"> rozmówcy</w:t>
      </w:r>
      <w:r w:rsidRPr="0077595A">
        <w:t>. Jeżeli ulegnie zmianie, to nie wracaj już do pytania, które wywoływało poprzednią reakcję. Przemyśl</w:t>
      </w:r>
      <w:r w:rsidR="007F4B53" w:rsidRPr="0077595A">
        <w:t>,</w:t>
      </w:r>
      <w:r w:rsidRPr="0077595A">
        <w:t xml:space="preserve"> dlaczego to pyt</w:t>
      </w:r>
      <w:r w:rsidR="00311A45" w:rsidRPr="0077595A">
        <w:t>anie wywołało takie zachowanie.</w:t>
      </w:r>
    </w:p>
    <w:p w:rsidR="00CD1627" w:rsidRPr="0077595A" w:rsidRDefault="00CD1627">
      <w:pPr>
        <w:pStyle w:val="Nagwek3"/>
      </w:pPr>
      <w:bookmarkStart w:id="30" w:name="_Toc471213546"/>
      <w:r w:rsidRPr="0077595A">
        <w:t>4. Notuj wypowiedzi i spostrzeżenia</w:t>
      </w:r>
      <w:bookmarkEnd w:id="30"/>
    </w:p>
    <w:p w:rsidR="00CD1627" w:rsidRPr="0077595A" w:rsidRDefault="00CD1627">
      <w:r w:rsidRPr="0077595A">
        <w:t xml:space="preserve">Notatki są potrzebne, ponieważ ludzka, nawet najlepsza pamięć jest zawodna. Nie notuj podczas rozmowy ze </w:t>
      </w:r>
      <w:r w:rsidR="00420F3E" w:rsidRPr="0077595A">
        <w:t>sprzedawcą</w:t>
      </w:r>
      <w:r w:rsidRPr="0077595A">
        <w:t>. To nie rozmowa rekrutacyjna.</w:t>
      </w:r>
    </w:p>
    <w:p w:rsidR="00CD1627" w:rsidRPr="0077595A" w:rsidRDefault="00CD1627">
      <w:pPr>
        <w:pStyle w:val="Nagwek3"/>
      </w:pPr>
      <w:bookmarkStart w:id="31" w:name="_Toc471213547"/>
      <w:r w:rsidRPr="0077595A">
        <w:t xml:space="preserve">5. Stwórz portret </w:t>
      </w:r>
      <w:r w:rsidR="002B2CA0" w:rsidRPr="0077595A">
        <w:t xml:space="preserve">danej </w:t>
      </w:r>
      <w:r w:rsidRPr="0077595A">
        <w:t>osoby oparty na systemie wartości i przekonaniach</w:t>
      </w:r>
      <w:bookmarkEnd w:id="31"/>
    </w:p>
    <w:p w:rsidR="00CD1627" w:rsidRPr="0077595A" w:rsidRDefault="00CD1627">
      <w:r w:rsidRPr="0077595A">
        <w:t xml:space="preserve">Stwórz portret </w:t>
      </w:r>
      <w:r w:rsidR="002B2CA0" w:rsidRPr="0077595A">
        <w:t xml:space="preserve">danej </w:t>
      </w:r>
      <w:r w:rsidRPr="0077595A">
        <w:t xml:space="preserve">osoby oparty na systemie wartości i przekonaniach. Możesz wykorzystać poniższą tabelę lub </w:t>
      </w:r>
      <w:r w:rsidR="00761F49" w:rsidRPr="0077595A">
        <w:t xml:space="preserve">opracować </w:t>
      </w:r>
      <w:r w:rsidR="00311A45" w:rsidRPr="0077595A">
        <w:t>własny wzór.</w:t>
      </w:r>
    </w:p>
    <w:p w:rsidR="00CD1627" w:rsidRPr="0077595A" w:rsidRDefault="00CD1627">
      <w:pPr>
        <w:pStyle w:val="Nagwek4"/>
      </w:pPr>
      <w:r w:rsidRPr="0077595A">
        <w:t xml:space="preserve">Portret </w:t>
      </w:r>
    </w:p>
    <w:p w:rsidR="00CD1627" w:rsidRPr="0077595A" w:rsidRDefault="00CD1627">
      <w:r w:rsidRPr="0077595A">
        <w:t>Imię i nazwisko: Jan Kowalski</w:t>
      </w:r>
    </w:p>
    <w:p w:rsidR="00CD1627" w:rsidRPr="0077595A" w:rsidRDefault="00CD1627">
      <w:r w:rsidRPr="0077595A">
        <w:t>Stanowisko: Młodszy konsultant</w:t>
      </w:r>
    </w:p>
    <w:p w:rsidR="00CD1627" w:rsidRPr="0077595A" w:rsidRDefault="00CD1627">
      <w:r w:rsidRPr="0077595A">
        <w:t>Zatrudniony od: 01.10.2015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1"/>
        <w:gridCol w:w="1841"/>
        <w:gridCol w:w="1841"/>
        <w:gridCol w:w="1841"/>
        <w:gridCol w:w="1842"/>
      </w:tblGrid>
      <w:tr w:rsidR="00CD1627" w:rsidRPr="0077595A">
        <w:tc>
          <w:tcPr>
            <w:tcW w:w="9206" w:type="dxa"/>
            <w:gridSpan w:val="5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 xml:space="preserve">System wartości </w:t>
            </w:r>
          </w:p>
        </w:tc>
      </w:tr>
      <w:tr w:rsidR="00CD1627" w:rsidRPr="0077595A">
        <w:tc>
          <w:tcPr>
            <w:tcW w:w="1841" w:type="dxa"/>
          </w:tcPr>
          <w:p w:rsidR="00CD1627" w:rsidRPr="0077595A" w:rsidRDefault="00CD1627">
            <w:r w:rsidRPr="0077595A">
              <w:t>1. Pewność</w:t>
            </w:r>
          </w:p>
        </w:tc>
        <w:tc>
          <w:tcPr>
            <w:tcW w:w="1841" w:type="dxa"/>
          </w:tcPr>
          <w:p w:rsidR="00CD1627" w:rsidRPr="0077595A" w:rsidRDefault="00CD1627">
            <w:r w:rsidRPr="0077595A">
              <w:t>2. Wyzwania</w:t>
            </w:r>
          </w:p>
        </w:tc>
        <w:tc>
          <w:tcPr>
            <w:tcW w:w="1841" w:type="dxa"/>
          </w:tcPr>
          <w:p w:rsidR="00CD1627" w:rsidRPr="0077595A" w:rsidRDefault="00CD1627">
            <w:r w:rsidRPr="0077595A">
              <w:t xml:space="preserve">3. Pieniądze </w:t>
            </w:r>
          </w:p>
        </w:tc>
        <w:tc>
          <w:tcPr>
            <w:tcW w:w="1841" w:type="dxa"/>
          </w:tcPr>
          <w:p w:rsidR="00CD1627" w:rsidRPr="0077595A" w:rsidRDefault="00CD1627">
            <w:r w:rsidRPr="0077595A">
              <w:t>4. Sukces</w:t>
            </w:r>
          </w:p>
        </w:tc>
        <w:tc>
          <w:tcPr>
            <w:tcW w:w="1842" w:type="dxa"/>
          </w:tcPr>
          <w:p w:rsidR="00CD1627" w:rsidRPr="0077595A" w:rsidRDefault="00CD1627">
            <w:r w:rsidRPr="0077595A">
              <w:t>5. Pieniądze</w:t>
            </w:r>
          </w:p>
        </w:tc>
      </w:tr>
    </w:tbl>
    <w:p w:rsidR="00CD1627" w:rsidRPr="0077595A" w:rsidRDefault="00CD16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1"/>
        <w:gridCol w:w="1841"/>
        <w:gridCol w:w="1841"/>
        <w:gridCol w:w="1841"/>
        <w:gridCol w:w="1842"/>
      </w:tblGrid>
      <w:tr w:rsidR="00CD1627" w:rsidRPr="0077595A">
        <w:tc>
          <w:tcPr>
            <w:tcW w:w="9206" w:type="dxa"/>
            <w:gridSpan w:val="5"/>
          </w:tcPr>
          <w:p w:rsidR="00CD1627" w:rsidRPr="0077595A" w:rsidRDefault="00CD1627">
            <w:pPr>
              <w:rPr>
                <w:rStyle w:val="pogrubienie"/>
              </w:rPr>
            </w:pPr>
            <w:r w:rsidRPr="0077595A">
              <w:rPr>
                <w:rStyle w:val="pogrubienie"/>
              </w:rPr>
              <w:t xml:space="preserve">Przekonania ograniczające </w:t>
            </w:r>
          </w:p>
        </w:tc>
      </w:tr>
      <w:tr w:rsidR="00CD1627" w:rsidRPr="0077595A">
        <w:tc>
          <w:tcPr>
            <w:tcW w:w="1841" w:type="dxa"/>
          </w:tcPr>
          <w:p w:rsidR="00CD1627" w:rsidRPr="0077595A" w:rsidRDefault="00CD1627">
            <w:r w:rsidRPr="0077595A">
              <w:t xml:space="preserve">1. Nie warto się angażować, bo ludzie </w:t>
            </w:r>
            <w:r w:rsidR="00AB7B18" w:rsidRPr="0077595A">
              <w:t xml:space="preserve">tego </w:t>
            </w:r>
            <w:r w:rsidRPr="0077595A">
              <w:t>nie docenią</w:t>
            </w:r>
          </w:p>
        </w:tc>
        <w:tc>
          <w:tcPr>
            <w:tcW w:w="1841" w:type="dxa"/>
          </w:tcPr>
          <w:p w:rsidR="00CD1627" w:rsidRPr="0077595A" w:rsidRDefault="00CD1627">
            <w:r w:rsidRPr="0077595A">
              <w:t>2. Nie umiem przekonywać innych</w:t>
            </w:r>
          </w:p>
        </w:tc>
        <w:tc>
          <w:tcPr>
            <w:tcW w:w="1841" w:type="dxa"/>
          </w:tcPr>
          <w:p w:rsidR="00CD1627" w:rsidRPr="0077595A" w:rsidRDefault="00CD1627">
            <w:r w:rsidRPr="0077595A">
              <w:t xml:space="preserve">3. Ludzie tylko wykorzystują </w:t>
            </w:r>
          </w:p>
        </w:tc>
        <w:tc>
          <w:tcPr>
            <w:tcW w:w="1841" w:type="dxa"/>
          </w:tcPr>
          <w:p w:rsidR="00CD1627" w:rsidRPr="0077595A" w:rsidRDefault="00CD1627">
            <w:r w:rsidRPr="0077595A">
              <w:t>4. Jeśli nie będę znał perfekcyjnie metod wywierani</w:t>
            </w:r>
            <w:r w:rsidR="00A474DD" w:rsidRPr="0077595A">
              <w:t>a</w:t>
            </w:r>
            <w:r w:rsidRPr="0077595A">
              <w:t xml:space="preserve"> wpływu</w:t>
            </w:r>
            <w:r w:rsidR="00A474DD" w:rsidRPr="0077595A">
              <w:t>,</w:t>
            </w:r>
            <w:r w:rsidRPr="0077595A">
              <w:t xml:space="preserve"> będzie mi szło ciężko </w:t>
            </w:r>
          </w:p>
        </w:tc>
        <w:tc>
          <w:tcPr>
            <w:tcW w:w="1842" w:type="dxa"/>
          </w:tcPr>
          <w:p w:rsidR="00CD1627" w:rsidRPr="0077595A" w:rsidRDefault="00CD1627"/>
        </w:tc>
      </w:tr>
    </w:tbl>
    <w:p w:rsidR="00CD1627" w:rsidRPr="0077595A" w:rsidRDefault="00CD1627">
      <w:pPr>
        <w:pStyle w:val="Nagwek3"/>
      </w:pPr>
      <w:bookmarkStart w:id="32" w:name="_Toc471213548"/>
      <w:r w:rsidRPr="0077595A">
        <w:t xml:space="preserve">Karta diagnozująca </w:t>
      </w:r>
      <w:r w:rsidR="00AC720E" w:rsidRPr="0077595A">
        <w:t>metaprogramy</w:t>
      </w:r>
      <w:bookmarkEnd w:id="32"/>
    </w:p>
    <w:p w:rsidR="00CD1627" w:rsidRPr="0077595A" w:rsidRDefault="00CD1627">
      <w:r w:rsidRPr="0077595A">
        <w:t>Karta przedstawia typowe wypowiedzi osób reprezentujący</w:t>
      </w:r>
      <w:r w:rsidR="00311A45" w:rsidRPr="0077595A">
        <w:t xml:space="preserve">ch dwa </w:t>
      </w:r>
      <w:r w:rsidR="00AC720E" w:rsidRPr="0077595A">
        <w:t>metaprogramy</w:t>
      </w:r>
      <w:r w:rsidR="00311A45" w:rsidRPr="0077595A">
        <w:t>:</w:t>
      </w:r>
    </w:p>
    <w:p w:rsidR="00CD1627" w:rsidRPr="0077595A" w:rsidRDefault="00D232E7">
      <w:pPr>
        <w:numPr>
          <w:ilvl w:val="0"/>
          <w:numId w:val="108"/>
        </w:numPr>
      </w:pPr>
      <w:r w:rsidRPr="0077595A">
        <w:rPr>
          <w:rStyle w:val="pogrubienie"/>
        </w:rPr>
        <w:t>do</w:t>
      </w:r>
      <w:r w:rsidRPr="0077595A">
        <w:t xml:space="preserve"> </w:t>
      </w:r>
      <w:r w:rsidR="00B108E1" w:rsidRPr="0077595A">
        <w:t xml:space="preserve">i </w:t>
      </w:r>
      <w:r w:rsidR="00CD1627" w:rsidRPr="0077595A">
        <w:rPr>
          <w:rStyle w:val="pogrubienie"/>
        </w:rPr>
        <w:t>od</w:t>
      </w:r>
      <w:r w:rsidRPr="0077595A">
        <w:t>,</w:t>
      </w:r>
    </w:p>
    <w:p w:rsidR="00CD1627" w:rsidRPr="0077595A" w:rsidRDefault="00D232E7">
      <w:pPr>
        <w:numPr>
          <w:ilvl w:val="0"/>
          <w:numId w:val="108"/>
        </w:numPr>
      </w:pPr>
      <w:r w:rsidRPr="00F20887">
        <w:rPr>
          <w:rStyle w:val="pogrubienie"/>
        </w:rPr>
        <w:t>konieczność</w:t>
      </w:r>
      <w:r w:rsidRPr="0077595A">
        <w:t xml:space="preserve"> </w:t>
      </w:r>
      <w:r w:rsidR="00F20887">
        <w:t>i</w:t>
      </w:r>
      <w:r w:rsidR="00F20887" w:rsidRPr="0077595A">
        <w:t xml:space="preserve"> </w:t>
      </w:r>
      <w:r w:rsidR="00CD1627" w:rsidRPr="00F20887">
        <w:rPr>
          <w:rStyle w:val="pogrubienie"/>
        </w:rPr>
        <w:t>możliwość</w:t>
      </w:r>
      <w:r w:rsidRPr="0077595A">
        <w:t>.</w:t>
      </w:r>
    </w:p>
    <w:p w:rsidR="00CD1627" w:rsidRPr="0077595A" w:rsidRDefault="00CD1627">
      <w:r w:rsidRPr="0077595A">
        <w:t xml:space="preserve">Jeżeli w wypowiedzi danej osoby często pojawiają się stwierdzenia </w:t>
      </w:r>
      <w:r w:rsidR="00F41E7D" w:rsidRPr="0077595A">
        <w:t>odpowiadające</w:t>
      </w:r>
      <w:r w:rsidRPr="0077595A">
        <w:t xml:space="preserve"> danemu </w:t>
      </w:r>
      <w:proofErr w:type="spellStart"/>
      <w:r w:rsidRPr="0077595A">
        <w:t>metaprogramowi</w:t>
      </w:r>
      <w:proofErr w:type="spellEnd"/>
      <w:r w:rsidR="00313CE5" w:rsidRPr="0077595A">
        <w:t>,</w:t>
      </w:r>
      <w:r w:rsidRPr="0077595A">
        <w:t xml:space="preserve"> to z dużym prawdopodobieństwem </w:t>
      </w:r>
      <w:r w:rsidR="00313CE5" w:rsidRPr="0077595A">
        <w:t xml:space="preserve">możesz </w:t>
      </w:r>
      <w:r w:rsidR="00571C50" w:rsidRPr="0077595A">
        <w:t xml:space="preserve">tę osobę przyporządkować </w:t>
      </w:r>
      <w:r w:rsidRPr="0077595A">
        <w:t xml:space="preserve">do </w:t>
      </w:r>
      <w:r w:rsidR="0020528D" w:rsidRPr="0077595A">
        <w:t xml:space="preserve">tego </w:t>
      </w:r>
      <w:r w:rsidR="00571C50" w:rsidRPr="0077595A">
        <w:t>metaprogram</w:t>
      </w:r>
      <w:r w:rsidR="0020528D" w:rsidRPr="0077595A">
        <w:t>u</w:t>
      </w:r>
      <w:r w:rsidRPr="0077595A">
        <w:t>.</w:t>
      </w:r>
    </w:p>
    <w:p w:rsidR="00CD1627" w:rsidRPr="0077595A" w:rsidRDefault="00CD1627">
      <w:pPr>
        <w:pStyle w:val="Nagwek4"/>
      </w:pPr>
      <w:r w:rsidRPr="0077595A">
        <w:t>Metaprogram</w:t>
      </w:r>
      <w:r w:rsidR="00611A3B" w:rsidRPr="0077595A">
        <w:t>y</w:t>
      </w:r>
      <w:r w:rsidRPr="0077595A">
        <w:t xml:space="preserve"> </w:t>
      </w:r>
      <w:r w:rsidR="00957CFC">
        <w:t>„</w:t>
      </w:r>
      <w:r w:rsidRPr="0077595A">
        <w:t>do</w:t>
      </w:r>
      <w:r w:rsidR="00957CFC">
        <w:t>”</w:t>
      </w:r>
      <w:r w:rsidRPr="0077595A">
        <w:t xml:space="preserve"> </w:t>
      </w:r>
      <w:r w:rsidR="00611A3B" w:rsidRPr="0077595A">
        <w:t xml:space="preserve">i </w:t>
      </w:r>
      <w:r w:rsidR="00957CFC">
        <w:t>„</w:t>
      </w:r>
      <w:r w:rsidRPr="0077595A">
        <w:t>od</w:t>
      </w:r>
      <w:r w:rsidR="00957CFC">
        <w:t>”</w:t>
      </w:r>
    </w:p>
    <w:p w:rsidR="00CD1627" w:rsidRPr="0077595A" w:rsidRDefault="00CD1627">
      <w:r w:rsidRPr="0077595A">
        <w:t xml:space="preserve">Osoba, która ma metaprogram </w:t>
      </w:r>
      <w:r w:rsidRPr="0077595A">
        <w:rPr>
          <w:rStyle w:val="pogrubienie"/>
        </w:rPr>
        <w:t>do</w:t>
      </w:r>
      <w:r w:rsidRPr="0077595A">
        <w:t xml:space="preserve">, często </w:t>
      </w:r>
      <w:r w:rsidR="00154788" w:rsidRPr="0077595A">
        <w:t xml:space="preserve">wypowiada np. takie </w:t>
      </w:r>
      <w:r w:rsidRPr="0077595A">
        <w:t>twierdze</w:t>
      </w:r>
      <w:r w:rsidR="00154788" w:rsidRPr="0077595A">
        <w:t>nia</w:t>
      </w:r>
      <w:r w:rsidRPr="0077595A">
        <w:t>:</w:t>
      </w:r>
    </w:p>
    <w:p w:rsidR="00CD1627" w:rsidRPr="0077595A" w:rsidRDefault="00CD1627">
      <w:pPr>
        <w:numPr>
          <w:ilvl w:val="0"/>
          <w:numId w:val="107"/>
        </w:numPr>
        <w:rPr>
          <w:rStyle w:val="wyrnienie"/>
        </w:rPr>
      </w:pPr>
      <w:r w:rsidRPr="0077595A">
        <w:rPr>
          <w:rStyle w:val="wyrnienie"/>
        </w:rPr>
        <w:t>Chcę wykształcić dzieci</w:t>
      </w:r>
      <w:r w:rsidR="002C71EC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7"/>
        </w:numPr>
        <w:rPr>
          <w:rStyle w:val="wyrnienie"/>
        </w:rPr>
      </w:pPr>
      <w:r w:rsidRPr="0077595A">
        <w:rPr>
          <w:rStyle w:val="wyrnienie"/>
        </w:rPr>
        <w:t>Zamierzam kupić nowy samochód</w:t>
      </w:r>
      <w:r w:rsidR="002C71EC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7"/>
        </w:numPr>
        <w:rPr>
          <w:rStyle w:val="wyrnienie"/>
        </w:rPr>
      </w:pPr>
      <w:r w:rsidRPr="0077595A">
        <w:rPr>
          <w:rStyle w:val="wyrnienie"/>
        </w:rPr>
        <w:t>Zawsze chciałem mieć syna i mam</w:t>
      </w:r>
      <w:r w:rsidR="002C71EC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7"/>
        </w:numPr>
        <w:rPr>
          <w:rStyle w:val="wyrnienie"/>
        </w:rPr>
      </w:pPr>
      <w:r w:rsidRPr="0077595A">
        <w:rPr>
          <w:rStyle w:val="wyrnienie"/>
        </w:rPr>
        <w:t>Chciałem pojechać do Stanów i w zeszłym roku byłem</w:t>
      </w:r>
      <w:r w:rsidR="002C71EC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7"/>
        </w:numPr>
        <w:rPr>
          <w:rStyle w:val="wyrnienie"/>
        </w:rPr>
      </w:pPr>
      <w:r w:rsidRPr="0077595A">
        <w:rPr>
          <w:rStyle w:val="wyrnienie"/>
        </w:rPr>
        <w:lastRenderedPageBreak/>
        <w:t>Sukces jest dla mnie najważniejszy</w:t>
      </w:r>
      <w:r w:rsidR="002C71EC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7"/>
        </w:numPr>
        <w:rPr>
          <w:rStyle w:val="wyrnienie"/>
        </w:rPr>
      </w:pPr>
      <w:r w:rsidRPr="0077595A">
        <w:rPr>
          <w:rStyle w:val="wyrnienie"/>
        </w:rPr>
        <w:t>Mogę ciężko pracować, aby awansować</w:t>
      </w:r>
      <w:r w:rsidR="002C71EC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7"/>
        </w:numPr>
        <w:rPr>
          <w:rStyle w:val="wyrnienie"/>
        </w:rPr>
      </w:pPr>
      <w:r w:rsidRPr="0077595A">
        <w:rPr>
          <w:rStyle w:val="wyrnienie"/>
        </w:rPr>
        <w:t>Trzeba wciąż zdobywać nowych klientów</w:t>
      </w:r>
      <w:r w:rsidR="002C71EC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7"/>
        </w:numPr>
        <w:rPr>
          <w:rStyle w:val="wyrnienie"/>
        </w:rPr>
      </w:pPr>
      <w:r w:rsidRPr="0077595A">
        <w:rPr>
          <w:rStyle w:val="wyrnienie"/>
        </w:rPr>
        <w:t>Trzeba dociskać</w:t>
      </w:r>
      <w:r w:rsidR="002C71EC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7"/>
        </w:numPr>
        <w:rPr>
          <w:rStyle w:val="wyrnienie"/>
        </w:rPr>
      </w:pPr>
      <w:r w:rsidRPr="0077595A">
        <w:rPr>
          <w:rStyle w:val="wyrnienie"/>
        </w:rPr>
        <w:t>Wiem, czego chcę</w:t>
      </w:r>
      <w:r w:rsidR="002C71EC" w:rsidRPr="0077595A">
        <w:rPr>
          <w:rStyle w:val="wyrnienie"/>
        </w:rPr>
        <w:t>.</w:t>
      </w:r>
    </w:p>
    <w:p w:rsidR="00CD1627" w:rsidRPr="0077595A" w:rsidRDefault="00311A45">
      <w:pPr>
        <w:numPr>
          <w:ilvl w:val="0"/>
          <w:numId w:val="107"/>
        </w:numPr>
        <w:rPr>
          <w:rStyle w:val="wyrnienie"/>
        </w:rPr>
      </w:pPr>
      <w:r w:rsidRPr="0077595A">
        <w:rPr>
          <w:rStyle w:val="wyrnienie"/>
        </w:rPr>
        <w:t>Nie uznaję odmowy</w:t>
      </w:r>
      <w:r w:rsidR="002C71EC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7"/>
        </w:numPr>
        <w:rPr>
          <w:rStyle w:val="wyrnienie"/>
        </w:rPr>
      </w:pPr>
      <w:r w:rsidRPr="0077595A">
        <w:rPr>
          <w:rStyle w:val="wyrnienie"/>
        </w:rPr>
        <w:t>Będę się z nim tak długo spotykał, aż sprzedam!</w:t>
      </w:r>
    </w:p>
    <w:p w:rsidR="00CD1627" w:rsidRPr="0077595A" w:rsidRDefault="00CD1627">
      <w:r w:rsidRPr="0077595A">
        <w:t xml:space="preserve">Osoba, która ma metaprogram </w:t>
      </w:r>
      <w:r w:rsidRPr="0077595A">
        <w:rPr>
          <w:rStyle w:val="pogrubienie"/>
        </w:rPr>
        <w:t>od</w:t>
      </w:r>
      <w:r w:rsidRPr="0077595A">
        <w:t xml:space="preserve">, </w:t>
      </w:r>
      <w:r w:rsidR="00764C17" w:rsidRPr="0077595A">
        <w:t>często wypowiada np. takie twierdzenia</w:t>
      </w:r>
      <w:r w:rsidRPr="0077595A">
        <w:t>:</w:t>
      </w:r>
    </w:p>
    <w:p w:rsidR="00CD1627" w:rsidRPr="0077595A" w:rsidRDefault="00CD1627">
      <w:pPr>
        <w:numPr>
          <w:ilvl w:val="0"/>
          <w:numId w:val="104"/>
        </w:numPr>
        <w:rPr>
          <w:rStyle w:val="wyrnienie"/>
        </w:rPr>
      </w:pPr>
      <w:r w:rsidRPr="0077595A">
        <w:rPr>
          <w:rStyle w:val="wyrnienie"/>
        </w:rPr>
        <w:t>Zawsze unikam proble</w:t>
      </w:r>
      <w:r w:rsidR="00311A45" w:rsidRPr="0077595A">
        <w:rPr>
          <w:rStyle w:val="wyrnienie"/>
        </w:rPr>
        <w:t>mów</w:t>
      </w:r>
      <w:r w:rsidR="00903D92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4"/>
        </w:numPr>
        <w:rPr>
          <w:rStyle w:val="wyrnienie"/>
        </w:rPr>
      </w:pPr>
      <w:r w:rsidRPr="0077595A">
        <w:rPr>
          <w:rStyle w:val="wyrnienie"/>
        </w:rPr>
        <w:t>Nie chciałem mieć syna, no i udało się, mam wspaniałą córkę</w:t>
      </w:r>
      <w:r w:rsidR="00903D92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4"/>
        </w:numPr>
        <w:rPr>
          <w:rStyle w:val="wyrnienie"/>
        </w:rPr>
      </w:pPr>
      <w:r w:rsidRPr="0077595A">
        <w:rPr>
          <w:rStyle w:val="wyrnienie"/>
        </w:rPr>
        <w:t>Kupiłem koreański samochód, bo nie chciałem francuskiego, a niemieckie są drogie</w:t>
      </w:r>
      <w:r w:rsidR="0048081A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4"/>
        </w:numPr>
        <w:rPr>
          <w:rStyle w:val="wyrnienie"/>
        </w:rPr>
      </w:pPr>
      <w:r w:rsidRPr="0077595A">
        <w:rPr>
          <w:rStyle w:val="wyrnienie"/>
        </w:rPr>
        <w:t xml:space="preserve">Gdybym dostał premię, to pozwoliłoby mi </w:t>
      </w:r>
      <w:r w:rsidR="00F153AF" w:rsidRPr="0077595A">
        <w:rPr>
          <w:rStyle w:val="wyrnienie"/>
        </w:rPr>
        <w:t xml:space="preserve">to </w:t>
      </w:r>
      <w:r w:rsidRPr="0077595A">
        <w:rPr>
          <w:rStyle w:val="wyrnienie"/>
        </w:rPr>
        <w:t>uniknąć problemów finansowych</w:t>
      </w:r>
      <w:r w:rsidR="00F153AF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4"/>
        </w:numPr>
        <w:rPr>
          <w:rStyle w:val="wyrnienie"/>
        </w:rPr>
      </w:pPr>
      <w:r w:rsidRPr="0077595A">
        <w:rPr>
          <w:rStyle w:val="wyrnienie"/>
        </w:rPr>
        <w:t>Lepiej mieć mniej, ale za to na pewno</w:t>
      </w:r>
      <w:r w:rsidR="00592383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4"/>
        </w:numPr>
        <w:rPr>
          <w:rStyle w:val="wyrnienie"/>
        </w:rPr>
      </w:pPr>
      <w:r w:rsidRPr="0077595A">
        <w:rPr>
          <w:rStyle w:val="wyrnienie"/>
        </w:rPr>
        <w:t>Lepiej nie brać na siebie za dużo spraw</w:t>
      </w:r>
      <w:r w:rsidR="005276BC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4"/>
        </w:numPr>
        <w:rPr>
          <w:rStyle w:val="wyrnienie"/>
        </w:rPr>
      </w:pPr>
      <w:r w:rsidRPr="0077595A">
        <w:rPr>
          <w:rStyle w:val="wyrnienie"/>
        </w:rPr>
        <w:t>Nie lubię</w:t>
      </w:r>
      <w:r w:rsidR="0047733A" w:rsidRPr="0077595A">
        <w:rPr>
          <w:rStyle w:val="wyrnienie"/>
        </w:rPr>
        <w:t>,</w:t>
      </w:r>
      <w:r w:rsidRPr="0077595A">
        <w:rPr>
          <w:rStyle w:val="wyrnienie"/>
        </w:rPr>
        <w:t xml:space="preserve"> </w:t>
      </w:r>
      <w:r w:rsidR="0047733A" w:rsidRPr="0077595A">
        <w:rPr>
          <w:rStyle w:val="wyrnienie"/>
        </w:rPr>
        <w:t xml:space="preserve">gdy </w:t>
      </w:r>
      <w:r w:rsidRPr="0077595A">
        <w:rPr>
          <w:rStyle w:val="wyrnienie"/>
        </w:rPr>
        <w:t>mi ktoś odmawia, ale co zrobić</w:t>
      </w:r>
      <w:r w:rsidR="003C267A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4"/>
        </w:numPr>
        <w:rPr>
          <w:rStyle w:val="wyrnienie"/>
        </w:rPr>
      </w:pPr>
      <w:r w:rsidRPr="0077595A">
        <w:rPr>
          <w:rStyle w:val="wyrnienie"/>
        </w:rPr>
        <w:t xml:space="preserve">Nie jestem w stanie </w:t>
      </w:r>
      <w:r w:rsidR="001E7D51" w:rsidRPr="0077595A">
        <w:rPr>
          <w:rStyle w:val="wyrnienie"/>
        </w:rPr>
        <w:t xml:space="preserve">niczego </w:t>
      </w:r>
      <w:r w:rsidRPr="0077595A">
        <w:rPr>
          <w:rStyle w:val="wyrnienie"/>
        </w:rPr>
        <w:t>zaplanować</w:t>
      </w:r>
      <w:r w:rsidR="00312788" w:rsidRPr="0077595A">
        <w:rPr>
          <w:rStyle w:val="wyrnienie"/>
        </w:rPr>
        <w:t xml:space="preserve">. Przecież nie </w:t>
      </w:r>
      <w:r w:rsidRPr="0077595A">
        <w:rPr>
          <w:rStyle w:val="wyrnienie"/>
        </w:rPr>
        <w:t>wiem, co się może zdarzyć</w:t>
      </w:r>
      <w:r w:rsidR="00312788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4"/>
        </w:numPr>
        <w:rPr>
          <w:rStyle w:val="wyrnienie"/>
        </w:rPr>
      </w:pPr>
      <w:r w:rsidRPr="0077595A">
        <w:rPr>
          <w:rStyle w:val="wyrnienie"/>
        </w:rPr>
        <w:t>Nie jestem pewien, czy to dobre rozwiązanie</w:t>
      </w:r>
      <w:r w:rsidR="00C35263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4"/>
        </w:numPr>
        <w:rPr>
          <w:rStyle w:val="wyrnienie"/>
        </w:rPr>
      </w:pPr>
      <w:r w:rsidRPr="0077595A">
        <w:rPr>
          <w:rStyle w:val="wyrnienie"/>
        </w:rPr>
        <w:t>Szukanie nowych klientów nie jest łatwe</w:t>
      </w:r>
      <w:r w:rsidR="00C35263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4"/>
        </w:numPr>
        <w:rPr>
          <w:rStyle w:val="wyrnienie"/>
        </w:rPr>
      </w:pPr>
      <w:r w:rsidRPr="0077595A">
        <w:rPr>
          <w:rStyle w:val="wyrnienie"/>
        </w:rPr>
        <w:t>Boję się porażki.</w:t>
      </w:r>
    </w:p>
    <w:p w:rsidR="00CD1627" w:rsidRPr="0077595A" w:rsidRDefault="00CD1627">
      <w:pPr>
        <w:pStyle w:val="Nagwek4"/>
      </w:pPr>
      <w:r w:rsidRPr="0077595A">
        <w:t>Metaprogram</w:t>
      </w:r>
      <w:r w:rsidR="00DD09AD">
        <w:t>y</w:t>
      </w:r>
      <w:r w:rsidRPr="0077595A">
        <w:t xml:space="preserve"> </w:t>
      </w:r>
      <w:r w:rsidR="00957CFC">
        <w:t>„</w:t>
      </w:r>
      <w:r w:rsidRPr="0077595A">
        <w:t>konieczność</w:t>
      </w:r>
      <w:r w:rsidR="00957CFC">
        <w:t>”</w:t>
      </w:r>
      <w:r w:rsidRPr="0077595A">
        <w:t xml:space="preserve"> </w:t>
      </w:r>
      <w:r w:rsidR="00DD09AD">
        <w:t>i</w:t>
      </w:r>
      <w:r w:rsidR="00EA2FE7" w:rsidRPr="0077595A">
        <w:t xml:space="preserve"> </w:t>
      </w:r>
      <w:r w:rsidR="00957CFC">
        <w:t>„</w:t>
      </w:r>
      <w:r w:rsidRPr="0077595A">
        <w:t>możliwość</w:t>
      </w:r>
      <w:r w:rsidR="00957CFC">
        <w:t>”</w:t>
      </w:r>
    </w:p>
    <w:p w:rsidR="00CD1627" w:rsidRPr="0077595A" w:rsidRDefault="00CD1627">
      <w:r w:rsidRPr="0077595A">
        <w:t xml:space="preserve">Osoba, która ma metaprogram </w:t>
      </w:r>
      <w:r w:rsidRPr="0077595A">
        <w:rPr>
          <w:rStyle w:val="pogrubienie"/>
        </w:rPr>
        <w:t>konieczność</w:t>
      </w:r>
      <w:r w:rsidRPr="0077595A">
        <w:t xml:space="preserve">, </w:t>
      </w:r>
      <w:r w:rsidR="004B1371" w:rsidRPr="0077595A">
        <w:t>często wypowiada np. takie twierdzenia</w:t>
      </w:r>
      <w:r w:rsidRPr="0077595A">
        <w:t>:</w:t>
      </w:r>
    </w:p>
    <w:p w:rsidR="00CD1627" w:rsidRPr="0077595A" w:rsidRDefault="00311A45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Muszę, powinienem, trzeba</w:t>
      </w:r>
      <w:r w:rsidR="000C6DED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Takie są procedury</w:t>
      </w:r>
      <w:r w:rsidR="000C6DED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Trzeba to zrobić w ten sposób</w:t>
      </w:r>
      <w:r w:rsidR="000C6DED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Nie można przesadzać</w:t>
      </w:r>
      <w:r w:rsidR="000C6DED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Ciesz się z tego, co masz</w:t>
      </w:r>
      <w:r w:rsidR="000C6DED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Nie wymagaj zbyt wiele</w:t>
      </w:r>
      <w:r w:rsidR="000C6DED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Jest dobrze, oby tak dalej</w:t>
      </w:r>
      <w:r w:rsidR="000C6DED" w:rsidRPr="0077595A">
        <w:rPr>
          <w:rStyle w:val="wyrnienie"/>
        </w:rPr>
        <w:t>.</w:t>
      </w:r>
    </w:p>
    <w:p w:rsidR="00CD1627" w:rsidRPr="0077595A" w:rsidRDefault="00311A45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Tak to się już układa</w:t>
      </w:r>
      <w:r w:rsidR="000C6DED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Takie jest życie</w:t>
      </w:r>
      <w:r w:rsidR="000C6DED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I tak nie mam na to wpływu</w:t>
      </w:r>
      <w:r w:rsidR="009D1D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Nie mam wyboru</w:t>
      </w:r>
      <w:r w:rsidR="009D1D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Trzeba być realistą</w:t>
      </w:r>
      <w:r w:rsidR="009D1D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2"/>
        </w:numPr>
        <w:rPr>
          <w:rStyle w:val="wyrnienie"/>
        </w:rPr>
      </w:pPr>
      <w:r w:rsidRPr="0077595A">
        <w:rPr>
          <w:rStyle w:val="wyrnienie"/>
        </w:rPr>
        <w:t>Ludzie zmuszają mnie do</w:t>
      </w:r>
      <w:r w:rsidR="009D1D71" w:rsidRPr="0077595A">
        <w:rPr>
          <w:rStyle w:val="wyrnienie"/>
        </w:rPr>
        <w:t>…</w:t>
      </w:r>
    </w:p>
    <w:p w:rsidR="00CD1627" w:rsidRPr="0077595A" w:rsidRDefault="00CD1627">
      <w:r w:rsidRPr="0077595A">
        <w:t xml:space="preserve">Osoba, która ma metaprogram </w:t>
      </w:r>
      <w:r w:rsidRPr="0077595A">
        <w:rPr>
          <w:rStyle w:val="pogrubienie"/>
        </w:rPr>
        <w:t>możliwość</w:t>
      </w:r>
      <w:r w:rsidRPr="0077595A">
        <w:t xml:space="preserve">, </w:t>
      </w:r>
      <w:r w:rsidR="004B1371" w:rsidRPr="0077595A">
        <w:t>często wypowiada np. takie twierdzenia</w:t>
      </w:r>
      <w:r w:rsidRPr="0077595A">
        <w:t>: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Chcę to zrobić</w:t>
      </w:r>
      <w:r w:rsidR="004B13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To otwiera nowe możliwości</w:t>
      </w:r>
      <w:r w:rsidR="004B13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To wyjątkowa okazja</w:t>
      </w:r>
      <w:r w:rsidR="004B13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lastRenderedPageBreak/>
        <w:t>To jest możliwe</w:t>
      </w:r>
      <w:r w:rsidR="004B13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Można poszukać innych sposobów</w:t>
      </w:r>
      <w:r w:rsidR="004B13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Jestem elastyczny</w:t>
      </w:r>
      <w:r w:rsidR="004B13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Warto byłoby coś zmienić</w:t>
      </w:r>
      <w:r w:rsidR="004B13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Coś wymyślimy</w:t>
      </w:r>
      <w:r w:rsidR="004B13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Jak nie dzisiaj, to jutro</w:t>
      </w:r>
      <w:r w:rsidR="004B13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Spoko, damy radę</w:t>
      </w:r>
      <w:r w:rsidR="004B1371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Jak nie tak, to inaczej</w:t>
      </w:r>
      <w:r w:rsidR="006D52DC" w:rsidRPr="0077595A">
        <w:rPr>
          <w:rStyle w:val="wyrnienie"/>
        </w:rPr>
        <w:t>.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A gdyby można było</w:t>
      </w:r>
      <w:r w:rsidR="006D52DC" w:rsidRPr="0077595A">
        <w:rPr>
          <w:rStyle w:val="wyrnienie"/>
        </w:rPr>
        <w:t>…?</w:t>
      </w:r>
    </w:p>
    <w:p w:rsidR="00CD1627" w:rsidRPr="0077595A" w:rsidRDefault="00CD1627">
      <w:pPr>
        <w:numPr>
          <w:ilvl w:val="0"/>
          <w:numId w:val="103"/>
        </w:numPr>
        <w:rPr>
          <w:rStyle w:val="wyrnienie"/>
        </w:rPr>
      </w:pPr>
      <w:r w:rsidRPr="0077595A">
        <w:rPr>
          <w:rStyle w:val="wyrnienie"/>
        </w:rPr>
        <w:t>Spój</w:t>
      </w:r>
      <w:r w:rsidR="00311A45" w:rsidRPr="0077595A">
        <w:rPr>
          <w:rStyle w:val="wyrnienie"/>
        </w:rPr>
        <w:t>rzmy na to z innej perspektywy.</w:t>
      </w:r>
    </w:p>
    <w:sectPr w:rsidR="00CD1627" w:rsidRPr="0077595A" w:rsidSect="00741CE2">
      <w:headerReference w:type="even" r:id="rId8"/>
      <w:footerReference w:type="even" r:id="rId9"/>
      <w:type w:val="continuous"/>
      <w:pgSz w:w="11907" w:h="16840" w:code="9"/>
      <w:pgMar w:top="1418" w:right="1418" w:bottom="1418" w:left="1418" w:header="708" w:footer="708" w:gutter="0"/>
      <w:paperSrc w:first="15" w:other="15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4EA" w:rsidRDefault="00BD74EA">
      <w:pPr>
        <w:spacing w:after="0"/>
      </w:pPr>
      <w:r>
        <w:separator/>
      </w:r>
    </w:p>
  </w:endnote>
  <w:endnote w:type="continuationSeparator" w:id="0">
    <w:p w:rsidR="00BD74EA" w:rsidRDefault="00BD74E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ankfurtGothicHeavy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B95" w:rsidRDefault="00741CE2">
    <w:pPr>
      <w:tabs>
        <w:tab w:val="right" w:pos="7937"/>
      </w:tabs>
    </w:pPr>
    <w:r>
      <w:rPr>
        <w:sz w:val="14"/>
      </w:rPr>
      <w:fldChar w:fldCharType="begin"/>
    </w:r>
    <w:r w:rsidR="00471B95">
      <w:rPr>
        <w:sz w:val="14"/>
      </w:rPr>
      <w:instrText xml:space="preserve"> PAGE </w:instrText>
    </w:r>
    <w:r>
      <w:rPr>
        <w:sz w:val="14"/>
      </w:rPr>
      <w:fldChar w:fldCharType="separate"/>
    </w:r>
    <w:r w:rsidR="00471B95">
      <w:rPr>
        <w:noProof/>
        <w:sz w:val="14"/>
      </w:rPr>
      <w:t>1</w:t>
    </w:r>
    <w:r>
      <w:rPr>
        <w:sz w:val="14"/>
      </w:rPr>
      <w:fldChar w:fldCharType="end"/>
    </w:r>
    <w:r w:rsidRPr="00741CE2">
      <w:rPr>
        <w:noProof/>
        <w:sz w:val="16"/>
      </w:rPr>
      <w:pict>
        <v:line id="_x0000_s2053" style="position:absolute;z-index:251658240;mso-position-horizontal-relative:page;mso-position-vertical-relative:page" from="26.35pt,694.85pt" to="46.75pt,694.9pt" o:allowincell="f" strokeweight=".25pt">
          <v:stroke startarrowwidth="narrow" startarrowlength="short" endarrowwidth="narrow" endarrowlength="short"/>
          <w10:wrap anchorx="page" anchory="page"/>
        </v:line>
      </w:pict>
    </w:r>
    <w:r w:rsidRPr="00741CE2">
      <w:rPr>
        <w:noProof/>
        <w:sz w:val="16"/>
      </w:rPr>
      <w:pict>
        <v:line id="_x0000_s2054" style="position:absolute;z-index:251659264;mso-position-horizontal-relative:page;mso-position-vertical-relative:page" from="540.05pt,694.85pt" to="560.45pt,694.9pt" o:allowincell="f" strokeweight=".25pt">
          <v:stroke startarrowwidth="narrow" startarrowlength="short" endarrowwidth="narrow" endarrowlength="short"/>
          <w10:wrap anchorx="page" anchory="page"/>
        </v:line>
      </w:pict>
    </w:r>
    <w:r w:rsidRPr="00741CE2">
      <w:rPr>
        <w:noProof/>
        <w:sz w:val="16"/>
      </w:rPr>
      <w:pict>
        <v:line id="_x0000_s2055" style="position:absolute;z-index:251660288;mso-position-horizontal-relative:page;mso-position-vertical-relative:page" from="63.8pt,703.35pt" to="63.85pt,723.75pt" o:allowincell="f" strokeweight=".25pt">
          <v:stroke startarrowwidth="narrow" startarrowlength="short" endarrowwidth="narrow" endarrowlength="short"/>
          <w10:wrap anchorx="page" anchory="page"/>
        </v:line>
      </w:pict>
    </w:r>
    <w:r w:rsidRPr="00741CE2">
      <w:rPr>
        <w:noProof/>
        <w:sz w:val="16"/>
      </w:rPr>
      <w:pict>
        <v:line id="_x0000_s2056" style="position:absolute;z-index:251661312;mso-position-horizontal-relative:page;mso-position-vertical-relative:page" from="531.55pt,703.35pt" to="531.6pt,723.75pt" o:allowincell="f" strokeweight=".25pt">
          <v:stroke startarrowwidth="narrow" startarrowlength="short" endarrowwidth="narrow" endarrowlength="short"/>
          <w10:wrap anchorx="page" anchory="page"/>
        </v:line>
      </w:pict>
    </w:r>
    <w:r w:rsidR="00471B95">
      <w:rPr>
        <w:sz w:val="14"/>
      </w:rPr>
      <w:tab/>
    </w:r>
    <w:r>
      <w:rPr>
        <w:snapToGrid w:val="0"/>
        <w:sz w:val="14"/>
      </w:rPr>
      <w:fldChar w:fldCharType="begin"/>
    </w:r>
    <w:r w:rsidR="00471B95">
      <w:rPr>
        <w:snapToGrid w:val="0"/>
        <w:sz w:val="14"/>
      </w:rPr>
      <w:instrText xml:space="preserve"> FILENAME \p </w:instrText>
    </w:r>
    <w:r>
      <w:rPr>
        <w:snapToGrid w:val="0"/>
        <w:sz w:val="14"/>
      </w:rPr>
      <w:fldChar w:fldCharType="separate"/>
    </w:r>
    <w:r w:rsidR="00471B95">
      <w:rPr>
        <w:noProof/>
        <w:snapToGrid w:val="0"/>
        <w:sz w:val="14"/>
      </w:rPr>
      <w:t>C:\HELION\_276_Mistrzowski_zespol_sprzedazy__________________________16_III\[B]\rA-03_S_P.doc</w:t>
    </w:r>
    <w:r>
      <w:rPr>
        <w:snapToGrid w:val="0"/>
        <w:sz w:val="14"/>
      </w:rPr>
      <w:fldChar w:fldCharType="end"/>
    </w:r>
  </w:p>
  <w:p w:rsidR="00471B95" w:rsidRDefault="00471B9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4EA" w:rsidRDefault="00BD74EA">
      <w:pPr>
        <w:spacing w:after="0"/>
      </w:pPr>
      <w:r>
        <w:separator/>
      </w:r>
    </w:p>
  </w:footnote>
  <w:footnote w:type="continuationSeparator" w:id="0">
    <w:p w:rsidR="00BD74EA" w:rsidRDefault="00BD74EA">
      <w:pPr>
        <w:spacing w:after="0"/>
      </w:pPr>
      <w:r>
        <w:continuationSeparator/>
      </w:r>
    </w:p>
  </w:footnote>
  <w:footnote w:id="1">
    <w:p w:rsidR="00471B95" w:rsidRDefault="00471B95">
      <w:pPr>
        <w:pStyle w:val="Tekstprzypisudolnego"/>
      </w:pPr>
      <w:r>
        <w:rPr>
          <w:vertAlign w:val="superscript"/>
        </w:rPr>
        <w:footnoteRef/>
      </w:r>
      <w:r>
        <w:t xml:space="preserve"> Jest to przykładowy kwestionariusz, który posłużył </w:t>
      </w:r>
      <w:r w:rsidRPr="00094945">
        <w:t xml:space="preserve">w jednym z zakładów ubezpieczeniowych </w:t>
      </w:r>
      <w:r>
        <w:t>za test egzaminacyjny dla uczestników szkolenia z zakresu sprzedaży ubezpieczeń majątkowych. Treść niektórych pytań została nieco zmieniona.</w:t>
      </w:r>
    </w:p>
  </w:footnote>
  <w:footnote w:id="2">
    <w:p w:rsidR="00471B95" w:rsidRDefault="00471B95">
      <w:pPr>
        <w:pStyle w:val="Tekstprzypisudolnego"/>
      </w:pPr>
      <w:r>
        <w:rPr>
          <w:rStyle w:val="Odwoanieprzypisudolnego"/>
        </w:rPr>
        <w:footnoteRef/>
      </w:r>
      <w:r>
        <w:t xml:space="preserve"> Nie musi na to pytanie odpowiadać, bo może je potraktować jako osobiste. Jeżeli tak się zachowa, będzie to dla Ciebie informacja, że jest jakiś problem z zaufaniem do Ciebie, do firmy lub do ludzi w ogóle. Jeżeli ta osoba osiąga słabe wyniki, masz więcej informacji. </w:t>
      </w:r>
    </w:p>
  </w:footnote>
  <w:footnote w:id="3">
    <w:p w:rsidR="00471B95" w:rsidRDefault="00471B95">
      <w:pPr>
        <w:pStyle w:val="Tekstprzypisudolnego"/>
      </w:pPr>
      <w:r>
        <w:rPr>
          <w:rStyle w:val="Odwoanieprzypisudolnego"/>
        </w:rPr>
        <w:footnoteRef/>
      </w:r>
      <w:r>
        <w:t xml:space="preserve"> Nie chodzi o jakiś podział na typy osobowości. Ważny jest sam opis cech klienta.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B95" w:rsidRDefault="00741CE2">
    <w:r>
      <w:pict>
        <v:line id="_x0000_s2052" style="position:absolute;z-index:251657216;mso-position-horizontal-relative:page;mso-position-vertical-relative:page" from="63.8pt,0" to="63.85pt,20.4pt" o:allowincell="f" strokeweight=".25pt">
          <v:stroke startarrowwidth="narrow" startarrowlength="short" endarrowwidth="narrow" endarrowlength="short"/>
          <w10:wrap anchorx="page" anchory="page"/>
        </v:line>
      </w:pict>
    </w:r>
    <w:r>
      <w:pict>
        <v:line id="_x0000_s2051" style="position:absolute;z-index:251656192;mso-position-horizontal-relative:page;mso-position-vertical-relative:page" from="531.55pt,0" to="531.6pt,20.4pt" o:allowincell="f" strokeweight=".25pt">
          <v:stroke startarrowwidth="narrow" startarrowlength="short" endarrowwidth="narrow" endarrowlength="short"/>
          <w10:wrap anchorx="page" anchory="page"/>
        </v:line>
      </w:pict>
    </w:r>
    <w:r>
      <w:pict>
        <v:line id="_x0000_s2050" style="position:absolute;z-index:251655168;mso-position-horizontal-relative:page;mso-position-vertical-relative:page" from="540.05pt,28.9pt" to="560.5pt,28.95pt" o:allowincell="f" strokeweight=".25pt">
          <v:stroke startarrowwidth="narrow" startarrowlength="short" endarrowwidth="narrow" endarrowlength="short"/>
          <w10:wrap anchorx="page" anchory="page"/>
        </v:line>
      </w:pict>
    </w:r>
    <w:r>
      <w:pict>
        <v:line id="_x0000_s2049" style="position:absolute;z-index:251654144;mso-position-horizontal-relative:page;mso-position-vertical-relative:page" from="26.35pt,28.9pt" to="46.75pt,28.95pt" o:allowincell="f" strokeweight=".25pt">
          <v:stroke startarrowwidth="narrow" startarrowlength="short" endarrowwidth="narrow" endarrowlength="short"/>
          <w10:wrap anchorx="page" anchory="page"/>
        </v:line>
      </w:pict>
    </w:r>
  </w:p>
  <w:p w:rsidR="00471B95" w:rsidRDefault="00741CE2">
    <w:pPr>
      <w:pBdr>
        <w:bottom w:val="single" w:sz="6" w:space="1" w:color="auto"/>
      </w:pBdr>
    </w:pPr>
    <w:fldSimple w:instr=" PAGE ">
      <w:r w:rsidR="00471B95">
        <w:rPr>
          <w:noProof/>
        </w:rPr>
        <w:t>2</w:t>
      </w:r>
    </w:fldSimple>
    <w:r w:rsidR="00471B95">
      <w:tab/>
    </w:r>
    <w:r w:rsidR="00471B95">
      <w:tab/>
    </w:r>
    <w:r w:rsidR="00471B95">
      <w:rPr>
        <w:rFonts w:ascii="FrankfurtGothicHeavy" w:hAnsi="FrankfurtGothicHeavy"/>
        <w:b/>
      </w:rPr>
      <w:t xml:space="preserve">Część I </w:t>
    </w:r>
    <w:r w:rsidR="00471B95">
      <w:rPr>
        <w:rFonts w:ascii="FrankfurtGothicHeavy" w:hAnsi="FrankfurtGothicHeavy"/>
        <w:b/>
        <w:color w:val="808080"/>
      </w:rPr>
      <w:sym w:font="Symbol" w:char="F0A8"/>
    </w:r>
    <w:r w:rsidR="00471B95">
      <w:rPr>
        <w:rFonts w:ascii="FrankfurtGothicHeavy" w:hAnsi="FrankfurtGothicHeavy"/>
        <w:b/>
      </w:rPr>
      <w:t xml:space="preserve"> Podstawy obsługi systemu </w:t>
    </w:r>
    <w:proofErr w:type="spellStart"/>
    <w:r w:rsidR="00471B95">
      <w:rPr>
        <w:rFonts w:ascii="FrankfurtGothicHeavy" w:hAnsi="FrankfurtGothicHeavy"/>
        <w:b/>
      </w:rPr>
      <w:t>WhizBang</w:t>
    </w:r>
    <w:proofErr w:type="spellEnd"/>
    <w:r w:rsidR="00471B95">
      <w:rPr>
        <w:rFonts w:ascii="FrankfurtGothicHeavy" w:hAnsi="FrankfurtGothicHeavy"/>
        <w:b/>
      </w:rPr>
      <w:t xml:space="preserve"> </w:t>
    </w:r>
    <w:r w:rsidR="00471B95">
      <w:rPr>
        <w:rFonts w:ascii="FrankfurtGothicHeavy" w:hAnsi="FrankfurtGothicHeavy"/>
        <w:b/>
        <w:color w:val="0000FF"/>
      </w:rPr>
      <w:t>(Nagłówek strony)</w:t>
    </w:r>
    <w:r w:rsidR="00471B95">
      <w:tab/>
    </w:r>
  </w:p>
  <w:p w:rsidR="00471B95" w:rsidRDefault="00471B9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5C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76410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5E703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E778B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31D0CA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55657D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68269E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96357E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A9D48C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E1141A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BD00A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0D3347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1D6740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229732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36E29D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141A610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4E12E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156B6EE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5C67CAB"/>
    <w:multiLevelType w:val="singleLevel"/>
    <w:tmpl w:val="008A2C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164B62F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17820862"/>
    <w:multiLevelType w:val="singleLevel"/>
    <w:tmpl w:val="C6261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1785055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1951729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19DB0FF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1C34288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1C952BDA"/>
    <w:multiLevelType w:val="singleLevel"/>
    <w:tmpl w:val="C6261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21712A1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229B416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22A26B1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22B40C37"/>
    <w:multiLevelType w:val="singleLevel"/>
    <w:tmpl w:val="C6261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235F28F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25C9368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271053A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27580BE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284650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2864466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2B370C7C"/>
    <w:multiLevelType w:val="singleLevel"/>
    <w:tmpl w:val="008A2C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>
    <w:nsid w:val="2BC30AFC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2CF85AC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2D222EC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2F2257A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2FE519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3177518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31B813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31ED107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34CB05F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34E90A9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358862D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360351EB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>
    <w:nsid w:val="363546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37156357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>
    <w:nsid w:val="378649AC"/>
    <w:multiLevelType w:val="singleLevel"/>
    <w:tmpl w:val="C15A2424"/>
    <w:lvl w:ilvl="0">
      <w:start w:val="1"/>
      <w:numFmt w:val="upperRoman"/>
      <w:lvlText w:val="%1."/>
      <w:lvlJc w:val="left"/>
      <w:pPr>
        <w:tabs>
          <w:tab w:val="num" w:pos="720"/>
        </w:tabs>
        <w:ind w:left="284" w:hanging="284"/>
      </w:pPr>
    </w:lvl>
  </w:abstractNum>
  <w:abstractNum w:abstractNumId="52">
    <w:nsid w:val="39B64AE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3A505D78"/>
    <w:multiLevelType w:val="singleLevel"/>
    <w:tmpl w:val="C6261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4">
    <w:nsid w:val="3A7C658F"/>
    <w:multiLevelType w:val="singleLevel"/>
    <w:tmpl w:val="C6261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5">
    <w:nsid w:val="3AB978E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3C10004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3C176F1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3C18362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>
    <w:nsid w:val="3C3745F9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0">
    <w:nsid w:val="3DDE1FA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>
    <w:nsid w:val="3E4510F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2">
    <w:nsid w:val="3EAA51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>
    <w:nsid w:val="3FC36A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>
    <w:nsid w:val="3FEB662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40135175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">
    <w:nsid w:val="406E799C"/>
    <w:multiLevelType w:val="singleLevel"/>
    <w:tmpl w:val="7BF60478"/>
    <w:lvl w:ilvl="0">
      <w:start w:val="1"/>
      <w:numFmt w:val="lowerLetter"/>
      <w:lvlText w:val="%1)"/>
      <w:lvlJc w:val="left"/>
      <w:pPr>
        <w:tabs>
          <w:tab w:val="num" w:pos="757"/>
        </w:tabs>
        <w:ind w:left="360" w:firstLine="37"/>
      </w:pPr>
    </w:lvl>
  </w:abstractNum>
  <w:abstractNum w:abstractNumId="67">
    <w:nsid w:val="407D440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>
    <w:nsid w:val="431D6E57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9">
    <w:nsid w:val="43A95D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0">
    <w:nsid w:val="441E746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1">
    <w:nsid w:val="45EB130D"/>
    <w:multiLevelType w:val="singleLevel"/>
    <w:tmpl w:val="C6261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2">
    <w:nsid w:val="46A74AE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3">
    <w:nsid w:val="478A3B10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4">
    <w:nsid w:val="49E64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>
    <w:nsid w:val="4A6C595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6">
    <w:nsid w:val="4B73496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7">
    <w:nsid w:val="4C300C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8">
    <w:nsid w:val="4D2306E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9">
    <w:nsid w:val="4DF32C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0">
    <w:nsid w:val="4F4372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1">
    <w:nsid w:val="516A1F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2">
    <w:nsid w:val="51C11EA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3">
    <w:nsid w:val="522C1C3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4">
    <w:nsid w:val="541D2D2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5">
    <w:nsid w:val="54616598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6">
    <w:nsid w:val="5582287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7">
    <w:nsid w:val="589461D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>
    <w:nsid w:val="59100FD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9">
    <w:nsid w:val="5A2206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0">
    <w:nsid w:val="5A3855F0"/>
    <w:multiLevelType w:val="singleLevel"/>
    <w:tmpl w:val="008A2C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1">
    <w:nsid w:val="5BCF59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2">
    <w:nsid w:val="6127733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3">
    <w:nsid w:val="6242420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4">
    <w:nsid w:val="634D45F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5">
    <w:nsid w:val="644F6D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6">
    <w:nsid w:val="654A1A8A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7">
    <w:nsid w:val="67F86F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>
    <w:nsid w:val="6B490FF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>
    <w:nsid w:val="6B6A106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0">
    <w:nsid w:val="6BC76CC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1">
    <w:nsid w:val="6C7B726B"/>
    <w:multiLevelType w:val="singleLevel"/>
    <w:tmpl w:val="848A0FB0"/>
    <w:lvl w:ilvl="0">
      <w:start w:val="1"/>
      <w:numFmt w:val="upperRoman"/>
      <w:lvlText w:val="%1."/>
      <w:lvlJc w:val="left"/>
      <w:pPr>
        <w:tabs>
          <w:tab w:val="num" w:pos="1004"/>
        </w:tabs>
        <w:ind w:left="284" w:firstLine="0"/>
      </w:pPr>
    </w:lvl>
  </w:abstractNum>
  <w:abstractNum w:abstractNumId="102">
    <w:nsid w:val="6CC87F7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3">
    <w:nsid w:val="6D2453E2"/>
    <w:multiLevelType w:val="singleLevel"/>
    <w:tmpl w:val="7BF60478"/>
    <w:lvl w:ilvl="0">
      <w:start w:val="1"/>
      <w:numFmt w:val="lowerLetter"/>
      <w:lvlText w:val="%1)"/>
      <w:lvlJc w:val="left"/>
      <w:pPr>
        <w:tabs>
          <w:tab w:val="num" w:pos="757"/>
        </w:tabs>
        <w:ind w:left="360" w:firstLine="37"/>
      </w:pPr>
    </w:lvl>
  </w:abstractNum>
  <w:abstractNum w:abstractNumId="104">
    <w:nsid w:val="6D8718C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5">
    <w:nsid w:val="6F042987"/>
    <w:multiLevelType w:val="singleLevel"/>
    <w:tmpl w:val="7BF60478"/>
    <w:lvl w:ilvl="0">
      <w:start w:val="1"/>
      <w:numFmt w:val="lowerLetter"/>
      <w:lvlText w:val="%1)"/>
      <w:lvlJc w:val="left"/>
      <w:pPr>
        <w:tabs>
          <w:tab w:val="num" w:pos="757"/>
        </w:tabs>
        <w:ind w:left="360" w:firstLine="37"/>
      </w:pPr>
    </w:lvl>
  </w:abstractNum>
  <w:abstractNum w:abstractNumId="106">
    <w:nsid w:val="7252004A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7">
    <w:nsid w:val="72F3285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8">
    <w:nsid w:val="735A2205"/>
    <w:multiLevelType w:val="singleLevel"/>
    <w:tmpl w:val="008A2C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9">
    <w:nsid w:val="73BD6AC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0">
    <w:nsid w:val="73F01C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1">
    <w:nsid w:val="75EB113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2">
    <w:nsid w:val="768E03B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3">
    <w:nsid w:val="77C50AAE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>
    <w:nsid w:val="7A64278B"/>
    <w:multiLevelType w:val="singleLevel"/>
    <w:tmpl w:val="AFA6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5">
    <w:nsid w:val="7AA43A8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6">
    <w:nsid w:val="7C2904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7">
    <w:nsid w:val="7CCE48E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8">
    <w:nsid w:val="7EB41F2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9"/>
  </w:num>
  <w:num w:numId="2">
    <w:abstractNumId w:val="37"/>
  </w:num>
  <w:num w:numId="3">
    <w:abstractNumId w:val="22"/>
  </w:num>
  <w:num w:numId="4">
    <w:abstractNumId w:val="96"/>
  </w:num>
  <w:num w:numId="5">
    <w:abstractNumId w:val="73"/>
  </w:num>
  <w:num w:numId="6">
    <w:abstractNumId w:val="7"/>
  </w:num>
  <w:num w:numId="7">
    <w:abstractNumId w:val="102"/>
  </w:num>
  <w:num w:numId="8">
    <w:abstractNumId w:val="100"/>
  </w:num>
  <w:num w:numId="9">
    <w:abstractNumId w:val="56"/>
  </w:num>
  <w:num w:numId="10">
    <w:abstractNumId w:val="43"/>
  </w:num>
  <w:num w:numId="11">
    <w:abstractNumId w:val="46"/>
  </w:num>
  <w:num w:numId="12">
    <w:abstractNumId w:val="72"/>
  </w:num>
  <w:num w:numId="13">
    <w:abstractNumId w:val="42"/>
  </w:num>
  <w:num w:numId="14">
    <w:abstractNumId w:val="28"/>
  </w:num>
  <w:num w:numId="15">
    <w:abstractNumId w:val="61"/>
  </w:num>
  <w:num w:numId="16">
    <w:abstractNumId w:val="10"/>
  </w:num>
  <w:num w:numId="17">
    <w:abstractNumId w:val="26"/>
  </w:num>
  <w:num w:numId="18">
    <w:abstractNumId w:val="9"/>
  </w:num>
  <w:num w:numId="19">
    <w:abstractNumId w:val="21"/>
  </w:num>
  <w:num w:numId="20">
    <w:abstractNumId w:val="64"/>
  </w:num>
  <w:num w:numId="21">
    <w:abstractNumId w:val="83"/>
  </w:num>
  <w:num w:numId="22">
    <w:abstractNumId w:val="40"/>
  </w:num>
  <w:num w:numId="23">
    <w:abstractNumId w:val="80"/>
  </w:num>
  <w:num w:numId="24">
    <w:abstractNumId w:val="55"/>
  </w:num>
  <w:num w:numId="25">
    <w:abstractNumId w:val="78"/>
  </w:num>
  <w:num w:numId="26">
    <w:abstractNumId w:val="114"/>
  </w:num>
  <w:num w:numId="27">
    <w:abstractNumId w:val="59"/>
  </w:num>
  <w:num w:numId="28">
    <w:abstractNumId w:val="50"/>
  </w:num>
  <w:num w:numId="29">
    <w:abstractNumId w:val="68"/>
  </w:num>
  <w:num w:numId="30">
    <w:abstractNumId w:val="65"/>
  </w:num>
  <w:num w:numId="31">
    <w:abstractNumId w:val="48"/>
  </w:num>
  <w:num w:numId="32">
    <w:abstractNumId w:val="113"/>
  </w:num>
  <w:num w:numId="33">
    <w:abstractNumId w:val="106"/>
  </w:num>
  <w:num w:numId="34">
    <w:abstractNumId w:val="84"/>
  </w:num>
  <w:num w:numId="35">
    <w:abstractNumId w:val="35"/>
  </w:num>
  <w:num w:numId="36">
    <w:abstractNumId w:val="63"/>
  </w:num>
  <w:num w:numId="37">
    <w:abstractNumId w:val="115"/>
  </w:num>
  <w:num w:numId="38">
    <w:abstractNumId w:val="38"/>
  </w:num>
  <w:num w:numId="39">
    <w:abstractNumId w:val="15"/>
  </w:num>
  <w:num w:numId="40">
    <w:abstractNumId w:val="70"/>
  </w:num>
  <w:num w:numId="41">
    <w:abstractNumId w:val="11"/>
  </w:num>
  <w:num w:numId="42">
    <w:abstractNumId w:val="99"/>
  </w:num>
  <w:num w:numId="43">
    <w:abstractNumId w:val="6"/>
  </w:num>
  <w:num w:numId="44">
    <w:abstractNumId w:val="49"/>
  </w:num>
  <w:num w:numId="45">
    <w:abstractNumId w:val="86"/>
  </w:num>
  <w:num w:numId="46">
    <w:abstractNumId w:val="111"/>
  </w:num>
  <w:num w:numId="47">
    <w:abstractNumId w:val="76"/>
  </w:num>
  <w:num w:numId="48">
    <w:abstractNumId w:val="92"/>
  </w:num>
  <w:num w:numId="49">
    <w:abstractNumId w:val="47"/>
  </w:num>
  <w:num w:numId="50">
    <w:abstractNumId w:val="93"/>
  </w:num>
  <w:num w:numId="51">
    <w:abstractNumId w:val="16"/>
  </w:num>
  <w:num w:numId="52">
    <w:abstractNumId w:val="88"/>
  </w:num>
  <w:num w:numId="53">
    <w:abstractNumId w:val="23"/>
  </w:num>
  <w:num w:numId="54">
    <w:abstractNumId w:val="58"/>
  </w:num>
  <w:num w:numId="55">
    <w:abstractNumId w:val="67"/>
  </w:num>
  <w:num w:numId="56">
    <w:abstractNumId w:val="62"/>
  </w:num>
  <w:num w:numId="57">
    <w:abstractNumId w:val="116"/>
  </w:num>
  <w:num w:numId="58">
    <w:abstractNumId w:val="57"/>
  </w:num>
  <w:num w:numId="59">
    <w:abstractNumId w:val="17"/>
  </w:num>
  <w:num w:numId="60">
    <w:abstractNumId w:val="5"/>
  </w:num>
  <w:num w:numId="61">
    <w:abstractNumId w:val="97"/>
  </w:num>
  <w:num w:numId="62">
    <w:abstractNumId w:val="107"/>
  </w:num>
  <w:num w:numId="63">
    <w:abstractNumId w:val="79"/>
  </w:num>
  <w:num w:numId="64">
    <w:abstractNumId w:val="95"/>
  </w:num>
  <w:num w:numId="65">
    <w:abstractNumId w:val="81"/>
  </w:num>
  <w:num w:numId="66">
    <w:abstractNumId w:val="118"/>
  </w:num>
  <w:num w:numId="67">
    <w:abstractNumId w:val="27"/>
  </w:num>
  <w:num w:numId="68">
    <w:abstractNumId w:val="13"/>
  </w:num>
  <w:num w:numId="69">
    <w:abstractNumId w:val="19"/>
  </w:num>
  <w:num w:numId="70">
    <w:abstractNumId w:val="74"/>
  </w:num>
  <w:num w:numId="71">
    <w:abstractNumId w:val="39"/>
  </w:num>
  <w:num w:numId="72">
    <w:abstractNumId w:val="4"/>
  </w:num>
  <w:num w:numId="73">
    <w:abstractNumId w:val="110"/>
  </w:num>
  <w:num w:numId="74">
    <w:abstractNumId w:val="82"/>
  </w:num>
  <w:num w:numId="75">
    <w:abstractNumId w:val="69"/>
  </w:num>
  <w:num w:numId="76">
    <w:abstractNumId w:val="14"/>
  </w:num>
  <w:num w:numId="77">
    <w:abstractNumId w:val="87"/>
  </w:num>
  <w:num w:numId="78">
    <w:abstractNumId w:val="60"/>
  </w:num>
  <w:num w:numId="79">
    <w:abstractNumId w:val="32"/>
  </w:num>
  <w:num w:numId="80">
    <w:abstractNumId w:val="30"/>
  </w:num>
  <w:num w:numId="81">
    <w:abstractNumId w:val="52"/>
  </w:num>
  <w:num w:numId="82">
    <w:abstractNumId w:val="104"/>
  </w:num>
  <w:num w:numId="83">
    <w:abstractNumId w:val="34"/>
  </w:num>
  <w:num w:numId="84">
    <w:abstractNumId w:val="85"/>
  </w:num>
  <w:num w:numId="85">
    <w:abstractNumId w:val="45"/>
  </w:num>
  <w:num w:numId="86">
    <w:abstractNumId w:val="44"/>
  </w:num>
  <w:num w:numId="87">
    <w:abstractNumId w:val="98"/>
  </w:num>
  <w:num w:numId="88">
    <w:abstractNumId w:val="41"/>
  </w:num>
  <w:num w:numId="89">
    <w:abstractNumId w:val="91"/>
  </w:num>
  <w:num w:numId="90">
    <w:abstractNumId w:val="77"/>
  </w:num>
  <w:num w:numId="91">
    <w:abstractNumId w:val="8"/>
  </w:num>
  <w:num w:numId="92">
    <w:abstractNumId w:val="18"/>
  </w:num>
  <w:num w:numId="93">
    <w:abstractNumId w:val="108"/>
  </w:num>
  <w:num w:numId="94">
    <w:abstractNumId w:val="54"/>
  </w:num>
  <w:num w:numId="95">
    <w:abstractNumId w:val="90"/>
  </w:num>
  <w:num w:numId="96">
    <w:abstractNumId w:val="36"/>
  </w:num>
  <w:num w:numId="97">
    <w:abstractNumId w:val="25"/>
  </w:num>
  <w:num w:numId="98">
    <w:abstractNumId w:val="12"/>
  </w:num>
  <w:num w:numId="99">
    <w:abstractNumId w:val="117"/>
  </w:num>
  <w:num w:numId="100">
    <w:abstractNumId w:val="75"/>
  </w:num>
  <w:num w:numId="101">
    <w:abstractNumId w:val="51"/>
  </w:num>
  <w:num w:numId="102">
    <w:abstractNumId w:val="112"/>
  </w:num>
  <w:num w:numId="103">
    <w:abstractNumId w:val="94"/>
  </w:num>
  <w:num w:numId="104">
    <w:abstractNumId w:val="24"/>
  </w:num>
  <w:num w:numId="105">
    <w:abstractNumId w:val="31"/>
  </w:num>
  <w:num w:numId="106">
    <w:abstractNumId w:val="109"/>
  </w:num>
  <w:num w:numId="107">
    <w:abstractNumId w:val="2"/>
  </w:num>
  <w:num w:numId="108">
    <w:abstractNumId w:val="33"/>
  </w:num>
  <w:num w:numId="109">
    <w:abstractNumId w:val="29"/>
  </w:num>
  <w:num w:numId="110">
    <w:abstractNumId w:val="53"/>
  </w:num>
  <w:num w:numId="111">
    <w:abstractNumId w:val="1"/>
  </w:num>
  <w:num w:numId="112">
    <w:abstractNumId w:val="71"/>
  </w:num>
  <w:num w:numId="113">
    <w:abstractNumId w:val="3"/>
  </w:num>
  <w:num w:numId="114">
    <w:abstractNumId w:val="0"/>
  </w:num>
  <w:num w:numId="115">
    <w:abstractNumId w:val="101"/>
  </w:num>
  <w:num w:numId="116">
    <w:abstractNumId w:val="105"/>
  </w:num>
  <w:num w:numId="117">
    <w:abstractNumId w:val="103"/>
  </w:num>
  <w:num w:numId="118">
    <w:abstractNumId w:val="66"/>
  </w:num>
  <w:num w:numId="119">
    <w:abstractNumId w:val="20"/>
  </w:num>
  <w:numIdMacAtCleanup w:val="1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intFractionalCharacterWidth/>
  <w:activeWritingStyle w:appName="MSWord" w:lang="pl-PL" w:vendorID="12" w:dllVersion="512" w:checkStyle="1"/>
  <w:proofState w:spelling="clean"/>
  <w:attachedTemplate r:id="rId1"/>
  <w:stylePaneFormatFilter w:val="3F0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2">
      <o:colormru v:ext="edit" colors="#eaeae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D1627"/>
    <w:rsid w:val="000015A0"/>
    <w:rsid w:val="00001927"/>
    <w:rsid w:val="00004A43"/>
    <w:rsid w:val="0000530D"/>
    <w:rsid w:val="000109AD"/>
    <w:rsid w:val="00010C08"/>
    <w:rsid w:val="000132BB"/>
    <w:rsid w:val="000134A0"/>
    <w:rsid w:val="0001547A"/>
    <w:rsid w:val="00015561"/>
    <w:rsid w:val="000176C0"/>
    <w:rsid w:val="00023597"/>
    <w:rsid w:val="00024E79"/>
    <w:rsid w:val="00026BC4"/>
    <w:rsid w:val="00027A1C"/>
    <w:rsid w:val="00030930"/>
    <w:rsid w:val="000336E4"/>
    <w:rsid w:val="000349AD"/>
    <w:rsid w:val="00035517"/>
    <w:rsid w:val="000372D5"/>
    <w:rsid w:val="000375AA"/>
    <w:rsid w:val="000436D6"/>
    <w:rsid w:val="00046B6B"/>
    <w:rsid w:val="00055389"/>
    <w:rsid w:val="000555C3"/>
    <w:rsid w:val="00056707"/>
    <w:rsid w:val="00056978"/>
    <w:rsid w:val="000637B3"/>
    <w:rsid w:val="000647F0"/>
    <w:rsid w:val="0006700A"/>
    <w:rsid w:val="000717B2"/>
    <w:rsid w:val="000719F2"/>
    <w:rsid w:val="00071DB5"/>
    <w:rsid w:val="000760F0"/>
    <w:rsid w:val="000810BA"/>
    <w:rsid w:val="00086923"/>
    <w:rsid w:val="00092ABD"/>
    <w:rsid w:val="00094945"/>
    <w:rsid w:val="00095007"/>
    <w:rsid w:val="00096194"/>
    <w:rsid w:val="000973DF"/>
    <w:rsid w:val="000A1595"/>
    <w:rsid w:val="000B1685"/>
    <w:rsid w:val="000B18C3"/>
    <w:rsid w:val="000B29CE"/>
    <w:rsid w:val="000B6650"/>
    <w:rsid w:val="000B7475"/>
    <w:rsid w:val="000C1D54"/>
    <w:rsid w:val="000C2C71"/>
    <w:rsid w:val="000C34B4"/>
    <w:rsid w:val="000C6DED"/>
    <w:rsid w:val="000C7C4E"/>
    <w:rsid w:val="000D0C12"/>
    <w:rsid w:val="000D1205"/>
    <w:rsid w:val="000D1B35"/>
    <w:rsid w:val="000D1B40"/>
    <w:rsid w:val="000D2B27"/>
    <w:rsid w:val="000D59F3"/>
    <w:rsid w:val="000D5EBD"/>
    <w:rsid w:val="000D7529"/>
    <w:rsid w:val="000E1679"/>
    <w:rsid w:val="000E211A"/>
    <w:rsid w:val="000E4839"/>
    <w:rsid w:val="000E4B9C"/>
    <w:rsid w:val="000F196D"/>
    <w:rsid w:val="000F2E8C"/>
    <w:rsid w:val="000F3075"/>
    <w:rsid w:val="000F5FF6"/>
    <w:rsid w:val="00100033"/>
    <w:rsid w:val="0010046D"/>
    <w:rsid w:val="00102AE6"/>
    <w:rsid w:val="001035E0"/>
    <w:rsid w:val="001045A6"/>
    <w:rsid w:val="0010482A"/>
    <w:rsid w:val="001052EA"/>
    <w:rsid w:val="00105AF4"/>
    <w:rsid w:val="0010617A"/>
    <w:rsid w:val="00106AFA"/>
    <w:rsid w:val="001103C1"/>
    <w:rsid w:val="0011155B"/>
    <w:rsid w:val="001142AA"/>
    <w:rsid w:val="00115EB3"/>
    <w:rsid w:val="001202BB"/>
    <w:rsid w:val="00121FC1"/>
    <w:rsid w:val="00122F02"/>
    <w:rsid w:val="001243CE"/>
    <w:rsid w:val="0012553E"/>
    <w:rsid w:val="00126386"/>
    <w:rsid w:val="001314B6"/>
    <w:rsid w:val="00131E6D"/>
    <w:rsid w:val="0013218C"/>
    <w:rsid w:val="00132E0E"/>
    <w:rsid w:val="00136393"/>
    <w:rsid w:val="00142167"/>
    <w:rsid w:val="0014649F"/>
    <w:rsid w:val="00146BFE"/>
    <w:rsid w:val="001504A6"/>
    <w:rsid w:val="001511AB"/>
    <w:rsid w:val="0015236D"/>
    <w:rsid w:val="00154788"/>
    <w:rsid w:val="00154E71"/>
    <w:rsid w:val="001558CB"/>
    <w:rsid w:val="00155A69"/>
    <w:rsid w:val="001566BE"/>
    <w:rsid w:val="00156833"/>
    <w:rsid w:val="00156FB3"/>
    <w:rsid w:val="0015752B"/>
    <w:rsid w:val="00160952"/>
    <w:rsid w:val="001621A5"/>
    <w:rsid w:val="001641A9"/>
    <w:rsid w:val="00171DB3"/>
    <w:rsid w:val="00173D6D"/>
    <w:rsid w:val="00174C55"/>
    <w:rsid w:val="00176B95"/>
    <w:rsid w:val="00180BD0"/>
    <w:rsid w:val="00180BE7"/>
    <w:rsid w:val="00180EEA"/>
    <w:rsid w:val="001840BE"/>
    <w:rsid w:val="00190D1A"/>
    <w:rsid w:val="00193C51"/>
    <w:rsid w:val="00195F34"/>
    <w:rsid w:val="001A1FD3"/>
    <w:rsid w:val="001A2164"/>
    <w:rsid w:val="001A2945"/>
    <w:rsid w:val="001A36F4"/>
    <w:rsid w:val="001B2F60"/>
    <w:rsid w:val="001B41EB"/>
    <w:rsid w:val="001B4E74"/>
    <w:rsid w:val="001B5261"/>
    <w:rsid w:val="001B54A3"/>
    <w:rsid w:val="001B6BDD"/>
    <w:rsid w:val="001C1EFB"/>
    <w:rsid w:val="001C2498"/>
    <w:rsid w:val="001C3B90"/>
    <w:rsid w:val="001C744F"/>
    <w:rsid w:val="001D11B6"/>
    <w:rsid w:val="001D15D2"/>
    <w:rsid w:val="001D1B96"/>
    <w:rsid w:val="001D585E"/>
    <w:rsid w:val="001D5FAB"/>
    <w:rsid w:val="001D6311"/>
    <w:rsid w:val="001D681D"/>
    <w:rsid w:val="001D6DF5"/>
    <w:rsid w:val="001D7507"/>
    <w:rsid w:val="001D751D"/>
    <w:rsid w:val="001D75C1"/>
    <w:rsid w:val="001E05D1"/>
    <w:rsid w:val="001E149E"/>
    <w:rsid w:val="001E3AC8"/>
    <w:rsid w:val="001E47D6"/>
    <w:rsid w:val="001E6172"/>
    <w:rsid w:val="001E70A9"/>
    <w:rsid w:val="001E7D51"/>
    <w:rsid w:val="001F24E4"/>
    <w:rsid w:val="001F4005"/>
    <w:rsid w:val="001F4B05"/>
    <w:rsid w:val="001F4F4E"/>
    <w:rsid w:val="001F63E4"/>
    <w:rsid w:val="001F75B3"/>
    <w:rsid w:val="001F7D40"/>
    <w:rsid w:val="00201FB8"/>
    <w:rsid w:val="00205086"/>
    <w:rsid w:val="0020528D"/>
    <w:rsid w:val="00206A07"/>
    <w:rsid w:val="00207769"/>
    <w:rsid w:val="00212C89"/>
    <w:rsid w:val="002137FA"/>
    <w:rsid w:val="00214965"/>
    <w:rsid w:val="00217E18"/>
    <w:rsid w:val="00217F6F"/>
    <w:rsid w:val="00221156"/>
    <w:rsid w:val="00221779"/>
    <w:rsid w:val="00222E07"/>
    <w:rsid w:val="002232BC"/>
    <w:rsid w:val="00224CB3"/>
    <w:rsid w:val="00224F33"/>
    <w:rsid w:val="002250EC"/>
    <w:rsid w:val="0022638D"/>
    <w:rsid w:val="0022706E"/>
    <w:rsid w:val="002314D9"/>
    <w:rsid w:val="00231C75"/>
    <w:rsid w:val="0023231E"/>
    <w:rsid w:val="00232328"/>
    <w:rsid w:val="0023254D"/>
    <w:rsid w:val="002342CD"/>
    <w:rsid w:val="002347E1"/>
    <w:rsid w:val="0023537D"/>
    <w:rsid w:val="00236627"/>
    <w:rsid w:val="00242598"/>
    <w:rsid w:val="002431DB"/>
    <w:rsid w:val="00244711"/>
    <w:rsid w:val="002461C4"/>
    <w:rsid w:val="00252B3A"/>
    <w:rsid w:val="00253C8D"/>
    <w:rsid w:val="0025688E"/>
    <w:rsid w:val="00257195"/>
    <w:rsid w:val="0025783B"/>
    <w:rsid w:val="00260420"/>
    <w:rsid w:val="002623DB"/>
    <w:rsid w:val="00262760"/>
    <w:rsid w:val="0026293C"/>
    <w:rsid w:val="002644A8"/>
    <w:rsid w:val="00264C4F"/>
    <w:rsid w:val="002666DB"/>
    <w:rsid w:val="002718AC"/>
    <w:rsid w:val="0027298D"/>
    <w:rsid w:val="00275B97"/>
    <w:rsid w:val="00281CFF"/>
    <w:rsid w:val="002858FA"/>
    <w:rsid w:val="00286713"/>
    <w:rsid w:val="0028784A"/>
    <w:rsid w:val="002901FB"/>
    <w:rsid w:val="002915E1"/>
    <w:rsid w:val="00294F28"/>
    <w:rsid w:val="00295737"/>
    <w:rsid w:val="00295EAC"/>
    <w:rsid w:val="002A153C"/>
    <w:rsid w:val="002A46D3"/>
    <w:rsid w:val="002A6144"/>
    <w:rsid w:val="002A61A8"/>
    <w:rsid w:val="002A7A38"/>
    <w:rsid w:val="002B051D"/>
    <w:rsid w:val="002B0969"/>
    <w:rsid w:val="002B1903"/>
    <w:rsid w:val="002B19DC"/>
    <w:rsid w:val="002B2B16"/>
    <w:rsid w:val="002B2CA0"/>
    <w:rsid w:val="002B4E41"/>
    <w:rsid w:val="002B5574"/>
    <w:rsid w:val="002B5BD1"/>
    <w:rsid w:val="002B64B8"/>
    <w:rsid w:val="002B66D7"/>
    <w:rsid w:val="002C2765"/>
    <w:rsid w:val="002C36A9"/>
    <w:rsid w:val="002C71EC"/>
    <w:rsid w:val="002D3015"/>
    <w:rsid w:val="002D37D5"/>
    <w:rsid w:val="002D5CE3"/>
    <w:rsid w:val="002D6F2E"/>
    <w:rsid w:val="002D7CE7"/>
    <w:rsid w:val="002E1797"/>
    <w:rsid w:val="002E2289"/>
    <w:rsid w:val="002E232E"/>
    <w:rsid w:val="002E2467"/>
    <w:rsid w:val="002E3DDD"/>
    <w:rsid w:val="002E4818"/>
    <w:rsid w:val="002F0D5E"/>
    <w:rsid w:val="002F6007"/>
    <w:rsid w:val="002F6D8F"/>
    <w:rsid w:val="002F7135"/>
    <w:rsid w:val="00300DD0"/>
    <w:rsid w:val="00302D8D"/>
    <w:rsid w:val="00305981"/>
    <w:rsid w:val="003079CF"/>
    <w:rsid w:val="00311A45"/>
    <w:rsid w:val="00312788"/>
    <w:rsid w:val="00313372"/>
    <w:rsid w:val="00313CE5"/>
    <w:rsid w:val="00313E27"/>
    <w:rsid w:val="003210F7"/>
    <w:rsid w:val="00323375"/>
    <w:rsid w:val="00323760"/>
    <w:rsid w:val="00324F4F"/>
    <w:rsid w:val="00327886"/>
    <w:rsid w:val="00330741"/>
    <w:rsid w:val="00331DB0"/>
    <w:rsid w:val="003346B5"/>
    <w:rsid w:val="00335F85"/>
    <w:rsid w:val="00336B1D"/>
    <w:rsid w:val="00337354"/>
    <w:rsid w:val="003403E9"/>
    <w:rsid w:val="003404B4"/>
    <w:rsid w:val="0034179E"/>
    <w:rsid w:val="00343C69"/>
    <w:rsid w:val="00346491"/>
    <w:rsid w:val="00346CB2"/>
    <w:rsid w:val="00346DF2"/>
    <w:rsid w:val="0034772C"/>
    <w:rsid w:val="00350024"/>
    <w:rsid w:val="00350778"/>
    <w:rsid w:val="00352589"/>
    <w:rsid w:val="00352A9D"/>
    <w:rsid w:val="00353342"/>
    <w:rsid w:val="00354BAC"/>
    <w:rsid w:val="00356CBF"/>
    <w:rsid w:val="00357C38"/>
    <w:rsid w:val="003620DD"/>
    <w:rsid w:val="003632A6"/>
    <w:rsid w:val="00363A8E"/>
    <w:rsid w:val="00363F4B"/>
    <w:rsid w:val="00364C25"/>
    <w:rsid w:val="00366694"/>
    <w:rsid w:val="003673FF"/>
    <w:rsid w:val="00367C6B"/>
    <w:rsid w:val="003724B8"/>
    <w:rsid w:val="00372DBA"/>
    <w:rsid w:val="00375039"/>
    <w:rsid w:val="003806F6"/>
    <w:rsid w:val="0038275E"/>
    <w:rsid w:val="003838D4"/>
    <w:rsid w:val="00385407"/>
    <w:rsid w:val="003854EB"/>
    <w:rsid w:val="00386D76"/>
    <w:rsid w:val="00390B10"/>
    <w:rsid w:val="00390DEB"/>
    <w:rsid w:val="003913D0"/>
    <w:rsid w:val="0039146C"/>
    <w:rsid w:val="00396351"/>
    <w:rsid w:val="003976F3"/>
    <w:rsid w:val="003A0EBD"/>
    <w:rsid w:val="003A5491"/>
    <w:rsid w:val="003A6E1E"/>
    <w:rsid w:val="003B0688"/>
    <w:rsid w:val="003B0777"/>
    <w:rsid w:val="003B26C3"/>
    <w:rsid w:val="003B325A"/>
    <w:rsid w:val="003B6880"/>
    <w:rsid w:val="003B75A6"/>
    <w:rsid w:val="003C1581"/>
    <w:rsid w:val="003C267A"/>
    <w:rsid w:val="003C2D0B"/>
    <w:rsid w:val="003C5154"/>
    <w:rsid w:val="003C69F1"/>
    <w:rsid w:val="003C707E"/>
    <w:rsid w:val="003C70F5"/>
    <w:rsid w:val="003C7637"/>
    <w:rsid w:val="003D2CC7"/>
    <w:rsid w:val="003D4B55"/>
    <w:rsid w:val="003D59F5"/>
    <w:rsid w:val="003D70EE"/>
    <w:rsid w:val="003D741F"/>
    <w:rsid w:val="003E34BA"/>
    <w:rsid w:val="003E53FC"/>
    <w:rsid w:val="003F1233"/>
    <w:rsid w:val="003F1258"/>
    <w:rsid w:val="003F18D8"/>
    <w:rsid w:val="003F25FC"/>
    <w:rsid w:val="003F4E1C"/>
    <w:rsid w:val="003F4E51"/>
    <w:rsid w:val="003F60AB"/>
    <w:rsid w:val="004003C7"/>
    <w:rsid w:val="00403DC1"/>
    <w:rsid w:val="00405F9A"/>
    <w:rsid w:val="004068F8"/>
    <w:rsid w:val="00407D3B"/>
    <w:rsid w:val="0041079B"/>
    <w:rsid w:val="004118A5"/>
    <w:rsid w:val="00411B3C"/>
    <w:rsid w:val="00420F3E"/>
    <w:rsid w:val="004222AE"/>
    <w:rsid w:val="0042639A"/>
    <w:rsid w:val="0042642B"/>
    <w:rsid w:val="004323A0"/>
    <w:rsid w:val="00433570"/>
    <w:rsid w:val="004337C9"/>
    <w:rsid w:val="00433CF6"/>
    <w:rsid w:val="0043479F"/>
    <w:rsid w:val="0043530B"/>
    <w:rsid w:val="004360A5"/>
    <w:rsid w:val="00440C32"/>
    <w:rsid w:val="0044150D"/>
    <w:rsid w:val="00441FAB"/>
    <w:rsid w:val="004421B9"/>
    <w:rsid w:val="004423C2"/>
    <w:rsid w:val="00442A8F"/>
    <w:rsid w:val="0044575F"/>
    <w:rsid w:val="004462E9"/>
    <w:rsid w:val="00455935"/>
    <w:rsid w:val="00456173"/>
    <w:rsid w:val="0046183B"/>
    <w:rsid w:val="004620E6"/>
    <w:rsid w:val="00462668"/>
    <w:rsid w:val="004648CC"/>
    <w:rsid w:val="00465F8F"/>
    <w:rsid w:val="00466069"/>
    <w:rsid w:val="00471B95"/>
    <w:rsid w:val="00472679"/>
    <w:rsid w:val="00474CA0"/>
    <w:rsid w:val="00474CBA"/>
    <w:rsid w:val="00475455"/>
    <w:rsid w:val="0047567D"/>
    <w:rsid w:val="0047733A"/>
    <w:rsid w:val="00480503"/>
    <w:rsid w:val="0048081A"/>
    <w:rsid w:val="00490204"/>
    <w:rsid w:val="00491283"/>
    <w:rsid w:val="00493503"/>
    <w:rsid w:val="004945BC"/>
    <w:rsid w:val="00494DCE"/>
    <w:rsid w:val="004A0356"/>
    <w:rsid w:val="004A0674"/>
    <w:rsid w:val="004A0CC1"/>
    <w:rsid w:val="004A0D95"/>
    <w:rsid w:val="004A2706"/>
    <w:rsid w:val="004A2F11"/>
    <w:rsid w:val="004A3764"/>
    <w:rsid w:val="004A445A"/>
    <w:rsid w:val="004A586C"/>
    <w:rsid w:val="004A5C5C"/>
    <w:rsid w:val="004A7F2C"/>
    <w:rsid w:val="004B1371"/>
    <w:rsid w:val="004B506C"/>
    <w:rsid w:val="004B5AAB"/>
    <w:rsid w:val="004B6DFE"/>
    <w:rsid w:val="004C0FC4"/>
    <w:rsid w:val="004C1B11"/>
    <w:rsid w:val="004C3396"/>
    <w:rsid w:val="004C5A0C"/>
    <w:rsid w:val="004C664F"/>
    <w:rsid w:val="004C78E7"/>
    <w:rsid w:val="004D3881"/>
    <w:rsid w:val="004D391B"/>
    <w:rsid w:val="004E0B49"/>
    <w:rsid w:val="004E1F84"/>
    <w:rsid w:val="004E34D3"/>
    <w:rsid w:val="004E39D7"/>
    <w:rsid w:val="004E58B2"/>
    <w:rsid w:val="004E62E0"/>
    <w:rsid w:val="004F0C4A"/>
    <w:rsid w:val="004F280E"/>
    <w:rsid w:val="004F30DE"/>
    <w:rsid w:val="004F32FB"/>
    <w:rsid w:val="004F4A72"/>
    <w:rsid w:val="004F5F8C"/>
    <w:rsid w:val="004F6192"/>
    <w:rsid w:val="00503B08"/>
    <w:rsid w:val="00505140"/>
    <w:rsid w:val="00506DD5"/>
    <w:rsid w:val="0051019D"/>
    <w:rsid w:val="005104DF"/>
    <w:rsid w:val="00511A50"/>
    <w:rsid w:val="00512ADB"/>
    <w:rsid w:val="00514095"/>
    <w:rsid w:val="00523A3A"/>
    <w:rsid w:val="00523EBE"/>
    <w:rsid w:val="00526A9B"/>
    <w:rsid w:val="005276BC"/>
    <w:rsid w:val="005277FA"/>
    <w:rsid w:val="005325EF"/>
    <w:rsid w:val="0053267B"/>
    <w:rsid w:val="00533A43"/>
    <w:rsid w:val="00535A7C"/>
    <w:rsid w:val="00536DC2"/>
    <w:rsid w:val="00537241"/>
    <w:rsid w:val="00541CC1"/>
    <w:rsid w:val="005427A0"/>
    <w:rsid w:val="00542894"/>
    <w:rsid w:val="00542A5C"/>
    <w:rsid w:val="005432DA"/>
    <w:rsid w:val="005437E3"/>
    <w:rsid w:val="00544727"/>
    <w:rsid w:val="00545565"/>
    <w:rsid w:val="005476E3"/>
    <w:rsid w:val="005500C5"/>
    <w:rsid w:val="005500FF"/>
    <w:rsid w:val="00551F77"/>
    <w:rsid w:val="005527E7"/>
    <w:rsid w:val="00553BC4"/>
    <w:rsid w:val="00555B0E"/>
    <w:rsid w:val="00556A20"/>
    <w:rsid w:val="00556D10"/>
    <w:rsid w:val="00557793"/>
    <w:rsid w:val="0055786B"/>
    <w:rsid w:val="005619D4"/>
    <w:rsid w:val="00561A58"/>
    <w:rsid w:val="00562229"/>
    <w:rsid w:val="00563E62"/>
    <w:rsid w:val="00565EE1"/>
    <w:rsid w:val="00565F31"/>
    <w:rsid w:val="00566131"/>
    <w:rsid w:val="00566688"/>
    <w:rsid w:val="00571C50"/>
    <w:rsid w:val="005728F3"/>
    <w:rsid w:val="00572A0D"/>
    <w:rsid w:val="00573862"/>
    <w:rsid w:val="00576914"/>
    <w:rsid w:val="005802BA"/>
    <w:rsid w:val="005818BA"/>
    <w:rsid w:val="005859EF"/>
    <w:rsid w:val="0059019B"/>
    <w:rsid w:val="00590C8E"/>
    <w:rsid w:val="005916AC"/>
    <w:rsid w:val="00591F10"/>
    <w:rsid w:val="00592383"/>
    <w:rsid w:val="00593599"/>
    <w:rsid w:val="00597030"/>
    <w:rsid w:val="0059780A"/>
    <w:rsid w:val="005A003D"/>
    <w:rsid w:val="005A4F1B"/>
    <w:rsid w:val="005A74A2"/>
    <w:rsid w:val="005B14B0"/>
    <w:rsid w:val="005B1AEA"/>
    <w:rsid w:val="005B24D8"/>
    <w:rsid w:val="005B3496"/>
    <w:rsid w:val="005B46EF"/>
    <w:rsid w:val="005B543E"/>
    <w:rsid w:val="005B63BB"/>
    <w:rsid w:val="005B65AB"/>
    <w:rsid w:val="005B6F5D"/>
    <w:rsid w:val="005C22D3"/>
    <w:rsid w:val="005C3137"/>
    <w:rsid w:val="005D1DA1"/>
    <w:rsid w:val="005D42C5"/>
    <w:rsid w:val="005D4D5B"/>
    <w:rsid w:val="005D5C09"/>
    <w:rsid w:val="005D663B"/>
    <w:rsid w:val="005D6B7D"/>
    <w:rsid w:val="005D7057"/>
    <w:rsid w:val="005E1163"/>
    <w:rsid w:val="005E2435"/>
    <w:rsid w:val="005E2517"/>
    <w:rsid w:val="005E2875"/>
    <w:rsid w:val="005E70AB"/>
    <w:rsid w:val="005F32C8"/>
    <w:rsid w:val="005F3BCC"/>
    <w:rsid w:val="005F4693"/>
    <w:rsid w:val="005F5011"/>
    <w:rsid w:val="005F578F"/>
    <w:rsid w:val="005F60A2"/>
    <w:rsid w:val="00601415"/>
    <w:rsid w:val="00601E73"/>
    <w:rsid w:val="00602183"/>
    <w:rsid w:val="00602228"/>
    <w:rsid w:val="00603DB6"/>
    <w:rsid w:val="00604881"/>
    <w:rsid w:val="00606B5F"/>
    <w:rsid w:val="00606BE6"/>
    <w:rsid w:val="00611981"/>
    <w:rsid w:val="00611A3B"/>
    <w:rsid w:val="00611E51"/>
    <w:rsid w:val="0061435A"/>
    <w:rsid w:val="0061538B"/>
    <w:rsid w:val="00615D21"/>
    <w:rsid w:val="0062091B"/>
    <w:rsid w:val="00621154"/>
    <w:rsid w:val="006234BA"/>
    <w:rsid w:val="006245A9"/>
    <w:rsid w:val="006248F1"/>
    <w:rsid w:val="00627D74"/>
    <w:rsid w:val="006333D2"/>
    <w:rsid w:val="00634443"/>
    <w:rsid w:val="0063500D"/>
    <w:rsid w:val="00635B51"/>
    <w:rsid w:val="00642169"/>
    <w:rsid w:val="00642D6D"/>
    <w:rsid w:val="00644250"/>
    <w:rsid w:val="00644A33"/>
    <w:rsid w:val="00645050"/>
    <w:rsid w:val="00645384"/>
    <w:rsid w:val="0064600F"/>
    <w:rsid w:val="00646359"/>
    <w:rsid w:val="00650FF0"/>
    <w:rsid w:val="006545A2"/>
    <w:rsid w:val="00654745"/>
    <w:rsid w:val="00654900"/>
    <w:rsid w:val="0065663C"/>
    <w:rsid w:val="00657301"/>
    <w:rsid w:val="00660FAD"/>
    <w:rsid w:val="006625BD"/>
    <w:rsid w:val="00662C5A"/>
    <w:rsid w:val="0066470E"/>
    <w:rsid w:val="0066489E"/>
    <w:rsid w:val="00664C64"/>
    <w:rsid w:val="00665235"/>
    <w:rsid w:val="006679AF"/>
    <w:rsid w:val="00667AC8"/>
    <w:rsid w:val="00667DEF"/>
    <w:rsid w:val="006709DC"/>
    <w:rsid w:val="00670E7D"/>
    <w:rsid w:val="00671764"/>
    <w:rsid w:val="00673262"/>
    <w:rsid w:val="00675207"/>
    <w:rsid w:val="00675BAD"/>
    <w:rsid w:val="006777AA"/>
    <w:rsid w:val="0068044D"/>
    <w:rsid w:val="006811C3"/>
    <w:rsid w:val="00681804"/>
    <w:rsid w:val="00685242"/>
    <w:rsid w:val="006867D2"/>
    <w:rsid w:val="00692BEF"/>
    <w:rsid w:val="006936B8"/>
    <w:rsid w:val="00693904"/>
    <w:rsid w:val="00694129"/>
    <w:rsid w:val="00696AE4"/>
    <w:rsid w:val="006A0CD4"/>
    <w:rsid w:val="006A169A"/>
    <w:rsid w:val="006A2A92"/>
    <w:rsid w:val="006A354C"/>
    <w:rsid w:val="006A61DF"/>
    <w:rsid w:val="006A6893"/>
    <w:rsid w:val="006B0A2B"/>
    <w:rsid w:val="006B244E"/>
    <w:rsid w:val="006B66BD"/>
    <w:rsid w:val="006C08C6"/>
    <w:rsid w:val="006C0EB3"/>
    <w:rsid w:val="006C2184"/>
    <w:rsid w:val="006C5F17"/>
    <w:rsid w:val="006C731D"/>
    <w:rsid w:val="006D2141"/>
    <w:rsid w:val="006D52DC"/>
    <w:rsid w:val="006D5CCC"/>
    <w:rsid w:val="006D5F53"/>
    <w:rsid w:val="006D6B83"/>
    <w:rsid w:val="006E05F0"/>
    <w:rsid w:val="006F0196"/>
    <w:rsid w:val="006F03E9"/>
    <w:rsid w:val="006F2E1E"/>
    <w:rsid w:val="006F5A49"/>
    <w:rsid w:val="006F6E4C"/>
    <w:rsid w:val="00702106"/>
    <w:rsid w:val="007027AC"/>
    <w:rsid w:val="007038F3"/>
    <w:rsid w:val="00705BA6"/>
    <w:rsid w:val="007062A4"/>
    <w:rsid w:val="0070772B"/>
    <w:rsid w:val="00712D2A"/>
    <w:rsid w:val="00717E8B"/>
    <w:rsid w:val="00721BCA"/>
    <w:rsid w:val="00725435"/>
    <w:rsid w:val="00731DC5"/>
    <w:rsid w:val="007326F8"/>
    <w:rsid w:val="00735335"/>
    <w:rsid w:val="00737BCC"/>
    <w:rsid w:val="00741CE2"/>
    <w:rsid w:val="00741F48"/>
    <w:rsid w:val="00742AC0"/>
    <w:rsid w:val="007433C8"/>
    <w:rsid w:val="00743457"/>
    <w:rsid w:val="00743963"/>
    <w:rsid w:val="00744741"/>
    <w:rsid w:val="00744FCA"/>
    <w:rsid w:val="00745D1C"/>
    <w:rsid w:val="00746792"/>
    <w:rsid w:val="00754BCA"/>
    <w:rsid w:val="007561B3"/>
    <w:rsid w:val="0075787E"/>
    <w:rsid w:val="00760152"/>
    <w:rsid w:val="00761CF1"/>
    <w:rsid w:val="00761F49"/>
    <w:rsid w:val="007629D2"/>
    <w:rsid w:val="00763D07"/>
    <w:rsid w:val="007642E9"/>
    <w:rsid w:val="00764C17"/>
    <w:rsid w:val="0076552F"/>
    <w:rsid w:val="00766277"/>
    <w:rsid w:val="00766F11"/>
    <w:rsid w:val="007678D4"/>
    <w:rsid w:val="00770250"/>
    <w:rsid w:val="00772B5E"/>
    <w:rsid w:val="00772F9C"/>
    <w:rsid w:val="0077595A"/>
    <w:rsid w:val="007767F8"/>
    <w:rsid w:val="007768F1"/>
    <w:rsid w:val="0077698C"/>
    <w:rsid w:val="00780EF5"/>
    <w:rsid w:val="007815CB"/>
    <w:rsid w:val="007819DD"/>
    <w:rsid w:val="00782745"/>
    <w:rsid w:val="00783D05"/>
    <w:rsid w:val="00786EBD"/>
    <w:rsid w:val="00791713"/>
    <w:rsid w:val="00791EDD"/>
    <w:rsid w:val="0079321D"/>
    <w:rsid w:val="007952BE"/>
    <w:rsid w:val="007975F5"/>
    <w:rsid w:val="007A314F"/>
    <w:rsid w:val="007A4628"/>
    <w:rsid w:val="007A4BCD"/>
    <w:rsid w:val="007A63CB"/>
    <w:rsid w:val="007B03F8"/>
    <w:rsid w:val="007B28A7"/>
    <w:rsid w:val="007C1449"/>
    <w:rsid w:val="007C3B27"/>
    <w:rsid w:val="007C5752"/>
    <w:rsid w:val="007C68E2"/>
    <w:rsid w:val="007D1BC8"/>
    <w:rsid w:val="007D2F7F"/>
    <w:rsid w:val="007D429F"/>
    <w:rsid w:val="007D5C66"/>
    <w:rsid w:val="007D716C"/>
    <w:rsid w:val="007D78A3"/>
    <w:rsid w:val="007E1BA8"/>
    <w:rsid w:val="007E27B2"/>
    <w:rsid w:val="007E27D7"/>
    <w:rsid w:val="007E5D78"/>
    <w:rsid w:val="007E6020"/>
    <w:rsid w:val="007E64B7"/>
    <w:rsid w:val="007E6617"/>
    <w:rsid w:val="007E7D4A"/>
    <w:rsid w:val="007F16A2"/>
    <w:rsid w:val="007F2855"/>
    <w:rsid w:val="007F4A10"/>
    <w:rsid w:val="007F4B53"/>
    <w:rsid w:val="007F52E1"/>
    <w:rsid w:val="007F67BF"/>
    <w:rsid w:val="0080005E"/>
    <w:rsid w:val="0080346F"/>
    <w:rsid w:val="00812D21"/>
    <w:rsid w:val="00815235"/>
    <w:rsid w:val="008154D8"/>
    <w:rsid w:val="008156C4"/>
    <w:rsid w:val="0082056C"/>
    <w:rsid w:val="00820DC7"/>
    <w:rsid w:val="008236AB"/>
    <w:rsid w:val="00824D4B"/>
    <w:rsid w:val="00827579"/>
    <w:rsid w:val="00830F99"/>
    <w:rsid w:val="00833433"/>
    <w:rsid w:val="00833F64"/>
    <w:rsid w:val="0083465C"/>
    <w:rsid w:val="00834C1F"/>
    <w:rsid w:val="0083576B"/>
    <w:rsid w:val="00835D6A"/>
    <w:rsid w:val="008371EB"/>
    <w:rsid w:val="008409CF"/>
    <w:rsid w:val="00843C68"/>
    <w:rsid w:val="0084782E"/>
    <w:rsid w:val="0085017F"/>
    <w:rsid w:val="008536BE"/>
    <w:rsid w:val="008539D7"/>
    <w:rsid w:val="00854263"/>
    <w:rsid w:val="0085604E"/>
    <w:rsid w:val="0085607D"/>
    <w:rsid w:val="008564C0"/>
    <w:rsid w:val="00856983"/>
    <w:rsid w:val="0085754E"/>
    <w:rsid w:val="00860F9A"/>
    <w:rsid w:val="008615A7"/>
    <w:rsid w:val="00862C83"/>
    <w:rsid w:val="008630E9"/>
    <w:rsid w:val="00863385"/>
    <w:rsid w:val="00864C56"/>
    <w:rsid w:val="00865720"/>
    <w:rsid w:val="00865739"/>
    <w:rsid w:val="008668CC"/>
    <w:rsid w:val="008674DB"/>
    <w:rsid w:val="00867DD8"/>
    <w:rsid w:val="008706C8"/>
    <w:rsid w:val="008721F4"/>
    <w:rsid w:val="00877024"/>
    <w:rsid w:val="008773B5"/>
    <w:rsid w:val="008805EA"/>
    <w:rsid w:val="00883D13"/>
    <w:rsid w:val="00886C71"/>
    <w:rsid w:val="00887708"/>
    <w:rsid w:val="0089086A"/>
    <w:rsid w:val="00893933"/>
    <w:rsid w:val="00895FC4"/>
    <w:rsid w:val="00896025"/>
    <w:rsid w:val="00896778"/>
    <w:rsid w:val="008A5574"/>
    <w:rsid w:val="008A6BA6"/>
    <w:rsid w:val="008A71A9"/>
    <w:rsid w:val="008A72D1"/>
    <w:rsid w:val="008A7D5B"/>
    <w:rsid w:val="008B03E2"/>
    <w:rsid w:val="008B2EDA"/>
    <w:rsid w:val="008B401A"/>
    <w:rsid w:val="008B71A0"/>
    <w:rsid w:val="008B792F"/>
    <w:rsid w:val="008C06C8"/>
    <w:rsid w:val="008C07BE"/>
    <w:rsid w:val="008C1594"/>
    <w:rsid w:val="008C7392"/>
    <w:rsid w:val="008D5688"/>
    <w:rsid w:val="008D7820"/>
    <w:rsid w:val="008E058A"/>
    <w:rsid w:val="008E0D2A"/>
    <w:rsid w:val="008E48BF"/>
    <w:rsid w:val="008F188C"/>
    <w:rsid w:val="008F1EA6"/>
    <w:rsid w:val="008F29FA"/>
    <w:rsid w:val="008F461E"/>
    <w:rsid w:val="008F65B2"/>
    <w:rsid w:val="008F6EE7"/>
    <w:rsid w:val="00900A21"/>
    <w:rsid w:val="00900E36"/>
    <w:rsid w:val="00902552"/>
    <w:rsid w:val="0090344C"/>
    <w:rsid w:val="00903D92"/>
    <w:rsid w:val="00904EB6"/>
    <w:rsid w:val="00905796"/>
    <w:rsid w:val="009064D4"/>
    <w:rsid w:val="00906DE5"/>
    <w:rsid w:val="00907781"/>
    <w:rsid w:val="00910725"/>
    <w:rsid w:val="0091646C"/>
    <w:rsid w:val="00916D87"/>
    <w:rsid w:val="00916DAB"/>
    <w:rsid w:val="00923CC4"/>
    <w:rsid w:val="009243F4"/>
    <w:rsid w:val="009250CB"/>
    <w:rsid w:val="00925A7D"/>
    <w:rsid w:val="00927FF3"/>
    <w:rsid w:val="00932A8A"/>
    <w:rsid w:val="0093301E"/>
    <w:rsid w:val="009333A8"/>
    <w:rsid w:val="009357F7"/>
    <w:rsid w:val="009372CD"/>
    <w:rsid w:val="00937989"/>
    <w:rsid w:val="00940229"/>
    <w:rsid w:val="00942492"/>
    <w:rsid w:val="00942D72"/>
    <w:rsid w:val="009434DF"/>
    <w:rsid w:val="00944AF6"/>
    <w:rsid w:val="009474B5"/>
    <w:rsid w:val="00950A57"/>
    <w:rsid w:val="009512A2"/>
    <w:rsid w:val="009558FA"/>
    <w:rsid w:val="00955929"/>
    <w:rsid w:val="00957CFC"/>
    <w:rsid w:val="0096056D"/>
    <w:rsid w:val="009628E8"/>
    <w:rsid w:val="00963C91"/>
    <w:rsid w:val="00963EE7"/>
    <w:rsid w:val="00965316"/>
    <w:rsid w:val="00974DBD"/>
    <w:rsid w:val="00974E30"/>
    <w:rsid w:val="00975525"/>
    <w:rsid w:val="00975CF0"/>
    <w:rsid w:val="00975F23"/>
    <w:rsid w:val="00984780"/>
    <w:rsid w:val="009902E3"/>
    <w:rsid w:val="0099251B"/>
    <w:rsid w:val="009935C1"/>
    <w:rsid w:val="009A298B"/>
    <w:rsid w:val="009A3FE6"/>
    <w:rsid w:val="009A4300"/>
    <w:rsid w:val="009A4703"/>
    <w:rsid w:val="009A5490"/>
    <w:rsid w:val="009A5FD8"/>
    <w:rsid w:val="009A6439"/>
    <w:rsid w:val="009B0946"/>
    <w:rsid w:val="009B1792"/>
    <w:rsid w:val="009B1DDF"/>
    <w:rsid w:val="009B3B9F"/>
    <w:rsid w:val="009B3E1B"/>
    <w:rsid w:val="009B6FAB"/>
    <w:rsid w:val="009B7904"/>
    <w:rsid w:val="009B79B6"/>
    <w:rsid w:val="009C1919"/>
    <w:rsid w:val="009C2D0F"/>
    <w:rsid w:val="009C62F2"/>
    <w:rsid w:val="009C65D4"/>
    <w:rsid w:val="009C6695"/>
    <w:rsid w:val="009D0101"/>
    <w:rsid w:val="009D0188"/>
    <w:rsid w:val="009D0572"/>
    <w:rsid w:val="009D0883"/>
    <w:rsid w:val="009D1001"/>
    <w:rsid w:val="009D1D71"/>
    <w:rsid w:val="009D6501"/>
    <w:rsid w:val="009E3038"/>
    <w:rsid w:val="009E3BCC"/>
    <w:rsid w:val="009F0EDC"/>
    <w:rsid w:val="009F3626"/>
    <w:rsid w:val="009F5089"/>
    <w:rsid w:val="009F6D1A"/>
    <w:rsid w:val="009F7080"/>
    <w:rsid w:val="009F72EA"/>
    <w:rsid w:val="00A03168"/>
    <w:rsid w:val="00A04C6D"/>
    <w:rsid w:val="00A054B7"/>
    <w:rsid w:val="00A06EC6"/>
    <w:rsid w:val="00A07E2F"/>
    <w:rsid w:val="00A07E31"/>
    <w:rsid w:val="00A10052"/>
    <w:rsid w:val="00A127F2"/>
    <w:rsid w:val="00A12896"/>
    <w:rsid w:val="00A137DE"/>
    <w:rsid w:val="00A17F94"/>
    <w:rsid w:val="00A207B1"/>
    <w:rsid w:val="00A20C2A"/>
    <w:rsid w:val="00A213E4"/>
    <w:rsid w:val="00A21535"/>
    <w:rsid w:val="00A21DEC"/>
    <w:rsid w:val="00A2264C"/>
    <w:rsid w:val="00A22BFC"/>
    <w:rsid w:val="00A23F2B"/>
    <w:rsid w:val="00A245C7"/>
    <w:rsid w:val="00A25E18"/>
    <w:rsid w:val="00A279D8"/>
    <w:rsid w:val="00A314A4"/>
    <w:rsid w:val="00A31710"/>
    <w:rsid w:val="00A355AE"/>
    <w:rsid w:val="00A35C92"/>
    <w:rsid w:val="00A36475"/>
    <w:rsid w:val="00A369F0"/>
    <w:rsid w:val="00A37FE0"/>
    <w:rsid w:val="00A406BC"/>
    <w:rsid w:val="00A41198"/>
    <w:rsid w:val="00A42CE0"/>
    <w:rsid w:val="00A46029"/>
    <w:rsid w:val="00A474DD"/>
    <w:rsid w:val="00A50EC1"/>
    <w:rsid w:val="00A56851"/>
    <w:rsid w:val="00A569DA"/>
    <w:rsid w:val="00A56B3A"/>
    <w:rsid w:val="00A57776"/>
    <w:rsid w:val="00A57B28"/>
    <w:rsid w:val="00A607B1"/>
    <w:rsid w:val="00A61BEF"/>
    <w:rsid w:val="00A62863"/>
    <w:rsid w:val="00A63B88"/>
    <w:rsid w:val="00A63EDF"/>
    <w:rsid w:val="00A65E4C"/>
    <w:rsid w:val="00A70C80"/>
    <w:rsid w:val="00A72992"/>
    <w:rsid w:val="00A74B34"/>
    <w:rsid w:val="00A8272F"/>
    <w:rsid w:val="00A82F32"/>
    <w:rsid w:val="00A835FB"/>
    <w:rsid w:val="00A83AE3"/>
    <w:rsid w:val="00A8541C"/>
    <w:rsid w:val="00A85C58"/>
    <w:rsid w:val="00A865F2"/>
    <w:rsid w:val="00A9104A"/>
    <w:rsid w:val="00A92E4F"/>
    <w:rsid w:val="00A977C7"/>
    <w:rsid w:val="00AA3677"/>
    <w:rsid w:val="00AA3E54"/>
    <w:rsid w:val="00AA4429"/>
    <w:rsid w:val="00AA63BA"/>
    <w:rsid w:val="00AA734C"/>
    <w:rsid w:val="00AA7641"/>
    <w:rsid w:val="00AB0EDF"/>
    <w:rsid w:val="00AB1594"/>
    <w:rsid w:val="00AB288D"/>
    <w:rsid w:val="00AB57AF"/>
    <w:rsid w:val="00AB6945"/>
    <w:rsid w:val="00AB7B18"/>
    <w:rsid w:val="00AC09B5"/>
    <w:rsid w:val="00AC13D6"/>
    <w:rsid w:val="00AC4FAA"/>
    <w:rsid w:val="00AC65EC"/>
    <w:rsid w:val="00AC6A94"/>
    <w:rsid w:val="00AC6F5D"/>
    <w:rsid w:val="00AC720E"/>
    <w:rsid w:val="00AD1F14"/>
    <w:rsid w:val="00AD31AE"/>
    <w:rsid w:val="00AD488E"/>
    <w:rsid w:val="00AD777A"/>
    <w:rsid w:val="00AD7E06"/>
    <w:rsid w:val="00AE043F"/>
    <w:rsid w:val="00AE1314"/>
    <w:rsid w:val="00AE1D57"/>
    <w:rsid w:val="00AE5B4C"/>
    <w:rsid w:val="00AE5C3E"/>
    <w:rsid w:val="00AF41EB"/>
    <w:rsid w:val="00AF7E90"/>
    <w:rsid w:val="00B007D6"/>
    <w:rsid w:val="00B02B6C"/>
    <w:rsid w:val="00B05B54"/>
    <w:rsid w:val="00B108E1"/>
    <w:rsid w:val="00B11A1C"/>
    <w:rsid w:val="00B12BC1"/>
    <w:rsid w:val="00B13AEA"/>
    <w:rsid w:val="00B1407D"/>
    <w:rsid w:val="00B168D8"/>
    <w:rsid w:val="00B204D8"/>
    <w:rsid w:val="00B210BB"/>
    <w:rsid w:val="00B2263A"/>
    <w:rsid w:val="00B22708"/>
    <w:rsid w:val="00B2499E"/>
    <w:rsid w:val="00B25F89"/>
    <w:rsid w:val="00B303AA"/>
    <w:rsid w:val="00B3057F"/>
    <w:rsid w:val="00B315E6"/>
    <w:rsid w:val="00B3189F"/>
    <w:rsid w:val="00B33716"/>
    <w:rsid w:val="00B33F4F"/>
    <w:rsid w:val="00B36437"/>
    <w:rsid w:val="00B365D0"/>
    <w:rsid w:val="00B36A33"/>
    <w:rsid w:val="00B37350"/>
    <w:rsid w:val="00B37946"/>
    <w:rsid w:val="00B40B9C"/>
    <w:rsid w:val="00B41370"/>
    <w:rsid w:val="00B414F2"/>
    <w:rsid w:val="00B46A62"/>
    <w:rsid w:val="00B521AA"/>
    <w:rsid w:val="00B54C4F"/>
    <w:rsid w:val="00B54F3E"/>
    <w:rsid w:val="00B55706"/>
    <w:rsid w:val="00B5699C"/>
    <w:rsid w:val="00B61D2C"/>
    <w:rsid w:val="00B62D05"/>
    <w:rsid w:val="00B62F4A"/>
    <w:rsid w:val="00B63074"/>
    <w:rsid w:val="00B63BD6"/>
    <w:rsid w:val="00B7528A"/>
    <w:rsid w:val="00B75D43"/>
    <w:rsid w:val="00B77496"/>
    <w:rsid w:val="00B77E13"/>
    <w:rsid w:val="00B8204D"/>
    <w:rsid w:val="00B82B1E"/>
    <w:rsid w:val="00B8372C"/>
    <w:rsid w:val="00B85176"/>
    <w:rsid w:val="00B85515"/>
    <w:rsid w:val="00B85723"/>
    <w:rsid w:val="00B87594"/>
    <w:rsid w:val="00B8763C"/>
    <w:rsid w:val="00B9039C"/>
    <w:rsid w:val="00B91395"/>
    <w:rsid w:val="00B92B37"/>
    <w:rsid w:val="00B93CB9"/>
    <w:rsid w:val="00B94417"/>
    <w:rsid w:val="00BA3062"/>
    <w:rsid w:val="00BA625F"/>
    <w:rsid w:val="00BB1CA6"/>
    <w:rsid w:val="00BB4E87"/>
    <w:rsid w:val="00BB513E"/>
    <w:rsid w:val="00BB705D"/>
    <w:rsid w:val="00BC2724"/>
    <w:rsid w:val="00BC4645"/>
    <w:rsid w:val="00BC4D76"/>
    <w:rsid w:val="00BC4F56"/>
    <w:rsid w:val="00BD0025"/>
    <w:rsid w:val="00BD3338"/>
    <w:rsid w:val="00BD3BF6"/>
    <w:rsid w:val="00BD74EA"/>
    <w:rsid w:val="00BD7DC2"/>
    <w:rsid w:val="00BE061A"/>
    <w:rsid w:val="00BE2F9A"/>
    <w:rsid w:val="00BE46D6"/>
    <w:rsid w:val="00BE4B75"/>
    <w:rsid w:val="00BE75E2"/>
    <w:rsid w:val="00BF0874"/>
    <w:rsid w:val="00BF403D"/>
    <w:rsid w:val="00BF5020"/>
    <w:rsid w:val="00BF505F"/>
    <w:rsid w:val="00BF681C"/>
    <w:rsid w:val="00BF6CF8"/>
    <w:rsid w:val="00BF77E5"/>
    <w:rsid w:val="00C0121D"/>
    <w:rsid w:val="00C01B51"/>
    <w:rsid w:val="00C033D2"/>
    <w:rsid w:val="00C038B5"/>
    <w:rsid w:val="00C03AD3"/>
    <w:rsid w:val="00C050F2"/>
    <w:rsid w:val="00C118D8"/>
    <w:rsid w:val="00C13467"/>
    <w:rsid w:val="00C13486"/>
    <w:rsid w:val="00C13BE0"/>
    <w:rsid w:val="00C14799"/>
    <w:rsid w:val="00C16611"/>
    <w:rsid w:val="00C16B5F"/>
    <w:rsid w:val="00C219E2"/>
    <w:rsid w:val="00C21EC5"/>
    <w:rsid w:val="00C21FF2"/>
    <w:rsid w:val="00C237F5"/>
    <w:rsid w:val="00C242BC"/>
    <w:rsid w:val="00C27664"/>
    <w:rsid w:val="00C30138"/>
    <w:rsid w:val="00C30DFE"/>
    <w:rsid w:val="00C314F9"/>
    <w:rsid w:val="00C317EE"/>
    <w:rsid w:val="00C34439"/>
    <w:rsid w:val="00C35263"/>
    <w:rsid w:val="00C3682B"/>
    <w:rsid w:val="00C409BE"/>
    <w:rsid w:val="00C449CA"/>
    <w:rsid w:val="00C4567B"/>
    <w:rsid w:val="00C45E4E"/>
    <w:rsid w:val="00C46990"/>
    <w:rsid w:val="00C50B8F"/>
    <w:rsid w:val="00C5418A"/>
    <w:rsid w:val="00C5566F"/>
    <w:rsid w:val="00C5674F"/>
    <w:rsid w:val="00C57AAB"/>
    <w:rsid w:val="00C57C7E"/>
    <w:rsid w:val="00C6286C"/>
    <w:rsid w:val="00C649AF"/>
    <w:rsid w:val="00C65EC1"/>
    <w:rsid w:val="00C6637B"/>
    <w:rsid w:val="00C67D91"/>
    <w:rsid w:val="00C720C2"/>
    <w:rsid w:val="00C721C7"/>
    <w:rsid w:val="00C73882"/>
    <w:rsid w:val="00C741F3"/>
    <w:rsid w:val="00C748D3"/>
    <w:rsid w:val="00C7564F"/>
    <w:rsid w:val="00C75968"/>
    <w:rsid w:val="00C75F8E"/>
    <w:rsid w:val="00C75F99"/>
    <w:rsid w:val="00C80153"/>
    <w:rsid w:val="00C80FCA"/>
    <w:rsid w:val="00C81FAA"/>
    <w:rsid w:val="00C81FD0"/>
    <w:rsid w:val="00C8689A"/>
    <w:rsid w:val="00C90F85"/>
    <w:rsid w:val="00C91E47"/>
    <w:rsid w:val="00C91FB7"/>
    <w:rsid w:val="00C9305B"/>
    <w:rsid w:val="00C9383F"/>
    <w:rsid w:val="00C94655"/>
    <w:rsid w:val="00C94CF0"/>
    <w:rsid w:val="00C9622E"/>
    <w:rsid w:val="00C97065"/>
    <w:rsid w:val="00CA2646"/>
    <w:rsid w:val="00CA354A"/>
    <w:rsid w:val="00CA486B"/>
    <w:rsid w:val="00CB1A0F"/>
    <w:rsid w:val="00CB2113"/>
    <w:rsid w:val="00CB3935"/>
    <w:rsid w:val="00CB5FFC"/>
    <w:rsid w:val="00CC08C6"/>
    <w:rsid w:val="00CC1417"/>
    <w:rsid w:val="00CC576C"/>
    <w:rsid w:val="00CC704C"/>
    <w:rsid w:val="00CD0D83"/>
    <w:rsid w:val="00CD0EEB"/>
    <w:rsid w:val="00CD1627"/>
    <w:rsid w:val="00CD54CB"/>
    <w:rsid w:val="00CD6765"/>
    <w:rsid w:val="00CD71EF"/>
    <w:rsid w:val="00CE2F24"/>
    <w:rsid w:val="00CE35E9"/>
    <w:rsid w:val="00CE4DFC"/>
    <w:rsid w:val="00CE5203"/>
    <w:rsid w:val="00CE56A8"/>
    <w:rsid w:val="00CE6078"/>
    <w:rsid w:val="00CE7CA5"/>
    <w:rsid w:val="00CF1170"/>
    <w:rsid w:val="00CF1D75"/>
    <w:rsid w:val="00CF2EEE"/>
    <w:rsid w:val="00CF3853"/>
    <w:rsid w:val="00CF4BCD"/>
    <w:rsid w:val="00CF6BD9"/>
    <w:rsid w:val="00D012A8"/>
    <w:rsid w:val="00D02095"/>
    <w:rsid w:val="00D04694"/>
    <w:rsid w:val="00D04D62"/>
    <w:rsid w:val="00D23235"/>
    <w:rsid w:val="00D232C3"/>
    <w:rsid w:val="00D232E7"/>
    <w:rsid w:val="00D24849"/>
    <w:rsid w:val="00D250B2"/>
    <w:rsid w:val="00D305CA"/>
    <w:rsid w:val="00D31EDC"/>
    <w:rsid w:val="00D355C4"/>
    <w:rsid w:val="00D36915"/>
    <w:rsid w:val="00D373E4"/>
    <w:rsid w:val="00D42C0B"/>
    <w:rsid w:val="00D43BED"/>
    <w:rsid w:val="00D44E1B"/>
    <w:rsid w:val="00D45348"/>
    <w:rsid w:val="00D47AFF"/>
    <w:rsid w:val="00D507CD"/>
    <w:rsid w:val="00D54995"/>
    <w:rsid w:val="00D54D61"/>
    <w:rsid w:val="00D60EDB"/>
    <w:rsid w:val="00D652CF"/>
    <w:rsid w:val="00D66F69"/>
    <w:rsid w:val="00D67037"/>
    <w:rsid w:val="00D71491"/>
    <w:rsid w:val="00D714C5"/>
    <w:rsid w:val="00D751FD"/>
    <w:rsid w:val="00D76693"/>
    <w:rsid w:val="00D76EC3"/>
    <w:rsid w:val="00D77538"/>
    <w:rsid w:val="00D77C6C"/>
    <w:rsid w:val="00D81584"/>
    <w:rsid w:val="00D82F81"/>
    <w:rsid w:val="00D84384"/>
    <w:rsid w:val="00D8556D"/>
    <w:rsid w:val="00D85B2F"/>
    <w:rsid w:val="00D92043"/>
    <w:rsid w:val="00D97F63"/>
    <w:rsid w:val="00DA25C0"/>
    <w:rsid w:val="00DA4236"/>
    <w:rsid w:val="00DA5127"/>
    <w:rsid w:val="00DA564F"/>
    <w:rsid w:val="00DB16ED"/>
    <w:rsid w:val="00DB18E6"/>
    <w:rsid w:val="00DB4571"/>
    <w:rsid w:val="00DC17DD"/>
    <w:rsid w:val="00DC2A42"/>
    <w:rsid w:val="00DC388A"/>
    <w:rsid w:val="00DC4EBA"/>
    <w:rsid w:val="00DC5B51"/>
    <w:rsid w:val="00DC73A4"/>
    <w:rsid w:val="00DC7669"/>
    <w:rsid w:val="00DD09AD"/>
    <w:rsid w:val="00DD0A7A"/>
    <w:rsid w:val="00DD1347"/>
    <w:rsid w:val="00DD160B"/>
    <w:rsid w:val="00DD311B"/>
    <w:rsid w:val="00DD735F"/>
    <w:rsid w:val="00DE0BDF"/>
    <w:rsid w:val="00DE0D4C"/>
    <w:rsid w:val="00DE0FB1"/>
    <w:rsid w:val="00DE4823"/>
    <w:rsid w:val="00DE4EEC"/>
    <w:rsid w:val="00DE5DA4"/>
    <w:rsid w:val="00DF0795"/>
    <w:rsid w:val="00DF2170"/>
    <w:rsid w:val="00DF3220"/>
    <w:rsid w:val="00DF51F6"/>
    <w:rsid w:val="00DF5459"/>
    <w:rsid w:val="00DF54D0"/>
    <w:rsid w:val="00DF7063"/>
    <w:rsid w:val="00E00D06"/>
    <w:rsid w:val="00E01B40"/>
    <w:rsid w:val="00E0455C"/>
    <w:rsid w:val="00E06F88"/>
    <w:rsid w:val="00E1024E"/>
    <w:rsid w:val="00E14366"/>
    <w:rsid w:val="00E153D8"/>
    <w:rsid w:val="00E15A8F"/>
    <w:rsid w:val="00E20581"/>
    <w:rsid w:val="00E2066B"/>
    <w:rsid w:val="00E22E64"/>
    <w:rsid w:val="00E24C4F"/>
    <w:rsid w:val="00E30774"/>
    <w:rsid w:val="00E309B1"/>
    <w:rsid w:val="00E31582"/>
    <w:rsid w:val="00E31E95"/>
    <w:rsid w:val="00E36ADB"/>
    <w:rsid w:val="00E37423"/>
    <w:rsid w:val="00E40A0A"/>
    <w:rsid w:val="00E40DFD"/>
    <w:rsid w:val="00E4215D"/>
    <w:rsid w:val="00E427CB"/>
    <w:rsid w:val="00E43816"/>
    <w:rsid w:val="00E44466"/>
    <w:rsid w:val="00E462E7"/>
    <w:rsid w:val="00E46ADA"/>
    <w:rsid w:val="00E46E26"/>
    <w:rsid w:val="00E47923"/>
    <w:rsid w:val="00E5388F"/>
    <w:rsid w:val="00E548CF"/>
    <w:rsid w:val="00E563A0"/>
    <w:rsid w:val="00E57870"/>
    <w:rsid w:val="00E61697"/>
    <w:rsid w:val="00E63117"/>
    <w:rsid w:val="00E641E2"/>
    <w:rsid w:val="00E65D9B"/>
    <w:rsid w:val="00E66B6C"/>
    <w:rsid w:val="00E7293A"/>
    <w:rsid w:val="00E768DB"/>
    <w:rsid w:val="00E7755E"/>
    <w:rsid w:val="00E815BE"/>
    <w:rsid w:val="00E8186F"/>
    <w:rsid w:val="00E85C57"/>
    <w:rsid w:val="00E85C97"/>
    <w:rsid w:val="00E92C3D"/>
    <w:rsid w:val="00E93D3E"/>
    <w:rsid w:val="00E95370"/>
    <w:rsid w:val="00E965AC"/>
    <w:rsid w:val="00E96ED3"/>
    <w:rsid w:val="00E9702E"/>
    <w:rsid w:val="00E975F8"/>
    <w:rsid w:val="00EA16A2"/>
    <w:rsid w:val="00EA2FE7"/>
    <w:rsid w:val="00EA3733"/>
    <w:rsid w:val="00EA693F"/>
    <w:rsid w:val="00EB32DB"/>
    <w:rsid w:val="00EB6451"/>
    <w:rsid w:val="00EB68F0"/>
    <w:rsid w:val="00EB7313"/>
    <w:rsid w:val="00EB7CF4"/>
    <w:rsid w:val="00EC06F7"/>
    <w:rsid w:val="00EC1BBE"/>
    <w:rsid w:val="00EC281D"/>
    <w:rsid w:val="00EC382D"/>
    <w:rsid w:val="00EC4EE1"/>
    <w:rsid w:val="00EC511B"/>
    <w:rsid w:val="00EC65F8"/>
    <w:rsid w:val="00EC70D6"/>
    <w:rsid w:val="00EC7B41"/>
    <w:rsid w:val="00ED0556"/>
    <w:rsid w:val="00ED066F"/>
    <w:rsid w:val="00ED275A"/>
    <w:rsid w:val="00ED2EBA"/>
    <w:rsid w:val="00ED479D"/>
    <w:rsid w:val="00ED5EE4"/>
    <w:rsid w:val="00ED6FF7"/>
    <w:rsid w:val="00EE0535"/>
    <w:rsid w:val="00EE1772"/>
    <w:rsid w:val="00EE1BB4"/>
    <w:rsid w:val="00EE354A"/>
    <w:rsid w:val="00EE39B1"/>
    <w:rsid w:val="00EE441D"/>
    <w:rsid w:val="00EE5016"/>
    <w:rsid w:val="00EE5A5C"/>
    <w:rsid w:val="00EE75B4"/>
    <w:rsid w:val="00EE7C10"/>
    <w:rsid w:val="00EF1233"/>
    <w:rsid w:val="00EF3D92"/>
    <w:rsid w:val="00EF5324"/>
    <w:rsid w:val="00EF5EB4"/>
    <w:rsid w:val="00EF6A0A"/>
    <w:rsid w:val="00EF7B4D"/>
    <w:rsid w:val="00F024EC"/>
    <w:rsid w:val="00F028B7"/>
    <w:rsid w:val="00F0439F"/>
    <w:rsid w:val="00F056FF"/>
    <w:rsid w:val="00F14E58"/>
    <w:rsid w:val="00F153AF"/>
    <w:rsid w:val="00F1706E"/>
    <w:rsid w:val="00F174FB"/>
    <w:rsid w:val="00F17BCD"/>
    <w:rsid w:val="00F17E6B"/>
    <w:rsid w:val="00F207FD"/>
    <w:rsid w:val="00F20887"/>
    <w:rsid w:val="00F21889"/>
    <w:rsid w:val="00F21B1E"/>
    <w:rsid w:val="00F22A15"/>
    <w:rsid w:val="00F23E68"/>
    <w:rsid w:val="00F25D4C"/>
    <w:rsid w:val="00F278C4"/>
    <w:rsid w:val="00F31A67"/>
    <w:rsid w:val="00F37AB2"/>
    <w:rsid w:val="00F41167"/>
    <w:rsid w:val="00F41E7D"/>
    <w:rsid w:val="00F4432D"/>
    <w:rsid w:val="00F470C9"/>
    <w:rsid w:val="00F477C3"/>
    <w:rsid w:val="00F501F0"/>
    <w:rsid w:val="00F52986"/>
    <w:rsid w:val="00F53DA2"/>
    <w:rsid w:val="00F5602C"/>
    <w:rsid w:val="00F650CD"/>
    <w:rsid w:val="00F6511D"/>
    <w:rsid w:val="00F656D5"/>
    <w:rsid w:val="00F65E4C"/>
    <w:rsid w:val="00F71375"/>
    <w:rsid w:val="00F71584"/>
    <w:rsid w:val="00F728DD"/>
    <w:rsid w:val="00F72C4F"/>
    <w:rsid w:val="00F763C1"/>
    <w:rsid w:val="00F81F03"/>
    <w:rsid w:val="00F82218"/>
    <w:rsid w:val="00F84391"/>
    <w:rsid w:val="00F85962"/>
    <w:rsid w:val="00F90D08"/>
    <w:rsid w:val="00F92025"/>
    <w:rsid w:val="00F947A4"/>
    <w:rsid w:val="00FA0B89"/>
    <w:rsid w:val="00FA127B"/>
    <w:rsid w:val="00FA14F6"/>
    <w:rsid w:val="00FA20B7"/>
    <w:rsid w:val="00FA631F"/>
    <w:rsid w:val="00FA70A7"/>
    <w:rsid w:val="00FA7984"/>
    <w:rsid w:val="00FB2839"/>
    <w:rsid w:val="00FB6AE7"/>
    <w:rsid w:val="00FB74B7"/>
    <w:rsid w:val="00FC377A"/>
    <w:rsid w:val="00FC7ED2"/>
    <w:rsid w:val="00FD168C"/>
    <w:rsid w:val="00FD1815"/>
    <w:rsid w:val="00FD281F"/>
    <w:rsid w:val="00FD6062"/>
    <w:rsid w:val="00FD7206"/>
    <w:rsid w:val="00FD7323"/>
    <w:rsid w:val="00FE1D68"/>
    <w:rsid w:val="00FE253A"/>
    <w:rsid w:val="00FE41E6"/>
    <w:rsid w:val="00FF000E"/>
    <w:rsid w:val="00FF16EE"/>
    <w:rsid w:val="00FF3FF2"/>
    <w:rsid w:val="00FF4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41CE2"/>
    <w:pPr>
      <w:spacing w:after="120"/>
    </w:pPr>
  </w:style>
  <w:style w:type="paragraph" w:styleId="Nagwek1">
    <w:name w:val="heading 1"/>
    <w:basedOn w:val="Normalny"/>
    <w:next w:val="Normalny"/>
    <w:qFormat/>
    <w:rsid w:val="00741CE2"/>
    <w:pPr>
      <w:keepNext/>
      <w:suppressAutoHyphens/>
      <w:spacing w:before="1700" w:after="360"/>
      <w:outlineLvl w:val="0"/>
    </w:pPr>
    <w:rPr>
      <w:rFonts w:ascii="Arial" w:hAnsi="Arial"/>
      <w:kern w:val="28"/>
      <w:sz w:val="60"/>
    </w:rPr>
  </w:style>
  <w:style w:type="paragraph" w:styleId="Nagwek2">
    <w:name w:val="heading 2"/>
    <w:basedOn w:val="Normalny"/>
    <w:next w:val="Normalny"/>
    <w:qFormat/>
    <w:rsid w:val="00741CE2"/>
    <w:pPr>
      <w:keepNext/>
      <w:suppressAutoHyphens/>
      <w:spacing w:before="560" w:after="40"/>
      <w:outlineLvl w:val="1"/>
    </w:pPr>
    <w:rPr>
      <w:rFonts w:ascii="Arial" w:hAnsi="Arial"/>
      <w:sz w:val="40"/>
    </w:rPr>
  </w:style>
  <w:style w:type="paragraph" w:styleId="Nagwek3">
    <w:name w:val="heading 3"/>
    <w:basedOn w:val="Normalny"/>
    <w:next w:val="Normalny"/>
    <w:qFormat/>
    <w:rsid w:val="00741CE2"/>
    <w:pPr>
      <w:keepNext/>
      <w:suppressAutoHyphens/>
      <w:spacing w:before="360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rsid w:val="00741CE2"/>
    <w:pPr>
      <w:keepNext/>
      <w:spacing w:before="24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rsid w:val="00741CE2"/>
    <w:pPr>
      <w:keepNext/>
      <w:spacing w:before="20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rsid w:val="00741CE2"/>
    <w:pPr>
      <w:keepNext/>
      <w:jc w:val="center"/>
      <w:outlineLvl w:val="5"/>
    </w:pPr>
  </w:style>
  <w:style w:type="paragraph" w:styleId="Nagwek8">
    <w:name w:val="heading 8"/>
    <w:basedOn w:val="Normalny"/>
    <w:next w:val="Normalny"/>
    <w:qFormat/>
    <w:rsid w:val="00741CE2"/>
    <w:pPr>
      <w:keepNext/>
      <w:jc w:val="center"/>
      <w:outlineLvl w:val="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">
    <w:name w:val="odwołanie"/>
    <w:rsid w:val="00741CE2"/>
    <w:rPr>
      <w:noProof w:val="0"/>
      <w:bdr w:val="none" w:sz="0" w:space="0" w:color="auto"/>
      <w:shd w:val="clear" w:color="auto" w:fill="00FFFF"/>
      <w:lang w:val="pl-PL"/>
    </w:rPr>
  </w:style>
  <w:style w:type="character" w:customStyle="1" w:styleId="pogrubienie">
    <w:name w:val="pogrubienie"/>
    <w:rsid w:val="00741CE2"/>
    <w:rPr>
      <w:b/>
      <w:noProof w:val="0"/>
      <w:color w:val="008000"/>
      <w:lang w:val="pl-PL"/>
    </w:rPr>
  </w:style>
  <w:style w:type="character" w:customStyle="1" w:styleId="kodprogramu">
    <w:name w:val="kod programu"/>
    <w:rsid w:val="00741CE2"/>
    <w:rPr>
      <w:rFonts w:ascii="Courier New" w:hAnsi="Courier New"/>
      <w:noProof/>
      <w:color w:val="FF0000"/>
      <w:sz w:val="18"/>
    </w:rPr>
  </w:style>
  <w:style w:type="paragraph" w:customStyle="1" w:styleId="Listing">
    <w:name w:val="Listing"/>
    <w:basedOn w:val="Normalny"/>
    <w:rsid w:val="00741CE2"/>
    <w:pPr>
      <w:suppressAutoHyphens/>
      <w:ind w:left="567"/>
    </w:pPr>
    <w:rPr>
      <w:rFonts w:ascii="Courier New" w:hAnsi="Courier New"/>
      <w:noProof/>
      <w:color w:val="008080"/>
      <w:sz w:val="16"/>
    </w:rPr>
  </w:style>
  <w:style w:type="character" w:customStyle="1" w:styleId="wyrnienie">
    <w:name w:val="wyróżnienie"/>
    <w:rsid w:val="00741CE2"/>
    <w:rPr>
      <w:i/>
      <w:noProof w:val="0"/>
      <w:color w:val="0000FF"/>
      <w:lang w:val="pl-PL"/>
    </w:rPr>
  </w:style>
  <w:style w:type="character" w:customStyle="1" w:styleId="kodprogramuwyrnienie">
    <w:name w:val="kod programu wyróżnienie"/>
    <w:rsid w:val="00741CE2"/>
    <w:rPr>
      <w:rFonts w:ascii="Courier New" w:hAnsi="Courier New"/>
      <w:i/>
      <w:noProof/>
      <w:color w:val="FF0000"/>
      <w:sz w:val="18"/>
    </w:rPr>
  </w:style>
  <w:style w:type="paragraph" w:styleId="Tekstprzypisudolnego">
    <w:name w:val="footnote text"/>
    <w:basedOn w:val="Normalny"/>
    <w:semiHidden/>
    <w:rsid w:val="00741CE2"/>
    <w:rPr>
      <w:sz w:val="18"/>
    </w:rPr>
  </w:style>
  <w:style w:type="character" w:customStyle="1" w:styleId="kodprogramupogrubienie">
    <w:name w:val="kod programu pogrubienie"/>
    <w:rsid w:val="00741CE2"/>
    <w:rPr>
      <w:rFonts w:ascii="Courier New" w:hAnsi="Courier New"/>
      <w:b/>
      <w:noProof/>
      <w:color w:val="FF0000"/>
      <w:sz w:val="18"/>
    </w:rPr>
  </w:style>
  <w:style w:type="character" w:styleId="Odwoanieprzypisudolnego">
    <w:name w:val="footnote reference"/>
    <w:semiHidden/>
    <w:rsid w:val="00741CE2"/>
    <w:rPr>
      <w:vertAlign w:val="superscript"/>
    </w:rPr>
  </w:style>
  <w:style w:type="paragraph" w:customStyle="1" w:styleId="Wskazwka">
    <w:name w:val="Wskazówka"/>
    <w:basedOn w:val="Normalny"/>
    <w:next w:val="Normalny"/>
    <w:rsid w:val="00741CE2"/>
    <w:pPr>
      <w:spacing w:before="240" w:after="240"/>
      <w:ind w:right="284"/>
      <w:jc w:val="both"/>
    </w:pPr>
    <w:rPr>
      <w:rFonts w:ascii="Arial" w:hAnsi="Arial"/>
      <w:color w:val="800080"/>
      <w:sz w:val="18"/>
    </w:rPr>
  </w:style>
  <w:style w:type="character" w:customStyle="1" w:styleId="kodprogramuwyrnienieipogrubienie">
    <w:name w:val="kod programu wyróżnienie i pogrubienie"/>
    <w:rsid w:val="00741CE2"/>
    <w:rPr>
      <w:rFonts w:ascii="Courier New" w:hAnsi="Courier New"/>
      <w:b/>
      <w:i/>
      <w:noProof/>
      <w:color w:val="FF0000"/>
      <w:sz w:val="18"/>
    </w:rPr>
  </w:style>
  <w:style w:type="character" w:customStyle="1" w:styleId="wyrnienieipogrubienie">
    <w:name w:val="wyróżnienie i pogrubienie"/>
    <w:rsid w:val="00741CE2"/>
    <w:rPr>
      <w:b/>
      <w:i/>
      <w:noProof w:val="0"/>
      <w:color w:val="000080"/>
      <w:lang w:val="pl-PL"/>
    </w:rPr>
  </w:style>
  <w:style w:type="character" w:customStyle="1" w:styleId="komentarzdokodu">
    <w:name w:val="komentarz do kodu"/>
    <w:rsid w:val="00741CE2"/>
    <w:rPr>
      <w:rFonts w:ascii="Times New Roman" w:hAnsi="Times New Roman"/>
      <w:i/>
      <w:noProof w:val="0"/>
      <w:color w:val="0000FF"/>
      <w:lang w:val="pl-PL"/>
    </w:rPr>
  </w:style>
  <w:style w:type="paragraph" w:customStyle="1" w:styleId="Tekst">
    <w:name w:val="Tekst"/>
    <w:rsid w:val="00741CE2"/>
    <w:pPr>
      <w:spacing w:before="200"/>
      <w:ind w:left="680"/>
      <w:jc w:val="both"/>
    </w:pPr>
  </w:style>
  <w:style w:type="character" w:customStyle="1" w:styleId="nonik">
    <w:name w:val="nośnik"/>
    <w:rsid w:val="00741CE2"/>
    <w:rPr>
      <w:i/>
      <w:noProof w:val="0"/>
      <w:color w:val="800080"/>
      <w:lang w:val="pl-PL"/>
    </w:rPr>
  </w:style>
  <w:style w:type="character" w:customStyle="1" w:styleId="gruby1">
    <w:name w:val="gruby1"/>
    <w:rsid w:val="00741CE2"/>
    <w:rPr>
      <w:b/>
      <w:noProof/>
      <w:color w:val="800000"/>
    </w:rPr>
  </w:style>
  <w:style w:type="character" w:customStyle="1" w:styleId="gruby2">
    <w:name w:val="gruby2"/>
    <w:rsid w:val="00741CE2"/>
    <w:rPr>
      <w:rFonts w:ascii="Courier New" w:hAnsi="Courier New"/>
      <w:b/>
      <w:noProof/>
      <w:color w:val="808000"/>
      <w:sz w:val="18"/>
    </w:rPr>
  </w:style>
  <w:style w:type="character" w:styleId="Odwoaniedokomentarza">
    <w:name w:val="annotation reference"/>
    <w:semiHidden/>
    <w:rsid w:val="00741CE2"/>
    <w:rPr>
      <w:sz w:val="16"/>
    </w:rPr>
  </w:style>
  <w:style w:type="paragraph" w:styleId="Tekstkomentarza">
    <w:name w:val="annotation text"/>
    <w:basedOn w:val="Normalny"/>
    <w:semiHidden/>
    <w:rsid w:val="00741CE2"/>
  </w:style>
  <w:style w:type="character" w:customStyle="1" w:styleId="pogrubienieFRA">
    <w:name w:val="pogrubienie_FRA"/>
    <w:basedOn w:val="pogrubienie"/>
    <w:rsid w:val="00741CE2"/>
  </w:style>
  <w:style w:type="character" w:customStyle="1" w:styleId="listinginnaczcionka">
    <w:name w:val="listing inna czcionka"/>
    <w:rsid w:val="00741CE2"/>
    <w:rPr>
      <w:rFonts w:ascii="Arial" w:hAnsi="Arial"/>
      <w:color w:val="FF0000"/>
      <w:sz w:val="16"/>
    </w:rPr>
  </w:style>
  <w:style w:type="character" w:customStyle="1" w:styleId="FRAstand">
    <w:name w:val="FRA_stand"/>
    <w:basedOn w:val="Domylnaczcionkaakapitu"/>
    <w:rsid w:val="00741CE2"/>
  </w:style>
  <w:style w:type="character" w:customStyle="1" w:styleId="FRAtabl">
    <w:name w:val="FRA_tabl"/>
    <w:basedOn w:val="FRAstand"/>
    <w:rsid w:val="00741CE2"/>
  </w:style>
  <w:style w:type="character" w:customStyle="1" w:styleId="FRApogrub">
    <w:name w:val="FRA_pogrub"/>
    <w:basedOn w:val="pogrubienie"/>
    <w:rsid w:val="00741CE2"/>
  </w:style>
  <w:style w:type="character" w:customStyle="1" w:styleId="LFiol">
    <w:name w:val="L_Fiol"/>
    <w:rsid w:val="00741CE2"/>
    <w:rPr>
      <w:noProof/>
      <w:color w:val="800080"/>
    </w:rPr>
  </w:style>
  <w:style w:type="character" w:customStyle="1" w:styleId="LFiol2">
    <w:name w:val="L_Fiol_2"/>
    <w:rsid w:val="00741CE2"/>
    <w:rPr>
      <w:b/>
      <w:color w:val="800080"/>
    </w:rPr>
  </w:style>
  <w:style w:type="character" w:customStyle="1" w:styleId="LZiel">
    <w:name w:val="L_Ziel"/>
    <w:rsid w:val="00741CE2"/>
    <w:rPr>
      <w:color w:val="00FF00"/>
    </w:rPr>
  </w:style>
  <w:style w:type="character" w:customStyle="1" w:styleId="LZiel2">
    <w:name w:val="L_Ziel_2"/>
    <w:rsid w:val="00741CE2"/>
    <w:rPr>
      <w:b/>
      <w:color w:val="00FF00"/>
    </w:rPr>
  </w:style>
  <w:style w:type="character" w:customStyle="1" w:styleId="LCzarn">
    <w:name w:val="L_Czarn"/>
    <w:rsid w:val="00741CE2"/>
    <w:rPr>
      <w:color w:val="000000"/>
    </w:rPr>
  </w:style>
  <w:style w:type="character" w:customStyle="1" w:styleId="LCzarn2">
    <w:name w:val="L_Czarn_2"/>
    <w:rsid w:val="00741CE2"/>
    <w:rPr>
      <w:b/>
      <w:color w:val="000000"/>
    </w:rPr>
  </w:style>
  <w:style w:type="character" w:customStyle="1" w:styleId="LCzerw">
    <w:name w:val="L_Czerw"/>
    <w:rsid w:val="00741CE2"/>
    <w:rPr>
      <w:color w:val="FF0000"/>
    </w:rPr>
  </w:style>
  <w:style w:type="character" w:customStyle="1" w:styleId="LCzerw2">
    <w:name w:val="L_Czerw_2"/>
    <w:rsid w:val="00741CE2"/>
    <w:rPr>
      <w:b/>
      <w:color w:val="FF0000"/>
    </w:rPr>
  </w:style>
  <w:style w:type="character" w:customStyle="1" w:styleId="LNieb">
    <w:name w:val="L_Nieb"/>
    <w:rsid w:val="00741CE2"/>
    <w:rPr>
      <w:color w:val="0000FF"/>
    </w:rPr>
  </w:style>
  <w:style w:type="character" w:customStyle="1" w:styleId="LNieb2">
    <w:name w:val="L_Nieb_2"/>
    <w:rsid w:val="00741CE2"/>
    <w:rPr>
      <w:b/>
      <w:color w:val="0000FF"/>
    </w:rPr>
  </w:style>
  <w:style w:type="character" w:customStyle="1" w:styleId="LR">
    <w:name w:val="L_Róż"/>
    <w:rsid w:val="00741CE2"/>
    <w:rPr>
      <w:noProof/>
      <w:color w:val="FF00FF"/>
    </w:rPr>
  </w:style>
  <w:style w:type="character" w:customStyle="1" w:styleId="LR2">
    <w:name w:val="L_Róż_2"/>
    <w:rsid w:val="00741CE2"/>
    <w:rPr>
      <w:b/>
      <w:noProof/>
      <w:color w:val="FF00FF"/>
    </w:rPr>
  </w:style>
  <w:style w:type="paragraph" w:customStyle="1" w:styleId="dymek">
    <w:name w:val="dymek"/>
    <w:basedOn w:val="Normalny"/>
    <w:rsid w:val="00741CE2"/>
    <w:rPr>
      <w:color w:val="0000FF"/>
    </w:rPr>
  </w:style>
  <w:style w:type="paragraph" w:customStyle="1" w:styleId="reczny">
    <w:name w:val="reczny"/>
    <w:basedOn w:val="Normalny"/>
    <w:rsid w:val="00741CE2"/>
    <w:rPr>
      <w:color w:val="800080"/>
    </w:rPr>
  </w:style>
  <w:style w:type="paragraph" w:customStyle="1" w:styleId="kulfony">
    <w:name w:val="kulfony"/>
    <w:basedOn w:val="Normalny"/>
    <w:rsid w:val="00741CE2"/>
    <w:rPr>
      <w:color w:val="800000"/>
    </w:rPr>
  </w:style>
  <w:style w:type="character" w:customStyle="1" w:styleId="pogrub2">
    <w:name w:val="pogrub2"/>
    <w:basedOn w:val="pogrubienie"/>
    <w:rsid w:val="00741CE2"/>
  </w:style>
  <w:style w:type="paragraph" w:customStyle="1" w:styleId="wzor">
    <w:name w:val="wzor"/>
    <w:basedOn w:val="Normalny"/>
    <w:rsid w:val="00741CE2"/>
    <w:rPr>
      <w:color w:val="808080"/>
    </w:rPr>
  </w:style>
  <w:style w:type="character" w:customStyle="1" w:styleId="podkresl">
    <w:name w:val="podkresl"/>
    <w:rsid w:val="00741CE2"/>
    <w:rPr>
      <w:u w:val="single"/>
    </w:rPr>
  </w:style>
  <w:style w:type="paragraph" w:customStyle="1" w:styleId="wynik">
    <w:name w:val="wynik"/>
    <w:basedOn w:val="Listing"/>
    <w:autoRedefine/>
    <w:rsid w:val="00741CE2"/>
    <w:rPr>
      <w:b/>
    </w:rPr>
  </w:style>
  <w:style w:type="paragraph" w:customStyle="1" w:styleId="rysopis">
    <w:name w:val="rys_opis"/>
    <w:basedOn w:val="Normalny"/>
    <w:autoRedefine/>
    <w:rsid w:val="00741CE2"/>
    <w:rPr>
      <w:color w:val="FF00FF"/>
    </w:rPr>
  </w:style>
  <w:style w:type="paragraph" w:styleId="Tytu">
    <w:name w:val="Title"/>
    <w:basedOn w:val="Normalny"/>
    <w:qFormat/>
    <w:rsid w:val="00741CE2"/>
    <w:pPr>
      <w:spacing w:after="0"/>
      <w:jc w:val="center"/>
    </w:pPr>
    <w:rPr>
      <w:rFonts w:ascii="Book Antiqua" w:hAnsi="Book Antiqua"/>
      <w:b/>
      <w:sz w:val="24"/>
    </w:rPr>
  </w:style>
  <w:style w:type="paragraph" w:customStyle="1" w:styleId="wiczenieTekst">
    <w:name w:val="Ćwiczenie Tekst"/>
    <w:basedOn w:val="Normalny"/>
    <w:rsid w:val="00741CE2"/>
    <w:pPr>
      <w:widowControl w:val="0"/>
      <w:spacing w:after="0" w:line="320" w:lineRule="exact"/>
      <w:jc w:val="both"/>
    </w:pPr>
    <w:rPr>
      <w:rFonts w:ascii="Arial" w:hAnsi="Arial"/>
      <w:color w:val="000000"/>
      <w:sz w:val="22"/>
    </w:rPr>
  </w:style>
  <w:style w:type="paragraph" w:customStyle="1" w:styleId="kreha">
    <w:name w:val="!kreha"/>
    <w:basedOn w:val="Normalny"/>
    <w:rsid w:val="00741CE2"/>
    <w:pPr>
      <w:widowControl w:val="0"/>
      <w:pBdr>
        <w:top w:val="single" w:sz="4" w:space="1" w:color="auto"/>
      </w:pBdr>
      <w:tabs>
        <w:tab w:val="left" w:pos="284"/>
      </w:tabs>
      <w:spacing w:after="0"/>
      <w:jc w:val="both"/>
    </w:pPr>
    <w:rPr>
      <w:rFonts w:ascii="Arial" w:hAnsi="Arial"/>
      <w:b/>
      <w:color w:val="000000"/>
      <w:sz w:val="16"/>
    </w:rPr>
  </w:style>
  <w:style w:type="paragraph" w:customStyle="1" w:styleId="FormularzTytu">
    <w:name w:val="Formularz Tytuł"/>
    <w:basedOn w:val="Normalny"/>
    <w:rsid w:val="00741CE2"/>
    <w:pPr>
      <w:widowControl w:val="0"/>
      <w:tabs>
        <w:tab w:val="left" w:pos="2268"/>
        <w:tab w:val="right" w:pos="5726"/>
        <w:tab w:val="right" w:pos="7030"/>
      </w:tabs>
      <w:spacing w:after="567"/>
    </w:pPr>
    <w:rPr>
      <w:rFonts w:ascii="Arial" w:hAnsi="Arial"/>
      <w:caps/>
      <w:color w:val="000000"/>
      <w:sz w:val="28"/>
    </w:rPr>
  </w:style>
  <w:style w:type="paragraph" w:styleId="Tekstpodstawowy">
    <w:name w:val="Body Text"/>
    <w:basedOn w:val="Normalny"/>
    <w:rsid w:val="00741CE2"/>
    <w:rPr>
      <w:rFonts w:ascii="Calibri" w:hAnsi="Calibri"/>
      <w:sz w:val="24"/>
    </w:rPr>
  </w:style>
  <w:style w:type="paragraph" w:customStyle="1" w:styleId="Tekstpodstawowywcity1">
    <w:name w:val="Tekst podstawowy wcięty1"/>
    <w:basedOn w:val="Normalny"/>
    <w:rsid w:val="00741CE2"/>
    <w:pPr>
      <w:ind w:left="283"/>
    </w:pPr>
    <w:rPr>
      <w:rFonts w:ascii="Calibri" w:hAnsi="Calibri"/>
      <w:sz w:val="24"/>
    </w:rPr>
  </w:style>
  <w:style w:type="paragraph" w:styleId="Tekstpodstawowywcity">
    <w:name w:val="Body Text Indent"/>
    <w:basedOn w:val="Normalny"/>
    <w:rsid w:val="00741CE2"/>
    <w:pPr>
      <w:spacing w:after="0"/>
      <w:jc w:val="both"/>
    </w:pPr>
    <w:rPr>
      <w:rFonts w:ascii="Book Antiqua" w:hAnsi="Book Antiqua"/>
      <w:sz w:val="24"/>
    </w:rPr>
  </w:style>
  <w:style w:type="paragraph" w:customStyle="1" w:styleId="Akapitzlist1">
    <w:name w:val="Akapit z listą1"/>
    <w:basedOn w:val="Normalny"/>
    <w:rsid w:val="00741CE2"/>
    <w:pPr>
      <w:spacing w:after="0"/>
      <w:ind w:left="720"/>
    </w:pPr>
    <w:rPr>
      <w:rFonts w:ascii="Calibri" w:hAnsi="Calibri"/>
      <w:sz w:val="24"/>
    </w:rPr>
  </w:style>
  <w:style w:type="paragraph" w:styleId="Stopka">
    <w:name w:val="footer"/>
    <w:basedOn w:val="Normalny"/>
    <w:rsid w:val="00741CE2"/>
    <w:pPr>
      <w:tabs>
        <w:tab w:val="center" w:pos="4536"/>
        <w:tab w:val="right" w:pos="9072"/>
      </w:tabs>
      <w:spacing w:after="0"/>
    </w:pPr>
    <w:rPr>
      <w:rFonts w:ascii="Book Antiqua" w:hAnsi="Book Antiqua"/>
      <w:sz w:val="24"/>
    </w:rPr>
  </w:style>
  <w:style w:type="character" w:styleId="Numerstrony">
    <w:name w:val="page number"/>
    <w:basedOn w:val="Domylnaczcionkaakapitu"/>
    <w:rsid w:val="00741CE2"/>
  </w:style>
  <w:style w:type="paragraph" w:styleId="Plandokumentu">
    <w:name w:val="Document Map"/>
    <w:basedOn w:val="Normalny"/>
    <w:semiHidden/>
    <w:rsid w:val="00741CE2"/>
    <w:pPr>
      <w:shd w:val="clear" w:color="auto" w:fill="000080"/>
    </w:pPr>
    <w:rPr>
      <w:rFonts w:ascii="Tahoma" w:hAnsi="Tahoma"/>
    </w:rPr>
  </w:style>
  <w:style w:type="paragraph" w:styleId="Tekstdymka">
    <w:name w:val="Balloon Text"/>
    <w:basedOn w:val="Normalny"/>
    <w:semiHidden/>
    <w:unhideWhenUsed/>
    <w:rsid w:val="00741CE2"/>
    <w:pPr>
      <w:spacing w:after="0"/>
    </w:pPr>
    <w:rPr>
      <w:sz w:val="18"/>
      <w:szCs w:val="18"/>
    </w:rPr>
  </w:style>
  <w:style w:type="character" w:customStyle="1" w:styleId="TekstdymkaZnak">
    <w:name w:val="Tekst dymka Znak"/>
    <w:semiHidden/>
    <w:rsid w:val="00741CE2"/>
    <w:rPr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311A45"/>
    <w:rPr>
      <w:b/>
      <w:bCs/>
    </w:rPr>
  </w:style>
  <w:style w:type="paragraph" w:styleId="Poprawka">
    <w:name w:val="Revision"/>
    <w:hidden/>
    <w:uiPriority w:val="99"/>
    <w:semiHidden/>
    <w:rsid w:val="00CE7CA5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802BA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802BA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rsid w:val="005802BA"/>
    <w:pPr>
      <w:spacing w:after="100"/>
      <w:ind w:left="400"/>
    </w:pPr>
  </w:style>
  <w:style w:type="character" w:styleId="Hipercze">
    <w:name w:val="Hyperlink"/>
    <w:basedOn w:val="Domylnaczcionkaakapitu"/>
    <w:uiPriority w:val="99"/>
    <w:unhideWhenUsed/>
    <w:rsid w:val="005802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helion09msj_v6.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1DC91-57BE-4500-8A27-EB1B19344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helion09msj_v6.5</Template>
  <TotalTime>7</TotalTime>
  <Pages>23</Pages>
  <Words>5313</Words>
  <Characters>31879</Characters>
  <Application>Microsoft Office Word</Application>
  <DocSecurity>0</DocSecurity>
  <Lines>265</Lines>
  <Paragraphs>74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54</vt:i4>
      </vt:variant>
    </vt:vector>
  </HeadingPairs>
  <TitlesOfParts>
    <vt:vector size="55" baseType="lpstr">
      <vt:lpstr>Szablon dla tlumaczy</vt:lpstr>
      <vt:lpstr>Dodatek A Przydatne materiały</vt:lpstr>
      <vt:lpstr>    List do klienta</vt:lpstr>
      <vt:lpstr>    Karta kandydata na handlowca</vt:lpstr>
      <vt:lpstr>        Selekcja</vt:lpstr>
      <vt:lpstr>        Ocena</vt:lpstr>
      <vt:lpstr>        Ogólna ocena kandydata</vt:lpstr>
      <vt:lpstr>        Decyzja</vt:lpstr>
      <vt:lpstr>    List z odpowiedzią odmowną</vt:lpstr>
      <vt:lpstr>    Pytania podstawowe do kandydata</vt:lpstr>
      <vt:lpstr>    Arkusz pytań sytuacyjnych</vt:lpstr>
      <vt:lpstr>        Umiejętność Umiejętności porozumiewania siękomunikacyjne</vt:lpstr>
      <vt:lpstr>        Zdolność kontrolowania sytuacji</vt:lpstr>
      <vt:lpstr>        Umiejętności interpersonalne</vt:lpstr>
      <vt:lpstr>        Zarządzanie czasem i zdolności organizacyjne</vt:lpstr>
      <vt:lpstr>        Etyka zawodowa</vt:lpstr>
      <vt:lpstr>        Zdolność do uczenia się i stosowania się do procedur</vt:lpstr>
      <vt:lpstr>        Motywacja do osiągania celu</vt:lpstr>
      <vt:lpstr>    Arkusz pytań dodatkowych</vt:lpstr>
      <vt:lpstr>    Pełne zestawienie pytań</vt:lpstr>
      <vt:lpstr>        Motywacja</vt:lpstr>
      <vt:lpstr>        Zorientowanie na cel</vt:lpstr>
      <vt:lpstr>        Zorientowanie na klienta</vt:lpstr>
      <vt:lpstr>        Komunikacja</vt:lpstr>
      <vt:lpstr>        Otwartość/ (elastyczność)</vt:lpstr>
      <vt:lpstr>    Arkusz oceny ogólnej kandydata</vt:lpstr>
      <vt:lpstr>        Potencjalnie mMocne i słabe strony kandydata</vt:lpstr>
      <vt:lpstr>    Sprawozdanie z przebiegu rekrutacji</vt:lpstr>
      <vt:lpstr>    Ankieta dla handlowca</vt:lpstr>
      <vt:lpstr>        Ankieta wywiadu dla trenera</vt:lpstr>
      <vt:lpstr>    Tabela porównawcza kompetencji</vt:lpstr>
      <vt:lpstr>        Wersja anonimowa dla handlowców</vt:lpstr>
      <vt:lpstr>    Tabela porównawcza kompetencji</vt:lpstr>
      <vt:lpstr>        Wersja dla menedżera</vt:lpstr>
      <vt:lpstr>    Kwestionariusz dla uczestnika szkolenia</vt:lpstr>
      <vt:lpstr>        Znaczenie szkolenia w praktyce</vt:lpstr>
      <vt:lpstr>        Metody kształcenia</vt:lpstr>
      <vt:lpstr>        Rola trenera</vt:lpstr>
      <vt:lpstr>    Kwestionariusz dla trenera</vt:lpstr>
      <vt:lpstr>        Cele szkolenia</vt:lpstr>
      <vt:lpstr>        Metody kształcenia</vt:lpstr>
      <vt:lpstr>    Formularz wywiadu telefonicznego z uczestnikiem szkolenia</vt:lpstr>
      <vt:lpstr>        Przedstawienie się ankietera</vt:lpstr>
      <vt:lpstr>        Wywiad</vt:lpstr>
      <vt:lpstr>    Egzamin pisemny. Przykład </vt:lpstr>
      <vt:lpstr>    Rozmowa — rozwiązanie problemu</vt:lpstr>
      <vt:lpstr>    Karta diagnozująca W/P</vt:lpstr>
      <vt:lpstr>        1. Słuchaj w określony sposób</vt:lpstr>
      <vt:lpstr>        2. Zadawaj odpowiednie pytania i słuchaj uważnie odpowiedzi</vt:lpstr>
      <vt:lpstr>        3. Obserwuj zachowanie</vt:lpstr>
      <vt:lpstr>        4. Notuj wypowiedzi i spostrzeżenia</vt:lpstr>
      <vt:lpstr>        5. Stwórz portret tej danej osoby oparty na systemie wartości i przekonaniach</vt:lpstr>
      <vt:lpstr>        Karta diagnozująca Metaprogramymetaprogramy</vt:lpstr>
      <vt:lpstr>    Procedura okresowego badania satysfakcji i opinii pracowników</vt:lpstr>
      <vt:lpstr>    Ankieta badania zadowolenia z pracy w (firmaie/ (działle/, zespółzespole)</vt:lpstr>
    </vt:vector>
  </TitlesOfParts>
  <Company>Microsoft</Company>
  <LinksUpToDate>false</LinksUpToDate>
  <CharactersWithSpaces>37118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dla tlumaczy</dc:title>
  <dc:creator>SS</dc:creator>
  <dc:description>Szablon zmodyfikowany o makra do zmiany obstylowania słów kluczowych języków programowania.</dc:description>
  <cp:lastModifiedBy>bgancarz</cp:lastModifiedBy>
  <cp:revision>3</cp:revision>
  <cp:lastPrinted>2014-05-11T22:04:00Z</cp:lastPrinted>
  <dcterms:created xsi:type="dcterms:W3CDTF">2017-01-03T11:22:00Z</dcterms:created>
  <dcterms:modified xsi:type="dcterms:W3CDTF">2017-01-03T12:31:00Z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4</vt:lpwstr>
  </property>
</Properties>
</file>